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01CFE" w14:textId="1CC150DE" w:rsidR="00751601" w:rsidRPr="00F6722C" w:rsidRDefault="00751601" w:rsidP="00751601">
      <w:pPr>
        <w:pStyle w:val="BodyText10ItalicBorders"/>
      </w:pPr>
      <w:r w:rsidRPr="00F6722C">
        <w:t>For instructions on using this template, please see Notes to Author/Template Instructions on page</w:t>
      </w:r>
      <w:r>
        <w:t xml:space="preserve"> 25</w:t>
      </w:r>
      <w:r w:rsidRPr="00F6722C">
        <w:t>. Notes on accessibility: This template has been tested and is best accessible with JAWS 11.0 or higher. For quest</w:t>
      </w:r>
      <w:r>
        <w:t xml:space="preserve">ions about using this template and </w:t>
      </w:r>
      <w:r w:rsidRPr="00F6722C">
        <w:t xml:space="preserve">To request changes to the template, please contact </w:t>
      </w:r>
      <w:hyperlink r:id="rId11" w:tooltip="Link to the CMS IT Governance email address" w:history="1">
        <w:r w:rsidRPr="00376A28">
          <w:rPr>
            <w:rStyle w:val="Hyperlink10"/>
          </w:rPr>
          <w:t>CMS IT Governance</w:t>
        </w:r>
      </w:hyperlink>
      <w:r>
        <w:t xml:space="preserve"> (</w:t>
      </w:r>
      <w:hyperlink r:id="rId12" w:tooltip="Link to the CMS IT Governance email address" w:history="1">
        <w:r w:rsidRPr="00376A28">
          <w:rPr>
            <w:rStyle w:val="Hyperlink10"/>
          </w:rPr>
          <w:t>IT_Governance@cms.hhs.gov</w:t>
        </w:r>
      </w:hyperlink>
      <w:r>
        <w:t>).</w:t>
      </w:r>
      <w:r w:rsidRPr="00F6722C">
        <w:t xml:space="preserve"> </w:t>
      </w:r>
    </w:p>
    <w:p w14:paraId="55316922" w14:textId="77777777" w:rsidR="007F1014" w:rsidRDefault="007F1014" w:rsidP="007F1014">
      <w:pPr>
        <w:pStyle w:val="ParagraphSpacer10"/>
      </w:pPr>
    </w:p>
    <w:p w14:paraId="639B268D" w14:textId="6E8DFC2A" w:rsidR="007F1014" w:rsidRPr="00086BB4" w:rsidRDefault="00751601" w:rsidP="007F1014">
      <w:pPr>
        <w:pStyle w:val="Figure"/>
      </w:pPr>
      <w:r>
        <w:rPr>
          <w:noProof/>
        </w:rPr>
        <w:drawing>
          <wp:inline distT="0" distB="0" distL="0" distR="0" wp14:anchorId="580FD6B6" wp14:editId="19AF9C22">
            <wp:extent cx="5943600" cy="1239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010300" cy="1253057"/>
                    </a:xfrm>
                    <a:prstGeom prst="rect">
                      <a:avLst/>
                    </a:prstGeom>
                  </pic:spPr>
                </pic:pic>
              </a:graphicData>
            </a:graphic>
          </wp:inline>
        </w:drawing>
      </w:r>
    </w:p>
    <w:p w14:paraId="5222C9F6" w14:textId="77777777" w:rsidR="007F1014" w:rsidRPr="00A51BF1" w:rsidRDefault="007F1014" w:rsidP="007F1014">
      <w:pPr>
        <w:pStyle w:val="CoverProjectName"/>
      </w:pPr>
      <w:r w:rsidRPr="00A51BF1">
        <w:t>&lt;Project Name</w:t>
      </w:r>
      <w:r>
        <w:t>/Acronym</w:t>
      </w:r>
      <w:r w:rsidRPr="00A51BF1">
        <w:t>&gt;</w:t>
      </w:r>
    </w:p>
    <w:p w14:paraId="1BAABAEF" w14:textId="39ACFE58" w:rsidR="007F1014" w:rsidRPr="00ED4293" w:rsidRDefault="007F1014" w:rsidP="00BE26BF">
      <w:pPr>
        <w:pStyle w:val="Heading1"/>
        <w:numPr>
          <w:ilvl w:val="0"/>
          <w:numId w:val="18"/>
        </w:numPr>
      </w:pPr>
      <w:r>
        <w:t>System Design Document</w:t>
      </w:r>
    </w:p>
    <w:p w14:paraId="7FD2311F" w14:textId="77777777" w:rsidR="007F1014" w:rsidRDefault="007F1014" w:rsidP="007F1014">
      <w:pPr>
        <w:pStyle w:val="CoverText"/>
      </w:pPr>
      <w:r>
        <w:t>Version X.X</w:t>
      </w:r>
    </w:p>
    <w:p w14:paraId="3DB36B59" w14:textId="77777777" w:rsidR="007F1014" w:rsidRDefault="007F1014" w:rsidP="007F1014">
      <w:pPr>
        <w:pStyle w:val="CoverTextDate"/>
      </w:pPr>
      <w:r>
        <w:t>MM/DD/YYYY</w:t>
      </w:r>
    </w:p>
    <w:p w14:paraId="7A97C427" w14:textId="2B4D1178" w:rsidR="007F1014" w:rsidRDefault="007F1014" w:rsidP="009C53BC">
      <w:pPr>
        <w:pStyle w:val="BodyText"/>
      </w:pPr>
      <w:r>
        <w:br w:type="page"/>
      </w:r>
    </w:p>
    <w:p w14:paraId="33EF4BE4" w14:textId="77777777" w:rsidR="008F03D1" w:rsidRPr="000E5004" w:rsidRDefault="008F03D1">
      <w:pPr>
        <w:pStyle w:val="FrontMatterHeader"/>
      </w:pPr>
      <w:bookmarkStart w:id="0" w:name="_Toc278187082"/>
      <w:bookmarkStart w:id="1" w:name="_Toc278189218"/>
      <w:r w:rsidRPr="000E5004">
        <w:lastRenderedPageBreak/>
        <w:t>Table of Contents</w:t>
      </w:r>
      <w:bookmarkEnd w:id="0"/>
      <w:bookmarkEnd w:id="1"/>
    </w:p>
    <w:p w14:paraId="1303C799" w14:textId="44014EB2" w:rsidR="00751601" w:rsidRDefault="00DD5A09">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Heading,1,ESHeading 1,1,ESHeading 2,2,ESHeading 3,3,TableCaption,1,Appendix,1" </w:instrText>
      </w:r>
      <w:r>
        <w:fldChar w:fldCharType="separate"/>
      </w:r>
      <w:hyperlink w:anchor="_Toc7163744" w:history="1">
        <w:r w:rsidR="00751601" w:rsidRPr="00D34116">
          <w:rPr>
            <w:rStyle w:val="Hyperlink"/>
          </w:rPr>
          <w:t>1.</w:t>
        </w:r>
        <w:r w:rsidR="00751601">
          <w:rPr>
            <w:rFonts w:asciiTheme="minorHAnsi" w:eastAsiaTheme="minorEastAsia" w:hAnsiTheme="minorHAnsi" w:cstheme="minorBidi"/>
            <w:b w:val="0"/>
            <w:szCs w:val="24"/>
          </w:rPr>
          <w:tab/>
        </w:r>
        <w:r w:rsidR="00751601" w:rsidRPr="00D34116">
          <w:rPr>
            <w:rStyle w:val="Hyperlink"/>
          </w:rPr>
          <w:t>Introduction</w:t>
        </w:r>
        <w:r w:rsidR="00751601">
          <w:rPr>
            <w:webHidden/>
          </w:rPr>
          <w:tab/>
        </w:r>
        <w:r w:rsidR="00751601">
          <w:rPr>
            <w:webHidden/>
          </w:rPr>
          <w:fldChar w:fldCharType="begin"/>
        </w:r>
        <w:r w:rsidR="00751601">
          <w:rPr>
            <w:webHidden/>
          </w:rPr>
          <w:instrText xml:space="preserve"> PAGEREF _Toc7163744 \h </w:instrText>
        </w:r>
        <w:r w:rsidR="00751601">
          <w:rPr>
            <w:webHidden/>
          </w:rPr>
        </w:r>
        <w:r w:rsidR="00751601">
          <w:rPr>
            <w:webHidden/>
          </w:rPr>
          <w:fldChar w:fldCharType="separate"/>
        </w:r>
        <w:r w:rsidR="00751601">
          <w:rPr>
            <w:webHidden/>
          </w:rPr>
          <w:t>1</w:t>
        </w:r>
        <w:r w:rsidR="00751601">
          <w:rPr>
            <w:webHidden/>
          </w:rPr>
          <w:fldChar w:fldCharType="end"/>
        </w:r>
      </w:hyperlink>
    </w:p>
    <w:p w14:paraId="130CF188" w14:textId="1556DF18" w:rsidR="00751601" w:rsidRDefault="00940C4C">
      <w:pPr>
        <w:pStyle w:val="TOC2"/>
        <w:rPr>
          <w:rFonts w:asciiTheme="minorHAnsi" w:eastAsiaTheme="minorEastAsia" w:hAnsiTheme="minorHAnsi" w:cstheme="minorBidi"/>
          <w:szCs w:val="24"/>
        </w:rPr>
      </w:pPr>
      <w:hyperlink w:anchor="_Toc7163745" w:history="1">
        <w:r w:rsidR="00751601" w:rsidRPr="00D34116">
          <w:rPr>
            <w:rStyle w:val="Hyperlink"/>
          </w:rPr>
          <w:t>1.1</w:t>
        </w:r>
        <w:r w:rsidR="00751601">
          <w:rPr>
            <w:rFonts w:asciiTheme="minorHAnsi" w:eastAsiaTheme="minorEastAsia" w:hAnsiTheme="minorHAnsi" w:cstheme="minorBidi"/>
            <w:szCs w:val="24"/>
          </w:rPr>
          <w:tab/>
        </w:r>
        <w:r w:rsidR="00751601" w:rsidRPr="00D34116">
          <w:rPr>
            <w:rStyle w:val="Hyperlink"/>
          </w:rPr>
          <w:t>Purpose of the SDD</w:t>
        </w:r>
        <w:r w:rsidR="00751601">
          <w:rPr>
            <w:webHidden/>
          </w:rPr>
          <w:tab/>
        </w:r>
        <w:r w:rsidR="00751601">
          <w:rPr>
            <w:webHidden/>
          </w:rPr>
          <w:fldChar w:fldCharType="begin"/>
        </w:r>
        <w:r w:rsidR="00751601">
          <w:rPr>
            <w:webHidden/>
          </w:rPr>
          <w:instrText xml:space="preserve"> PAGEREF _Toc7163745 \h </w:instrText>
        </w:r>
        <w:r w:rsidR="00751601">
          <w:rPr>
            <w:webHidden/>
          </w:rPr>
        </w:r>
        <w:r w:rsidR="00751601">
          <w:rPr>
            <w:webHidden/>
          </w:rPr>
          <w:fldChar w:fldCharType="separate"/>
        </w:r>
        <w:r w:rsidR="00751601">
          <w:rPr>
            <w:webHidden/>
          </w:rPr>
          <w:t>1</w:t>
        </w:r>
        <w:r w:rsidR="00751601">
          <w:rPr>
            <w:webHidden/>
          </w:rPr>
          <w:fldChar w:fldCharType="end"/>
        </w:r>
      </w:hyperlink>
    </w:p>
    <w:p w14:paraId="729AA3AD" w14:textId="1496DFAD" w:rsidR="00751601" w:rsidRDefault="00940C4C">
      <w:pPr>
        <w:pStyle w:val="TOC1"/>
        <w:rPr>
          <w:rFonts w:asciiTheme="minorHAnsi" w:eastAsiaTheme="minorEastAsia" w:hAnsiTheme="minorHAnsi" w:cstheme="minorBidi"/>
          <w:b w:val="0"/>
          <w:szCs w:val="24"/>
        </w:rPr>
      </w:pPr>
      <w:hyperlink w:anchor="_Toc7163746" w:history="1">
        <w:r w:rsidR="00751601" w:rsidRPr="00D34116">
          <w:rPr>
            <w:rStyle w:val="Hyperlink"/>
          </w:rPr>
          <w:t>2.</w:t>
        </w:r>
        <w:r w:rsidR="00751601">
          <w:rPr>
            <w:rFonts w:asciiTheme="minorHAnsi" w:eastAsiaTheme="minorEastAsia" w:hAnsiTheme="minorHAnsi" w:cstheme="minorBidi"/>
            <w:b w:val="0"/>
            <w:szCs w:val="24"/>
          </w:rPr>
          <w:tab/>
        </w:r>
        <w:r w:rsidR="00751601" w:rsidRPr="00D34116">
          <w:rPr>
            <w:rStyle w:val="Hyperlink"/>
          </w:rPr>
          <w:t>General Overview and Design Guidelines/Approach</w:t>
        </w:r>
        <w:r w:rsidR="00751601">
          <w:rPr>
            <w:webHidden/>
          </w:rPr>
          <w:tab/>
        </w:r>
        <w:r w:rsidR="00751601">
          <w:rPr>
            <w:webHidden/>
          </w:rPr>
          <w:fldChar w:fldCharType="begin"/>
        </w:r>
        <w:r w:rsidR="00751601">
          <w:rPr>
            <w:webHidden/>
          </w:rPr>
          <w:instrText xml:space="preserve"> PAGEREF _Toc7163746 \h </w:instrText>
        </w:r>
        <w:r w:rsidR="00751601">
          <w:rPr>
            <w:webHidden/>
          </w:rPr>
        </w:r>
        <w:r w:rsidR="00751601">
          <w:rPr>
            <w:webHidden/>
          </w:rPr>
          <w:fldChar w:fldCharType="separate"/>
        </w:r>
        <w:r w:rsidR="00751601">
          <w:rPr>
            <w:webHidden/>
          </w:rPr>
          <w:t>2</w:t>
        </w:r>
        <w:r w:rsidR="00751601">
          <w:rPr>
            <w:webHidden/>
          </w:rPr>
          <w:fldChar w:fldCharType="end"/>
        </w:r>
      </w:hyperlink>
    </w:p>
    <w:p w14:paraId="318629AC" w14:textId="74C9343B" w:rsidR="00751601" w:rsidRDefault="00940C4C">
      <w:pPr>
        <w:pStyle w:val="TOC2"/>
        <w:rPr>
          <w:rFonts w:asciiTheme="minorHAnsi" w:eastAsiaTheme="minorEastAsia" w:hAnsiTheme="minorHAnsi" w:cstheme="minorBidi"/>
          <w:szCs w:val="24"/>
        </w:rPr>
      </w:pPr>
      <w:hyperlink w:anchor="_Toc7163747" w:history="1">
        <w:r w:rsidR="00751601" w:rsidRPr="00D34116">
          <w:rPr>
            <w:rStyle w:val="Hyperlink"/>
          </w:rPr>
          <w:t>2.1</w:t>
        </w:r>
        <w:r w:rsidR="00751601">
          <w:rPr>
            <w:rFonts w:asciiTheme="minorHAnsi" w:eastAsiaTheme="minorEastAsia" w:hAnsiTheme="minorHAnsi" w:cstheme="minorBidi"/>
            <w:szCs w:val="24"/>
          </w:rPr>
          <w:tab/>
        </w:r>
        <w:r w:rsidR="00751601" w:rsidRPr="00D34116">
          <w:rPr>
            <w:rStyle w:val="Hyperlink"/>
          </w:rPr>
          <w:t>General Overview</w:t>
        </w:r>
        <w:r w:rsidR="00751601">
          <w:rPr>
            <w:webHidden/>
          </w:rPr>
          <w:tab/>
        </w:r>
        <w:r w:rsidR="00751601">
          <w:rPr>
            <w:webHidden/>
          </w:rPr>
          <w:fldChar w:fldCharType="begin"/>
        </w:r>
        <w:r w:rsidR="00751601">
          <w:rPr>
            <w:webHidden/>
          </w:rPr>
          <w:instrText xml:space="preserve"> PAGEREF _Toc7163747 \h </w:instrText>
        </w:r>
        <w:r w:rsidR="00751601">
          <w:rPr>
            <w:webHidden/>
          </w:rPr>
        </w:r>
        <w:r w:rsidR="00751601">
          <w:rPr>
            <w:webHidden/>
          </w:rPr>
          <w:fldChar w:fldCharType="separate"/>
        </w:r>
        <w:r w:rsidR="00751601">
          <w:rPr>
            <w:webHidden/>
          </w:rPr>
          <w:t>2</w:t>
        </w:r>
        <w:r w:rsidR="00751601">
          <w:rPr>
            <w:webHidden/>
          </w:rPr>
          <w:fldChar w:fldCharType="end"/>
        </w:r>
      </w:hyperlink>
    </w:p>
    <w:p w14:paraId="02F96ED9" w14:textId="29E8E5EC" w:rsidR="00751601" w:rsidRDefault="00940C4C">
      <w:pPr>
        <w:pStyle w:val="TOC2"/>
        <w:rPr>
          <w:rFonts w:asciiTheme="minorHAnsi" w:eastAsiaTheme="minorEastAsia" w:hAnsiTheme="minorHAnsi" w:cstheme="minorBidi"/>
          <w:szCs w:val="24"/>
        </w:rPr>
      </w:pPr>
      <w:hyperlink w:anchor="_Toc7163748" w:history="1">
        <w:r w:rsidR="00751601" w:rsidRPr="00D34116">
          <w:rPr>
            <w:rStyle w:val="Hyperlink"/>
          </w:rPr>
          <w:t>2.2</w:t>
        </w:r>
        <w:r w:rsidR="00751601">
          <w:rPr>
            <w:rFonts w:asciiTheme="minorHAnsi" w:eastAsiaTheme="minorEastAsia" w:hAnsiTheme="minorHAnsi" w:cstheme="minorBidi"/>
            <w:szCs w:val="24"/>
          </w:rPr>
          <w:tab/>
        </w:r>
        <w:r w:rsidR="00751601" w:rsidRPr="00D34116">
          <w:rPr>
            <w:rStyle w:val="Hyperlink"/>
          </w:rPr>
          <w:t>Assumptions/Constraints/Risks</w:t>
        </w:r>
        <w:r w:rsidR="00751601">
          <w:rPr>
            <w:webHidden/>
          </w:rPr>
          <w:tab/>
        </w:r>
        <w:r w:rsidR="00751601">
          <w:rPr>
            <w:webHidden/>
          </w:rPr>
          <w:fldChar w:fldCharType="begin"/>
        </w:r>
        <w:r w:rsidR="00751601">
          <w:rPr>
            <w:webHidden/>
          </w:rPr>
          <w:instrText xml:space="preserve"> PAGEREF _Toc7163748 \h </w:instrText>
        </w:r>
        <w:r w:rsidR="00751601">
          <w:rPr>
            <w:webHidden/>
          </w:rPr>
        </w:r>
        <w:r w:rsidR="00751601">
          <w:rPr>
            <w:webHidden/>
          </w:rPr>
          <w:fldChar w:fldCharType="separate"/>
        </w:r>
        <w:r w:rsidR="00751601">
          <w:rPr>
            <w:webHidden/>
          </w:rPr>
          <w:t>2</w:t>
        </w:r>
        <w:r w:rsidR="00751601">
          <w:rPr>
            <w:webHidden/>
          </w:rPr>
          <w:fldChar w:fldCharType="end"/>
        </w:r>
      </w:hyperlink>
    </w:p>
    <w:p w14:paraId="361E399F" w14:textId="19AC1B06" w:rsidR="00751601" w:rsidRDefault="00940C4C">
      <w:pPr>
        <w:pStyle w:val="TOC3"/>
        <w:tabs>
          <w:tab w:val="left" w:pos="1382"/>
        </w:tabs>
        <w:rPr>
          <w:rFonts w:asciiTheme="minorHAnsi" w:eastAsiaTheme="minorEastAsia" w:hAnsiTheme="minorHAnsi" w:cstheme="minorBidi"/>
          <w:noProof/>
          <w:szCs w:val="24"/>
        </w:rPr>
      </w:pPr>
      <w:hyperlink w:anchor="_Toc7163749" w:history="1">
        <w:r w:rsidR="00751601" w:rsidRPr="00D34116">
          <w:rPr>
            <w:rStyle w:val="Hyperlink"/>
            <w:noProof/>
          </w:rPr>
          <w:t>2.2.1</w:t>
        </w:r>
        <w:r w:rsidR="00751601">
          <w:rPr>
            <w:rFonts w:asciiTheme="minorHAnsi" w:eastAsiaTheme="minorEastAsia" w:hAnsiTheme="minorHAnsi" w:cstheme="minorBidi"/>
            <w:noProof/>
            <w:szCs w:val="24"/>
          </w:rPr>
          <w:tab/>
        </w:r>
        <w:r w:rsidR="00751601" w:rsidRPr="00D34116">
          <w:rPr>
            <w:rStyle w:val="Hyperlink"/>
            <w:noProof/>
          </w:rPr>
          <w:t>Assumptions</w:t>
        </w:r>
        <w:r w:rsidR="00751601">
          <w:rPr>
            <w:noProof/>
            <w:webHidden/>
          </w:rPr>
          <w:tab/>
        </w:r>
        <w:r w:rsidR="00751601">
          <w:rPr>
            <w:noProof/>
            <w:webHidden/>
          </w:rPr>
          <w:fldChar w:fldCharType="begin"/>
        </w:r>
        <w:r w:rsidR="00751601">
          <w:rPr>
            <w:noProof/>
            <w:webHidden/>
          </w:rPr>
          <w:instrText xml:space="preserve"> PAGEREF _Toc7163749 \h </w:instrText>
        </w:r>
        <w:r w:rsidR="00751601">
          <w:rPr>
            <w:noProof/>
            <w:webHidden/>
          </w:rPr>
        </w:r>
        <w:r w:rsidR="00751601">
          <w:rPr>
            <w:noProof/>
            <w:webHidden/>
          </w:rPr>
          <w:fldChar w:fldCharType="separate"/>
        </w:r>
        <w:r w:rsidR="00751601">
          <w:rPr>
            <w:noProof/>
            <w:webHidden/>
          </w:rPr>
          <w:t>2</w:t>
        </w:r>
        <w:r w:rsidR="00751601">
          <w:rPr>
            <w:noProof/>
            <w:webHidden/>
          </w:rPr>
          <w:fldChar w:fldCharType="end"/>
        </w:r>
      </w:hyperlink>
    </w:p>
    <w:p w14:paraId="40956AD8" w14:textId="7C9347D9" w:rsidR="00751601" w:rsidRDefault="00940C4C">
      <w:pPr>
        <w:pStyle w:val="TOC3"/>
        <w:tabs>
          <w:tab w:val="left" w:pos="1382"/>
        </w:tabs>
        <w:rPr>
          <w:rFonts w:asciiTheme="minorHAnsi" w:eastAsiaTheme="minorEastAsia" w:hAnsiTheme="minorHAnsi" w:cstheme="minorBidi"/>
          <w:noProof/>
          <w:szCs w:val="24"/>
        </w:rPr>
      </w:pPr>
      <w:hyperlink w:anchor="_Toc7163750" w:history="1">
        <w:r w:rsidR="00751601" w:rsidRPr="00D34116">
          <w:rPr>
            <w:rStyle w:val="Hyperlink"/>
            <w:noProof/>
          </w:rPr>
          <w:t>2.2.2</w:t>
        </w:r>
        <w:r w:rsidR="00751601">
          <w:rPr>
            <w:rFonts w:asciiTheme="minorHAnsi" w:eastAsiaTheme="minorEastAsia" w:hAnsiTheme="minorHAnsi" w:cstheme="minorBidi"/>
            <w:noProof/>
            <w:szCs w:val="24"/>
          </w:rPr>
          <w:tab/>
        </w:r>
        <w:r w:rsidR="00751601" w:rsidRPr="00D34116">
          <w:rPr>
            <w:rStyle w:val="Hyperlink"/>
            <w:noProof/>
          </w:rPr>
          <w:t>Constraints</w:t>
        </w:r>
        <w:r w:rsidR="00751601">
          <w:rPr>
            <w:noProof/>
            <w:webHidden/>
          </w:rPr>
          <w:tab/>
        </w:r>
        <w:r w:rsidR="00751601">
          <w:rPr>
            <w:noProof/>
            <w:webHidden/>
          </w:rPr>
          <w:fldChar w:fldCharType="begin"/>
        </w:r>
        <w:r w:rsidR="00751601">
          <w:rPr>
            <w:noProof/>
            <w:webHidden/>
          </w:rPr>
          <w:instrText xml:space="preserve"> PAGEREF _Toc7163750 \h </w:instrText>
        </w:r>
        <w:r w:rsidR="00751601">
          <w:rPr>
            <w:noProof/>
            <w:webHidden/>
          </w:rPr>
        </w:r>
        <w:r w:rsidR="00751601">
          <w:rPr>
            <w:noProof/>
            <w:webHidden/>
          </w:rPr>
          <w:fldChar w:fldCharType="separate"/>
        </w:r>
        <w:r w:rsidR="00751601">
          <w:rPr>
            <w:noProof/>
            <w:webHidden/>
          </w:rPr>
          <w:t>2</w:t>
        </w:r>
        <w:r w:rsidR="00751601">
          <w:rPr>
            <w:noProof/>
            <w:webHidden/>
          </w:rPr>
          <w:fldChar w:fldCharType="end"/>
        </w:r>
      </w:hyperlink>
    </w:p>
    <w:p w14:paraId="3F30C865" w14:textId="61A9E176" w:rsidR="00751601" w:rsidRDefault="00940C4C">
      <w:pPr>
        <w:pStyle w:val="TOC3"/>
        <w:tabs>
          <w:tab w:val="left" w:pos="1382"/>
        </w:tabs>
        <w:rPr>
          <w:rFonts w:asciiTheme="minorHAnsi" w:eastAsiaTheme="minorEastAsia" w:hAnsiTheme="minorHAnsi" w:cstheme="minorBidi"/>
          <w:noProof/>
          <w:szCs w:val="24"/>
        </w:rPr>
      </w:pPr>
      <w:hyperlink w:anchor="_Toc7163751" w:history="1">
        <w:r w:rsidR="00751601" w:rsidRPr="00D34116">
          <w:rPr>
            <w:rStyle w:val="Hyperlink"/>
            <w:noProof/>
          </w:rPr>
          <w:t>2.2.3</w:t>
        </w:r>
        <w:r w:rsidR="00751601">
          <w:rPr>
            <w:rFonts w:asciiTheme="minorHAnsi" w:eastAsiaTheme="minorEastAsia" w:hAnsiTheme="minorHAnsi" w:cstheme="minorBidi"/>
            <w:noProof/>
            <w:szCs w:val="24"/>
          </w:rPr>
          <w:tab/>
        </w:r>
        <w:r w:rsidR="00751601" w:rsidRPr="00D34116">
          <w:rPr>
            <w:rStyle w:val="Hyperlink"/>
            <w:noProof/>
          </w:rPr>
          <w:t>Risks</w:t>
        </w:r>
        <w:r w:rsidR="00751601">
          <w:rPr>
            <w:noProof/>
            <w:webHidden/>
          </w:rPr>
          <w:tab/>
        </w:r>
        <w:r w:rsidR="00751601">
          <w:rPr>
            <w:noProof/>
            <w:webHidden/>
          </w:rPr>
          <w:fldChar w:fldCharType="begin"/>
        </w:r>
        <w:r w:rsidR="00751601">
          <w:rPr>
            <w:noProof/>
            <w:webHidden/>
          </w:rPr>
          <w:instrText xml:space="preserve"> PAGEREF _Toc7163751 \h </w:instrText>
        </w:r>
        <w:r w:rsidR="00751601">
          <w:rPr>
            <w:noProof/>
            <w:webHidden/>
          </w:rPr>
        </w:r>
        <w:r w:rsidR="00751601">
          <w:rPr>
            <w:noProof/>
            <w:webHidden/>
          </w:rPr>
          <w:fldChar w:fldCharType="separate"/>
        </w:r>
        <w:r w:rsidR="00751601">
          <w:rPr>
            <w:noProof/>
            <w:webHidden/>
          </w:rPr>
          <w:t>3</w:t>
        </w:r>
        <w:r w:rsidR="00751601">
          <w:rPr>
            <w:noProof/>
            <w:webHidden/>
          </w:rPr>
          <w:fldChar w:fldCharType="end"/>
        </w:r>
      </w:hyperlink>
    </w:p>
    <w:p w14:paraId="4D84A20F" w14:textId="60529991" w:rsidR="00751601" w:rsidRDefault="00940C4C">
      <w:pPr>
        <w:pStyle w:val="TOC2"/>
        <w:rPr>
          <w:rFonts w:asciiTheme="minorHAnsi" w:eastAsiaTheme="minorEastAsia" w:hAnsiTheme="minorHAnsi" w:cstheme="minorBidi"/>
          <w:szCs w:val="24"/>
        </w:rPr>
      </w:pPr>
      <w:hyperlink w:anchor="_Toc7163752" w:history="1">
        <w:r w:rsidR="00751601" w:rsidRPr="00D34116">
          <w:rPr>
            <w:rStyle w:val="Hyperlink"/>
          </w:rPr>
          <w:t>2.3</w:t>
        </w:r>
        <w:r w:rsidR="00751601">
          <w:rPr>
            <w:rFonts w:asciiTheme="minorHAnsi" w:eastAsiaTheme="minorEastAsia" w:hAnsiTheme="minorHAnsi" w:cstheme="minorBidi"/>
            <w:szCs w:val="24"/>
          </w:rPr>
          <w:tab/>
        </w:r>
        <w:r w:rsidR="00751601" w:rsidRPr="00D34116">
          <w:rPr>
            <w:rStyle w:val="Hyperlink"/>
          </w:rPr>
          <w:t>Alignment with Federal Enterprise Architecture</w:t>
        </w:r>
        <w:r w:rsidR="00751601">
          <w:rPr>
            <w:webHidden/>
          </w:rPr>
          <w:tab/>
        </w:r>
        <w:r w:rsidR="00751601">
          <w:rPr>
            <w:webHidden/>
          </w:rPr>
          <w:fldChar w:fldCharType="begin"/>
        </w:r>
        <w:r w:rsidR="00751601">
          <w:rPr>
            <w:webHidden/>
          </w:rPr>
          <w:instrText xml:space="preserve"> PAGEREF _Toc7163752 \h </w:instrText>
        </w:r>
        <w:r w:rsidR="00751601">
          <w:rPr>
            <w:webHidden/>
          </w:rPr>
        </w:r>
        <w:r w:rsidR="00751601">
          <w:rPr>
            <w:webHidden/>
          </w:rPr>
          <w:fldChar w:fldCharType="separate"/>
        </w:r>
        <w:r w:rsidR="00751601">
          <w:rPr>
            <w:webHidden/>
          </w:rPr>
          <w:t>3</w:t>
        </w:r>
        <w:r w:rsidR="00751601">
          <w:rPr>
            <w:webHidden/>
          </w:rPr>
          <w:fldChar w:fldCharType="end"/>
        </w:r>
      </w:hyperlink>
    </w:p>
    <w:p w14:paraId="7449EB58" w14:textId="11F4D311" w:rsidR="00751601" w:rsidRDefault="00940C4C">
      <w:pPr>
        <w:pStyle w:val="TOC1"/>
        <w:rPr>
          <w:rFonts w:asciiTheme="minorHAnsi" w:eastAsiaTheme="minorEastAsia" w:hAnsiTheme="minorHAnsi" w:cstheme="minorBidi"/>
          <w:b w:val="0"/>
          <w:szCs w:val="24"/>
        </w:rPr>
      </w:pPr>
      <w:hyperlink w:anchor="_Toc7163753" w:history="1">
        <w:r w:rsidR="00751601" w:rsidRPr="00D34116">
          <w:rPr>
            <w:rStyle w:val="Hyperlink"/>
          </w:rPr>
          <w:t>3.</w:t>
        </w:r>
        <w:r w:rsidR="00751601">
          <w:rPr>
            <w:rFonts w:asciiTheme="minorHAnsi" w:eastAsiaTheme="minorEastAsia" w:hAnsiTheme="minorHAnsi" w:cstheme="minorBidi"/>
            <w:b w:val="0"/>
            <w:szCs w:val="24"/>
          </w:rPr>
          <w:tab/>
        </w:r>
        <w:r w:rsidR="00751601" w:rsidRPr="00D34116">
          <w:rPr>
            <w:rStyle w:val="Hyperlink"/>
          </w:rPr>
          <w:t>Design Considerations</w:t>
        </w:r>
        <w:r w:rsidR="00751601">
          <w:rPr>
            <w:webHidden/>
          </w:rPr>
          <w:tab/>
        </w:r>
        <w:r w:rsidR="00751601">
          <w:rPr>
            <w:webHidden/>
          </w:rPr>
          <w:fldChar w:fldCharType="begin"/>
        </w:r>
        <w:r w:rsidR="00751601">
          <w:rPr>
            <w:webHidden/>
          </w:rPr>
          <w:instrText xml:space="preserve"> PAGEREF _Toc7163753 \h </w:instrText>
        </w:r>
        <w:r w:rsidR="00751601">
          <w:rPr>
            <w:webHidden/>
          </w:rPr>
        </w:r>
        <w:r w:rsidR="00751601">
          <w:rPr>
            <w:webHidden/>
          </w:rPr>
          <w:fldChar w:fldCharType="separate"/>
        </w:r>
        <w:r w:rsidR="00751601">
          <w:rPr>
            <w:webHidden/>
          </w:rPr>
          <w:t>4</w:t>
        </w:r>
        <w:r w:rsidR="00751601">
          <w:rPr>
            <w:webHidden/>
          </w:rPr>
          <w:fldChar w:fldCharType="end"/>
        </w:r>
      </w:hyperlink>
    </w:p>
    <w:p w14:paraId="52D67D43" w14:textId="55AFC20E" w:rsidR="00751601" w:rsidRDefault="00940C4C">
      <w:pPr>
        <w:pStyle w:val="TOC2"/>
        <w:rPr>
          <w:rFonts w:asciiTheme="minorHAnsi" w:eastAsiaTheme="minorEastAsia" w:hAnsiTheme="minorHAnsi" w:cstheme="minorBidi"/>
          <w:szCs w:val="24"/>
        </w:rPr>
      </w:pPr>
      <w:hyperlink w:anchor="_Toc7163754" w:history="1">
        <w:r w:rsidR="00751601" w:rsidRPr="00D34116">
          <w:rPr>
            <w:rStyle w:val="Hyperlink"/>
          </w:rPr>
          <w:t>3.1</w:t>
        </w:r>
        <w:r w:rsidR="00751601">
          <w:rPr>
            <w:rFonts w:asciiTheme="minorHAnsi" w:eastAsiaTheme="minorEastAsia" w:hAnsiTheme="minorHAnsi" w:cstheme="minorBidi"/>
            <w:szCs w:val="24"/>
          </w:rPr>
          <w:tab/>
        </w:r>
        <w:r w:rsidR="00751601" w:rsidRPr="00D34116">
          <w:rPr>
            <w:rStyle w:val="Hyperlink"/>
          </w:rPr>
          <w:t>Goals and Guidelines</w:t>
        </w:r>
        <w:r w:rsidR="00751601">
          <w:rPr>
            <w:webHidden/>
          </w:rPr>
          <w:tab/>
        </w:r>
        <w:r w:rsidR="00751601">
          <w:rPr>
            <w:webHidden/>
          </w:rPr>
          <w:fldChar w:fldCharType="begin"/>
        </w:r>
        <w:r w:rsidR="00751601">
          <w:rPr>
            <w:webHidden/>
          </w:rPr>
          <w:instrText xml:space="preserve"> PAGEREF _Toc7163754 \h </w:instrText>
        </w:r>
        <w:r w:rsidR="00751601">
          <w:rPr>
            <w:webHidden/>
          </w:rPr>
        </w:r>
        <w:r w:rsidR="00751601">
          <w:rPr>
            <w:webHidden/>
          </w:rPr>
          <w:fldChar w:fldCharType="separate"/>
        </w:r>
        <w:r w:rsidR="00751601">
          <w:rPr>
            <w:webHidden/>
          </w:rPr>
          <w:t>4</w:t>
        </w:r>
        <w:r w:rsidR="00751601">
          <w:rPr>
            <w:webHidden/>
          </w:rPr>
          <w:fldChar w:fldCharType="end"/>
        </w:r>
      </w:hyperlink>
    </w:p>
    <w:p w14:paraId="09905B92" w14:textId="357C8B40" w:rsidR="00751601" w:rsidRDefault="00940C4C">
      <w:pPr>
        <w:pStyle w:val="TOC2"/>
        <w:rPr>
          <w:rFonts w:asciiTheme="minorHAnsi" w:eastAsiaTheme="minorEastAsia" w:hAnsiTheme="minorHAnsi" w:cstheme="minorBidi"/>
          <w:szCs w:val="24"/>
        </w:rPr>
      </w:pPr>
      <w:hyperlink w:anchor="_Toc7163755" w:history="1">
        <w:r w:rsidR="00751601" w:rsidRPr="00D34116">
          <w:rPr>
            <w:rStyle w:val="Hyperlink"/>
          </w:rPr>
          <w:t>3.2</w:t>
        </w:r>
        <w:r w:rsidR="00751601">
          <w:rPr>
            <w:rFonts w:asciiTheme="minorHAnsi" w:eastAsiaTheme="minorEastAsia" w:hAnsiTheme="minorHAnsi" w:cstheme="minorBidi"/>
            <w:szCs w:val="24"/>
          </w:rPr>
          <w:tab/>
        </w:r>
        <w:r w:rsidR="00751601" w:rsidRPr="00D34116">
          <w:rPr>
            <w:rStyle w:val="Hyperlink"/>
          </w:rPr>
          <w:t>Development Methods &amp; Contingencies</w:t>
        </w:r>
        <w:r w:rsidR="00751601">
          <w:rPr>
            <w:webHidden/>
          </w:rPr>
          <w:tab/>
        </w:r>
        <w:r w:rsidR="00751601">
          <w:rPr>
            <w:webHidden/>
          </w:rPr>
          <w:fldChar w:fldCharType="begin"/>
        </w:r>
        <w:r w:rsidR="00751601">
          <w:rPr>
            <w:webHidden/>
          </w:rPr>
          <w:instrText xml:space="preserve"> PAGEREF _Toc7163755 \h </w:instrText>
        </w:r>
        <w:r w:rsidR="00751601">
          <w:rPr>
            <w:webHidden/>
          </w:rPr>
        </w:r>
        <w:r w:rsidR="00751601">
          <w:rPr>
            <w:webHidden/>
          </w:rPr>
          <w:fldChar w:fldCharType="separate"/>
        </w:r>
        <w:r w:rsidR="00751601">
          <w:rPr>
            <w:webHidden/>
          </w:rPr>
          <w:t>4</w:t>
        </w:r>
        <w:r w:rsidR="00751601">
          <w:rPr>
            <w:webHidden/>
          </w:rPr>
          <w:fldChar w:fldCharType="end"/>
        </w:r>
      </w:hyperlink>
    </w:p>
    <w:p w14:paraId="0215968E" w14:textId="55714D36" w:rsidR="00751601" w:rsidRDefault="00940C4C">
      <w:pPr>
        <w:pStyle w:val="TOC2"/>
        <w:rPr>
          <w:rFonts w:asciiTheme="minorHAnsi" w:eastAsiaTheme="minorEastAsia" w:hAnsiTheme="minorHAnsi" w:cstheme="minorBidi"/>
          <w:szCs w:val="24"/>
        </w:rPr>
      </w:pPr>
      <w:hyperlink w:anchor="_Toc7163756" w:history="1">
        <w:r w:rsidR="00751601" w:rsidRPr="00D34116">
          <w:rPr>
            <w:rStyle w:val="Hyperlink"/>
          </w:rPr>
          <w:t>3.3</w:t>
        </w:r>
        <w:r w:rsidR="00751601">
          <w:rPr>
            <w:rFonts w:asciiTheme="minorHAnsi" w:eastAsiaTheme="minorEastAsia" w:hAnsiTheme="minorHAnsi" w:cstheme="minorBidi"/>
            <w:szCs w:val="24"/>
          </w:rPr>
          <w:tab/>
        </w:r>
        <w:r w:rsidR="00751601" w:rsidRPr="00D34116">
          <w:rPr>
            <w:rStyle w:val="Hyperlink"/>
          </w:rPr>
          <w:t>Architectural Strategies</w:t>
        </w:r>
        <w:r w:rsidR="00751601">
          <w:rPr>
            <w:webHidden/>
          </w:rPr>
          <w:tab/>
        </w:r>
        <w:r w:rsidR="00751601">
          <w:rPr>
            <w:webHidden/>
          </w:rPr>
          <w:fldChar w:fldCharType="begin"/>
        </w:r>
        <w:r w:rsidR="00751601">
          <w:rPr>
            <w:webHidden/>
          </w:rPr>
          <w:instrText xml:space="preserve"> PAGEREF _Toc7163756 \h </w:instrText>
        </w:r>
        <w:r w:rsidR="00751601">
          <w:rPr>
            <w:webHidden/>
          </w:rPr>
        </w:r>
        <w:r w:rsidR="00751601">
          <w:rPr>
            <w:webHidden/>
          </w:rPr>
          <w:fldChar w:fldCharType="separate"/>
        </w:r>
        <w:r w:rsidR="00751601">
          <w:rPr>
            <w:webHidden/>
          </w:rPr>
          <w:t>4</w:t>
        </w:r>
        <w:r w:rsidR="00751601">
          <w:rPr>
            <w:webHidden/>
          </w:rPr>
          <w:fldChar w:fldCharType="end"/>
        </w:r>
      </w:hyperlink>
    </w:p>
    <w:p w14:paraId="113D8700" w14:textId="637AC762" w:rsidR="00751601" w:rsidRDefault="00940C4C">
      <w:pPr>
        <w:pStyle w:val="TOC2"/>
        <w:rPr>
          <w:rFonts w:asciiTheme="minorHAnsi" w:eastAsiaTheme="minorEastAsia" w:hAnsiTheme="minorHAnsi" w:cstheme="minorBidi"/>
          <w:szCs w:val="24"/>
        </w:rPr>
      </w:pPr>
      <w:hyperlink w:anchor="_Toc7163757" w:history="1">
        <w:r w:rsidR="00751601" w:rsidRPr="00D34116">
          <w:rPr>
            <w:rStyle w:val="Hyperlink"/>
          </w:rPr>
          <w:t>3.4</w:t>
        </w:r>
        <w:r w:rsidR="00751601">
          <w:rPr>
            <w:rFonts w:asciiTheme="minorHAnsi" w:eastAsiaTheme="minorEastAsia" w:hAnsiTheme="minorHAnsi" w:cstheme="minorBidi"/>
            <w:szCs w:val="24"/>
          </w:rPr>
          <w:tab/>
        </w:r>
        <w:r w:rsidR="00751601" w:rsidRPr="00D34116">
          <w:rPr>
            <w:rStyle w:val="Hyperlink"/>
          </w:rPr>
          <w:t>Performance Engineering</w:t>
        </w:r>
        <w:r w:rsidR="00751601">
          <w:rPr>
            <w:webHidden/>
          </w:rPr>
          <w:tab/>
        </w:r>
        <w:r w:rsidR="00751601">
          <w:rPr>
            <w:webHidden/>
          </w:rPr>
          <w:fldChar w:fldCharType="begin"/>
        </w:r>
        <w:r w:rsidR="00751601">
          <w:rPr>
            <w:webHidden/>
          </w:rPr>
          <w:instrText xml:space="preserve"> PAGEREF _Toc7163757 \h </w:instrText>
        </w:r>
        <w:r w:rsidR="00751601">
          <w:rPr>
            <w:webHidden/>
          </w:rPr>
        </w:r>
        <w:r w:rsidR="00751601">
          <w:rPr>
            <w:webHidden/>
          </w:rPr>
          <w:fldChar w:fldCharType="separate"/>
        </w:r>
        <w:r w:rsidR="00751601">
          <w:rPr>
            <w:webHidden/>
          </w:rPr>
          <w:t>5</w:t>
        </w:r>
        <w:r w:rsidR="00751601">
          <w:rPr>
            <w:webHidden/>
          </w:rPr>
          <w:fldChar w:fldCharType="end"/>
        </w:r>
      </w:hyperlink>
    </w:p>
    <w:p w14:paraId="0070D470" w14:textId="387EED1E" w:rsidR="00751601" w:rsidRDefault="00940C4C">
      <w:pPr>
        <w:pStyle w:val="TOC1"/>
        <w:rPr>
          <w:rFonts w:asciiTheme="minorHAnsi" w:eastAsiaTheme="minorEastAsia" w:hAnsiTheme="minorHAnsi" w:cstheme="minorBidi"/>
          <w:b w:val="0"/>
          <w:szCs w:val="24"/>
        </w:rPr>
      </w:pPr>
      <w:hyperlink w:anchor="_Toc7163758" w:history="1">
        <w:r w:rsidR="00751601" w:rsidRPr="00D34116">
          <w:rPr>
            <w:rStyle w:val="Hyperlink"/>
          </w:rPr>
          <w:t>4.</w:t>
        </w:r>
        <w:r w:rsidR="00751601">
          <w:rPr>
            <w:rFonts w:asciiTheme="minorHAnsi" w:eastAsiaTheme="minorEastAsia" w:hAnsiTheme="minorHAnsi" w:cstheme="minorBidi"/>
            <w:b w:val="0"/>
            <w:szCs w:val="24"/>
          </w:rPr>
          <w:tab/>
        </w:r>
        <w:r w:rsidR="00751601" w:rsidRPr="00D34116">
          <w:rPr>
            <w:rStyle w:val="Hyperlink"/>
          </w:rPr>
          <w:t>System Architecture and Architecture Design</w:t>
        </w:r>
        <w:r w:rsidR="00751601">
          <w:rPr>
            <w:webHidden/>
          </w:rPr>
          <w:tab/>
        </w:r>
        <w:r w:rsidR="00751601">
          <w:rPr>
            <w:webHidden/>
          </w:rPr>
          <w:fldChar w:fldCharType="begin"/>
        </w:r>
        <w:r w:rsidR="00751601">
          <w:rPr>
            <w:webHidden/>
          </w:rPr>
          <w:instrText xml:space="preserve"> PAGEREF _Toc7163758 \h </w:instrText>
        </w:r>
        <w:r w:rsidR="00751601">
          <w:rPr>
            <w:webHidden/>
          </w:rPr>
        </w:r>
        <w:r w:rsidR="00751601">
          <w:rPr>
            <w:webHidden/>
          </w:rPr>
          <w:fldChar w:fldCharType="separate"/>
        </w:r>
        <w:r w:rsidR="00751601">
          <w:rPr>
            <w:webHidden/>
          </w:rPr>
          <w:t>6</w:t>
        </w:r>
        <w:r w:rsidR="00751601">
          <w:rPr>
            <w:webHidden/>
          </w:rPr>
          <w:fldChar w:fldCharType="end"/>
        </w:r>
      </w:hyperlink>
    </w:p>
    <w:p w14:paraId="0392711B" w14:textId="04F5D2E7" w:rsidR="00751601" w:rsidRDefault="00940C4C">
      <w:pPr>
        <w:pStyle w:val="TOC2"/>
        <w:rPr>
          <w:rFonts w:asciiTheme="minorHAnsi" w:eastAsiaTheme="minorEastAsia" w:hAnsiTheme="minorHAnsi" w:cstheme="minorBidi"/>
          <w:szCs w:val="24"/>
        </w:rPr>
      </w:pPr>
      <w:hyperlink w:anchor="_Toc7163759" w:history="1">
        <w:r w:rsidR="00751601" w:rsidRPr="00D34116">
          <w:rPr>
            <w:rStyle w:val="Hyperlink"/>
          </w:rPr>
          <w:t>4.1</w:t>
        </w:r>
        <w:r w:rsidR="00751601">
          <w:rPr>
            <w:rFonts w:asciiTheme="minorHAnsi" w:eastAsiaTheme="minorEastAsia" w:hAnsiTheme="minorHAnsi" w:cstheme="minorBidi"/>
            <w:szCs w:val="24"/>
          </w:rPr>
          <w:tab/>
        </w:r>
        <w:r w:rsidR="00751601" w:rsidRPr="00D34116">
          <w:rPr>
            <w:rStyle w:val="Hyperlink"/>
          </w:rPr>
          <w:t>Logical View</w:t>
        </w:r>
        <w:r w:rsidR="00751601">
          <w:rPr>
            <w:webHidden/>
          </w:rPr>
          <w:tab/>
        </w:r>
        <w:r w:rsidR="00751601">
          <w:rPr>
            <w:webHidden/>
          </w:rPr>
          <w:fldChar w:fldCharType="begin"/>
        </w:r>
        <w:r w:rsidR="00751601">
          <w:rPr>
            <w:webHidden/>
          </w:rPr>
          <w:instrText xml:space="preserve"> PAGEREF _Toc7163759 \h </w:instrText>
        </w:r>
        <w:r w:rsidR="00751601">
          <w:rPr>
            <w:webHidden/>
          </w:rPr>
        </w:r>
        <w:r w:rsidR="00751601">
          <w:rPr>
            <w:webHidden/>
          </w:rPr>
          <w:fldChar w:fldCharType="separate"/>
        </w:r>
        <w:r w:rsidR="00751601">
          <w:rPr>
            <w:webHidden/>
          </w:rPr>
          <w:t>6</w:t>
        </w:r>
        <w:r w:rsidR="00751601">
          <w:rPr>
            <w:webHidden/>
          </w:rPr>
          <w:fldChar w:fldCharType="end"/>
        </w:r>
      </w:hyperlink>
    </w:p>
    <w:p w14:paraId="2409D6ED" w14:textId="46F5FF58" w:rsidR="00751601" w:rsidRDefault="00940C4C">
      <w:pPr>
        <w:pStyle w:val="TOC2"/>
        <w:rPr>
          <w:rFonts w:asciiTheme="minorHAnsi" w:eastAsiaTheme="minorEastAsia" w:hAnsiTheme="minorHAnsi" w:cstheme="minorBidi"/>
          <w:szCs w:val="24"/>
        </w:rPr>
      </w:pPr>
      <w:hyperlink w:anchor="_Toc7163760" w:history="1">
        <w:r w:rsidR="00751601" w:rsidRPr="00D34116">
          <w:rPr>
            <w:rStyle w:val="Hyperlink"/>
          </w:rPr>
          <w:t>4.2</w:t>
        </w:r>
        <w:r w:rsidR="00751601">
          <w:rPr>
            <w:rFonts w:asciiTheme="minorHAnsi" w:eastAsiaTheme="minorEastAsia" w:hAnsiTheme="minorHAnsi" w:cstheme="minorBidi"/>
            <w:szCs w:val="24"/>
          </w:rPr>
          <w:tab/>
        </w:r>
        <w:r w:rsidR="00751601" w:rsidRPr="00D34116">
          <w:rPr>
            <w:rStyle w:val="Hyperlink"/>
          </w:rPr>
          <w:t>Hardware Architecture</w:t>
        </w:r>
        <w:r w:rsidR="00751601">
          <w:rPr>
            <w:webHidden/>
          </w:rPr>
          <w:tab/>
        </w:r>
        <w:r w:rsidR="00751601">
          <w:rPr>
            <w:webHidden/>
          </w:rPr>
          <w:fldChar w:fldCharType="begin"/>
        </w:r>
        <w:r w:rsidR="00751601">
          <w:rPr>
            <w:webHidden/>
          </w:rPr>
          <w:instrText xml:space="preserve"> PAGEREF _Toc7163760 \h </w:instrText>
        </w:r>
        <w:r w:rsidR="00751601">
          <w:rPr>
            <w:webHidden/>
          </w:rPr>
        </w:r>
        <w:r w:rsidR="00751601">
          <w:rPr>
            <w:webHidden/>
          </w:rPr>
          <w:fldChar w:fldCharType="separate"/>
        </w:r>
        <w:r w:rsidR="00751601">
          <w:rPr>
            <w:webHidden/>
          </w:rPr>
          <w:t>6</w:t>
        </w:r>
        <w:r w:rsidR="00751601">
          <w:rPr>
            <w:webHidden/>
          </w:rPr>
          <w:fldChar w:fldCharType="end"/>
        </w:r>
      </w:hyperlink>
    </w:p>
    <w:p w14:paraId="28871753" w14:textId="4F88A575" w:rsidR="00751601" w:rsidRDefault="00940C4C">
      <w:pPr>
        <w:pStyle w:val="TOC3"/>
        <w:tabs>
          <w:tab w:val="left" w:pos="1382"/>
        </w:tabs>
        <w:rPr>
          <w:rFonts w:asciiTheme="minorHAnsi" w:eastAsiaTheme="minorEastAsia" w:hAnsiTheme="minorHAnsi" w:cstheme="minorBidi"/>
          <w:noProof/>
          <w:szCs w:val="24"/>
        </w:rPr>
      </w:pPr>
      <w:hyperlink w:anchor="_Toc7163761" w:history="1">
        <w:r w:rsidR="00751601" w:rsidRPr="00D34116">
          <w:rPr>
            <w:rStyle w:val="Hyperlink"/>
            <w:noProof/>
          </w:rPr>
          <w:t>4.2.1</w:t>
        </w:r>
        <w:r w:rsidR="00751601">
          <w:rPr>
            <w:rFonts w:asciiTheme="minorHAnsi" w:eastAsiaTheme="minorEastAsia" w:hAnsiTheme="minorHAnsi" w:cstheme="minorBidi"/>
            <w:noProof/>
            <w:szCs w:val="24"/>
          </w:rPr>
          <w:tab/>
        </w:r>
        <w:r w:rsidR="00751601" w:rsidRPr="00D34116">
          <w:rPr>
            <w:rStyle w:val="Hyperlink"/>
            <w:noProof/>
          </w:rPr>
          <w:t>Security Hardware Architecture</w:t>
        </w:r>
        <w:r w:rsidR="00751601">
          <w:rPr>
            <w:noProof/>
            <w:webHidden/>
          </w:rPr>
          <w:tab/>
        </w:r>
        <w:r w:rsidR="00751601">
          <w:rPr>
            <w:noProof/>
            <w:webHidden/>
          </w:rPr>
          <w:fldChar w:fldCharType="begin"/>
        </w:r>
        <w:r w:rsidR="00751601">
          <w:rPr>
            <w:noProof/>
            <w:webHidden/>
          </w:rPr>
          <w:instrText xml:space="preserve"> PAGEREF _Toc7163761 \h </w:instrText>
        </w:r>
        <w:r w:rsidR="00751601">
          <w:rPr>
            <w:noProof/>
            <w:webHidden/>
          </w:rPr>
        </w:r>
        <w:r w:rsidR="00751601">
          <w:rPr>
            <w:noProof/>
            <w:webHidden/>
          </w:rPr>
          <w:fldChar w:fldCharType="separate"/>
        </w:r>
        <w:r w:rsidR="00751601">
          <w:rPr>
            <w:noProof/>
            <w:webHidden/>
          </w:rPr>
          <w:t>6</w:t>
        </w:r>
        <w:r w:rsidR="00751601">
          <w:rPr>
            <w:noProof/>
            <w:webHidden/>
          </w:rPr>
          <w:fldChar w:fldCharType="end"/>
        </w:r>
      </w:hyperlink>
    </w:p>
    <w:p w14:paraId="6196A1CE" w14:textId="0DA5EDAC" w:rsidR="00751601" w:rsidRDefault="00940C4C">
      <w:pPr>
        <w:pStyle w:val="TOC3"/>
        <w:tabs>
          <w:tab w:val="left" w:pos="1382"/>
        </w:tabs>
        <w:rPr>
          <w:rFonts w:asciiTheme="minorHAnsi" w:eastAsiaTheme="minorEastAsia" w:hAnsiTheme="minorHAnsi" w:cstheme="minorBidi"/>
          <w:noProof/>
          <w:szCs w:val="24"/>
        </w:rPr>
      </w:pPr>
      <w:hyperlink w:anchor="_Toc7163762" w:history="1">
        <w:r w:rsidR="00751601" w:rsidRPr="00D34116">
          <w:rPr>
            <w:rStyle w:val="Hyperlink"/>
            <w:noProof/>
          </w:rPr>
          <w:t>4.2.2</w:t>
        </w:r>
        <w:r w:rsidR="00751601">
          <w:rPr>
            <w:rFonts w:asciiTheme="minorHAnsi" w:eastAsiaTheme="minorEastAsia" w:hAnsiTheme="minorHAnsi" w:cstheme="minorBidi"/>
            <w:noProof/>
            <w:szCs w:val="24"/>
          </w:rPr>
          <w:tab/>
        </w:r>
        <w:r w:rsidR="00751601" w:rsidRPr="00D34116">
          <w:rPr>
            <w:rStyle w:val="Hyperlink"/>
            <w:noProof/>
          </w:rPr>
          <w:t>Performance Hardware Architecture</w:t>
        </w:r>
        <w:r w:rsidR="00751601">
          <w:rPr>
            <w:noProof/>
            <w:webHidden/>
          </w:rPr>
          <w:tab/>
        </w:r>
        <w:r w:rsidR="00751601">
          <w:rPr>
            <w:noProof/>
            <w:webHidden/>
          </w:rPr>
          <w:fldChar w:fldCharType="begin"/>
        </w:r>
        <w:r w:rsidR="00751601">
          <w:rPr>
            <w:noProof/>
            <w:webHidden/>
          </w:rPr>
          <w:instrText xml:space="preserve"> PAGEREF _Toc7163762 \h </w:instrText>
        </w:r>
        <w:r w:rsidR="00751601">
          <w:rPr>
            <w:noProof/>
            <w:webHidden/>
          </w:rPr>
        </w:r>
        <w:r w:rsidR="00751601">
          <w:rPr>
            <w:noProof/>
            <w:webHidden/>
          </w:rPr>
          <w:fldChar w:fldCharType="separate"/>
        </w:r>
        <w:r w:rsidR="00751601">
          <w:rPr>
            <w:noProof/>
            <w:webHidden/>
          </w:rPr>
          <w:t>7</w:t>
        </w:r>
        <w:r w:rsidR="00751601">
          <w:rPr>
            <w:noProof/>
            <w:webHidden/>
          </w:rPr>
          <w:fldChar w:fldCharType="end"/>
        </w:r>
      </w:hyperlink>
    </w:p>
    <w:p w14:paraId="6ACA4B70" w14:textId="6911809A" w:rsidR="00751601" w:rsidRDefault="00940C4C">
      <w:pPr>
        <w:pStyle w:val="TOC2"/>
        <w:rPr>
          <w:rFonts w:asciiTheme="minorHAnsi" w:eastAsiaTheme="minorEastAsia" w:hAnsiTheme="minorHAnsi" w:cstheme="minorBidi"/>
          <w:szCs w:val="24"/>
        </w:rPr>
      </w:pPr>
      <w:hyperlink w:anchor="_Toc7163763" w:history="1">
        <w:r w:rsidR="00751601" w:rsidRPr="00D34116">
          <w:rPr>
            <w:rStyle w:val="Hyperlink"/>
          </w:rPr>
          <w:t>4.3</w:t>
        </w:r>
        <w:r w:rsidR="00751601">
          <w:rPr>
            <w:rFonts w:asciiTheme="minorHAnsi" w:eastAsiaTheme="minorEastAsia" w:hAnsiTheme="minorHAnsi" w:cstheme="minorBidi"/>
            <w:szCs w:val="24"/>
          </w:rPr>
          <w:tab/>
        </w:r>
        <w:r w:rsidR="00751601" w:rsidRPr="00D34116">
          <w:rPr>
            <w:rStyle w:val="Hyperlink"/>
          </w:rPr>
          <w:t>Software Architecture</w:t>
        </w:r>
        <w:r w:rsidR="00751601">
          <w:rPr>
            <w:webHidden/>
          </w:rPr>
          <w:tab/>
        </w:r>
        <w:r w:rsidR="00751601">
          <w:rPr>
            <w:webHidden/>
          </w:rPr>
          <w:fldChar w:fldCharType="begin"/>
        </w:r>
        <w:r w:rsidR="00751601">
          <w:rPr>
            <w:webHidden/>
          </w:rPr>
          <w:instrText xml:space="preserve"> PAGEREF _Toc7163763 \h </w:instrText>
        </w:r>
        <w:r w:rsidR="00751601">
          <w:rPr>
            <w:webHidden/>
          </w:rPr>
        </w:r>
        <w:r w:rsidR="00751601">
          <w:rPr>
            <w:webHidden/>
          </w:rPr>
          <w:fldChar w:fldCharType="separate"/>
        </w:r>
        <w:r w:rsidR="00751601">
          <w:rPr>
            <w:webHidden/>
          </w:rPr>
          <w:t>7</w:t>
        </w:r>
        <w:r w:rsidR="00751601">
          <w:rPr>
            <w:webHidden/>
          </w:rPr>
          <w:fldChar w:fldCharType="end"/>
        </w:r>
      </w:hyperlink>
    </w:p>
    <w:p w14:paraId="6DBD09E9" w14:textId="492B1D0E" w:rsidR="00751601" w:rsidRDefault="00940C4C">
      <w:pPr>
        <w:pStyle w:val="TOC3"/>
        <w:tabs>
          <w:tab w:val="left" w:pos="1382"/>
        </w:tabs>
        <w:rPr>
          <w:rFonts w:asciiTheme="minorHAnsi" w:eastAsiaTheme="minorEastAsia" w:hAnsiTheme="minorHAnsi" w:cstheme="minorBidi"/>
          <w:noProof/>
          <w:szCs w:val="24"/>
        </w:rPr>
      </w:pPr>
      <w:hyperlink w:anchor="_Toc7163764" w:history="1">
        <w:r w:rsidR="00751601" w:rsidRPr="00D34116">
          <w:rPr>
            <w:rStyle w:val="Hyperlink"/>
            <w:noProof/>
          </w:rPr>
          <w:t>4.3.1</w:t>
        </w:r>
        <w:r w:rsidR="00751601">
          <w:rPr>
            <w:rFonts w:asciiTheme="minorHAnsi" w:eastAsiaTheme="minorEastAsia" w:hAnsiTheme="minorHAnsi" w:cstheme="minorBidi"/>
            <w:noProof/>
            <w:szCs w:val="24"/>
          </w:rPr>
          <w:tab/>
        </w:r>
        <w:r w:rsidR="00751601" w:rsidRPr="00D34116">
          <w:rPr>
            <w:rStyle w:val="Hyperlink"/>
            <w:noProof/>
          </w:rPr>
          <w:t>Security Software Architecture</w:t>
        </w:r>
        <w:r w:rsidR="00751601">
          <w:rPr>
            <w:noProof/>
            <w:webHidden/>
          </w:rPr>
          <w:tab/>
        </w:r>
        <w:r w:rsidR="00751601">
          <w:rPr>
            <w:noProof/>
            <w:webHidden/>
          </w:rPr>
          <w:fldChar w:fldCharType="begin"/>
        </w:r>
        <w:r w:rsidR="00751601">
          <w:rPr>
            <w:noProof/>
            <w:webHidden/>
          </w:rPr>
          <w:instrText xml:space="preserve"> PAGEREF _Toc7163764 \h </w:instrText>
        </w:r>
        <w:r w:rsidR="00751601">
          <w:rPr>
            <w:noProof/>
            <w:webHidden/>
          </w:rPr>
        </w:r>
        <w:r w:rsidR="00751601">
          <w:rPr>
            <w:noProof/>
            <w:webHidden/>
          </w:rPr>
          <w:fldChar w:fldCharType="separate"/>
        </w:r>
        <w:r w:rsidR="00751601">
          <w:rPr>
            <w:noProof/>
            <w:webHidden/>
          </w:rPr>
          <w:t>8</w:t>
        </w:r>
        <w:r w:rsidR="00751601">
          <w:rPr>
            <w:noProof/>
            <w:webHidden/>
          </w:rPr>
          <w:fldChar w:fldCharType="end"/>
        </w:r>
      </w:hyperlink>
    </w:p>
    <w:p w14:paraId="08322429" w14:textId="75DF23B4" w:rsidR="00751601" w:rsidRDefault="00940C4C">
      <w:pPr>
        <w:pStyle w:val="TOC3"/>
        <w:tabs>
          <w:tab w:val="left" w:pos="1382"/>
        </w:tabs>
        <w:rPr>
          <w:rFonts w:asciiTheme="minorHAnsi" w:eastAsiaTheme="minorEastAsia" w:hAnsiTheme="minorHAnsi" w:cstheme="minorBidi"/>
          <w:noProof/>
          <w:szCs w:val="24"/>
        </w:rPr>
      </w:pPr>
      <w:hyperlink w:anchor="_Toc7163765" w:history="1">
        <w:r w:rsidR="00751601" w:rsidRPr="00D34116">
          <w:rPr>
            <w:rStyle w:val="Hyperlink"/>
            <w:noProof/>
          </w:rPr>
          <w:t>4.3.2</w:t>
        </w:r>
        <w:r w:rsidR="00751601">
          <w:rPr>
            <w:rFonts w:asciiTheme="minorHAnsi" w:eastAsiaTheme="minorEastAsia" w:hAnsiTheme="minorHAnsi" w:cstheme="minorBidi"/>
            <w:noProof/>
            <w:szCs w:val="24"/>
          </w:rPr>
          <w:tab/>
        </w:r>
        <w:r w:rsidR="00751601" w:rsidRPr="00D34116">
          <w:rPr>
            <w:rStyle w:val="Hyperlink"/>
            <w:noProof/>
          </w:rPr>
          <w:t>Performance Software Architecture</w:t>
        </w:r>
        <w:r w:rsidR="00751601">
          <w:rPr>
            <w:noProof/>
            <w:webHidden/>
          </w:rPr>
          <w:tab/>
        </w:r>
        <w:r w:rsidR="00751601">
          <w:rPr>
            <w:noProof/>
            <w:webHidden/>
          </w:rPr>
          <w:fldChar w:fldCharType="begin"/>
        </w:r>
        <w:r w:rsidR="00751601">
          <w:rPr>
            <w:noProof/>
            <w:webHidden/>
          </w:rPr>
          <w:instrText xml:space="preserve"> PAGEREF _Toc7163765 \h </w:instrText>
        </w:r>
        <w:r w:rsidR="00751601">
          <w:rPr>
            <w:noProof/>
            <w:webHidden/>
          </w:rPr>
        </w:r>
        <w:r w:rsidR="00751601">
          <w:rPr>
            <w:noProof/>
            <w:webHidden/>
          </w:rPr>
          <w:fldChar w:fldCharType="separate"/>
        </w:r>
        <w:r w:rsidR="00751601">
          <w:rPr>
            <w:noProof/>
            <w:webHidden/>
          </w:rPr>
          <w:t>8</w:t>
        </w:r>
        <w:r w:rsidR="00751601">
          <w:rPr>
            <w:noProof/>
            <w:webHidden/>
          </w:rPr>
          <w:fldChar w:fldCharType="end"/>
        </w:r>
      </w:hyperlink>
    </w:p>
    <w:p w14:paraId="06A1FDC2" w14:textId="0E1515D7" w:rsidR="00751601" w:rsidRDefault="00940C4C">
      <w:pPr>
        <w:pStyle w:val="TOC2"/>
        <w:rPr>
          <w:rFonts w:asciiTheme="minorHAnsi" w:eastAsiaTheme="minorEastAsia" w:hAnsiTheme="minorHAnsi" w:cstheme="minorBidi"/>
          <w:szCs w:val="24"/>
        </w:rPr>
      </w:pPr>
      <w:hyperlink w:anchor="_Toc7163766" w:history="1">
        <w:r w:rsidR="00751601" w:rsidRPr="00D34116">
          <w:rPr>
            <w:rStyle w:val="Hyperlink"/>
          </w:rPr>
          <w:t>4.4</w:t>
        </w:r>
        <w:r w:rsidR="00751601">
          <w:rPr>
            <w:rFonts w:asciiTheme="minorHAnsi" w:eastAsiaTheme="minorEastAsia" w:hAnsiTheme="minorHAnsi" w:cstheme="minorBidi"/>
            <w:szCs w:val="24"/>
          </w:rPr>
          <w:tab/>
        </w:r>
        <w:r w:rsidR="00751601" w:rsidRPr="00D34116">
          <w:rPr>
            <w:rStyle w:val="Hyperlink"/>
          </w:rPr>
          <w:t>Information Architecture</w:t>
        </w:r>
        <w:r w:rsidR="00751601">
          <w:rPr>
            <w:webHidden/>
          </w:rPr>
          <w:tab/>
        </w:r>
        <w:r w:rsidR="00751601">
          <w:rPr>
            <w:webHidden/>
          </w:rPr>
          <w:fldChar w:fldCharType="begin"/>
        </w:r>
        <w:r w:rsidR="00751601">
          <w:rPr>
            <w:webHidden/>
          </w:rPr>
          <w:instrText xml:space="preserve"> PAGEREF _Toc7163766 \h </w:instrText>
        </w:r>
        <w:r w:rsidR="00751601">
          <w:rPr>
            <w:webHidden/>
          </w:rPr>
        </w:r>
        <w:r w:rsidR="00751601">
          <w:rPr>
            <w:webHidden/>
          </w:rPr>
          <w:fldChar w:fldCharType="separate"/>
        </w:r>
        <w:r w:rsidR="00751601">
          <w:rPr>
            <w:webHidden/>
          </w:rPr>
          <w:t>8</w:t>
        </w:r>
        <w:r w:rsidR="00751601">
          <w:rPr>
            <w:webHidden/>
          </w:rPr>
          <w:fldChar w:fldCharType="end"/>
        </w:r>
      </w:hyperlink>
    </w:p>
    <w:p w14:paraId="0F90AC2F" w14:textId="583FCC65" w:rsidR="00751601" w:rsidRDefault="00940C4C">
      <w:pPr>
        <w:pStyle w:val="TOC3"/>
        <w:tabs>
          <w:tab w:val="left" w:pos="1382"/>
        </w:tabs>
        <w:rPr>
          <w:rFonts w:asciiTheme="minorHAnsi" w:eastAsiaTheme="minorEastAsia" w:hAnsiTheme="minorHAnsi" w:cstheme="minorBidi"/>
          <w:noProof/>
          <w:szCs w:val="24"/>
        </w:rPr>
      </w:pPr>
      <w:hyperlink w:anchor="_Toc7163767" w:history="1">
        <w:r w:rsidR="00751601" w:rsidRPr="00D34116">
          <w:rPr>
            <w:rStyle w:val="Hyperlink"/>
            <w:noProof/>
          </w:rPr>
          <w:t>4.4.1</w:t>
        </w:r>
        <w:r w:rsidR="00751601">
          <w:rPr>
            <w:rFonts w:asciiTheme="minorHAnsi" w:eastAsiaTheme="minorEastAsia" w:hAnsiTheme="minorHAnsi" w:cstheme="minorBidi"/>
            <w:noProof/>
            <w:szCs w:val="24"/>
          </w:rPr>
          <w:tab/>
        </w:r>
        <w:r w:rsidR="00751601" w:rsidRPr="00D34116">
          <w:rPr>
            <w:rStyle w:val="Hyperlink"/>
            <w:noProof/>
          </w:rPr>
          <w:t>Records Management</w:t>
        </w:r>
        <w:r w:rsidR="00751601">
          <w:rPr>
            <w:noProof/>
            <w:webHidden/>
          </w:rPr>
          <w:tab/>
        </w:r>
        <w:r w:rsidR="00751601">
          <w:rPr>
            <w:noProof/>
            <w:webHidden/>
          </w:rPr>
          <w:fldChar w:fldCharType="begin"/>
        </w:r>
        <w:r w:rsidR="00751601">
          <w:rPr>
            <w:noProof/>
            <w:webHidden/>
          </w:rPr>
          <w:instrText xml:space="preserve"> PAGEREF _Toc7163767 \h </w:instrText>
        </w:r>
        <w:r w:rsidR="00751601">
          <w:rPr>
            <w:noProof/>
            <w:webHidden/>
          </w:rPr>
        </w:r>
        <w:r w:rsidR="00751601">
          <w:rPr>
            <w:noProof/>
            <w:webHidden/>
          </w:rPr>
          <w:fldChar w:fldCharType="separate"/>
        </w:r>
        <w:r w:rsidR="00751601">
          <w:rPr>
            <w:noProof/>
            <w:webHidden/>
          </w:rPr>
          <w:t>8</w:t>
        </w:r>
        <w:r w:rsidR="00751601">
          <w:rPr>
            <w:noProof/>
            <w:webHidden/>
          </w:rPr>
          <w:fldChar w:fldCharType="end"/>
        </w:r>
      </w:hyperlink>
    </w:p>
    <w:p w14:paraId="3C2A3D19" w14:textId="60EB5B3F" w:rsidR="00751601" w:rsidRDefault="00940C4C">
      <w:pPr>
        <w:pStyle w:val="TOC2"/>
        <w:rPr>
          <w:rFonts w:asciiTheme="minorHAnsi" w:eastAsiaTheme="minorEastAsia" w:hAnsiTheme="minorHAnsi" w:cstheme="minorBidi"/>
          <w:szCs w:val="24"/>
        </w:rPr>
      </w:pPr>
      <w:hyperlink w:anchor="_Toc7163768" w:history="1">
        <w:r w:rsidR="00751601" w:rsidRPr="00D34116">
          <w:rPr>
            <w:rStyle w:val="Hyperlink"/>
          </w:rPr>
          <w:t>4.5</w:t>
        </w:r>
        <w:r w:rsidR="00751601">
          <w:rPr>
            <w:rFonts w:asciiTheme="minorHAnsi" w:eastAsiaTheme="minorEastAsia" w:hAnsiTheme="minorHAnsi" w:cstheme="minorBidi"/>
            <w:szCs w:val="24"/>
          </w:rPr>
          <w:tab/>
        </w:r>
        <w:r w:rsidR="00751601" w:rsidRPr="00D34116">
          <w:rPr>
            <w:rStyle w:val="Hyperlink"/>
          </w:rPr>
          <w:t>Internal Communications Architecture</w:t>
        </w:r>
        <w:r w:rsidR="00751601">
          <w:rPr>
            <w:webHidden/>
          </w:rPr>
          <w:tab/>
        </w:r>
        <w:r w:rsidR="00751601">
          <w:rPr>
            <w:webHidden/>
          </w:rPr>
          <w:fldChar w:fldCharType="begin"/>
        </w:r>
        <w:r w:rsidR="00751601">
          <w:rPr>
            <w:webHidden/>
          </w:rPr>
          <w:instrText xml:space="preserve"> PAGEREF _Toc7163768 \h </w:instrText>
        </w:r>
        <w:r w:rsidR="00751601">
          <w:rPr>
            <w:webHidden/>
          </w:rPr>
        </w:r>
        <w:r w:rsidR="00751601">
          <w:rPr>
            <w:webHidden/>
          </w:rPr>
          <w:fldChar w:fldCharType="separate"/>
        </w:r>
        <w:r w:rsidR="00751601">
          <w:rPr>
            <w:webHidden/>
          </w:rPr>
          <w:t>8</w:t>
        </w:r>
        <w:r w:rsidR="00751601">
          <w:rPr>
            <w:webHidden/>
          </w:rPr>
          <w:fldChar w:fldCharType="end"/>
        </w:r>
      </w:hyperlink>
    </w:p>
    <w:p w14:paraId="3B76C07F" w14:textId="2CB0CC7C" w:rsidR="00751601" w:rsidRDefault="00940C4C">
      <w:pPr>
        <w:pStyle w:val="TOC2"/>
        <w:rPr>
          <w:rFonts w:asciiTheme="minorHAnsi" w:eastAsiaTheme="minorEastAsia" w:hAnsiTheme="minorHAnsi" w:cstheme="minorBidi"/>
          <w:szCs w:val="24"/>
        </w:rPr>
      </w:pPr>
      <w:hyperlink w:anchor="_Toc7163769" w:history="1">
        <w:r w:rsidR="00751601" w:rsidRPr="00D34116">
          <w:rPr>
            <w:rStyle w:val="Hyperlink"/>
          </w:rPr>
          <w:t>4.6</w:t>
        </w:r>
        <w:r w:rsidR="00751601">
          <w:rPr>
            <w:rFonts w:asciiTheme="minorHAnsi" w:eastAsiaTheme="minorEastAsia" w:hAnsiTheme="minorHAnsi" w:cstheme="minorBidi"/>
            <w:szCs w:val="24"/>
          </w:rPr>
          <w:tab/>
        </w:r>
        <w:r w:rsidR="00751601" w:rsidRPr="00D34116">
          <w:rPr>
            <w:rStyle w:val="Hyperlink"/>
          </w:rPr>
          <w:t>Security Architecture</w:t>
        </w:r>
        <w:r w:rsidR="00751601">
          <w:rPr>
            <w:webHidden/>
          </w:rPr>
          <w:tab/>
        </w:r>
        <w:r w:rsidR="00751601">
          <w:rPr>
            <w:webHidden/>
          </w:rPr>
          <w:fldChar w:fldCharType="begin"/>
        </w:r>
        <w:r w:rsidR="00751601">
          <w:rPr>
            <w:webHidden/>
          </w:rPr>
          <w:instrText xml:space="preserve"> PAGEREF _Toc7163769 \h </w:instrText>
        </w:r>
        <w:r w:rsidR="00751601">
          <w:rPr>
            <w:webHidden/>
          </w:rPr>
        </w:r>
        <w:r w:rsidR="00751601">
          <w:rPr>
            <w:webHidden/>
          </w:rPr>
          <w:fldChar w:fldCharType="separate"/>
        </w:r>
        <w:r w:rsidR="00751601">
          <w:rPr>
            <w:webHidden/>
          </w:rPr>
          <w:t>9</w:t>
        </w:r>
        <w:r w:rsidR="00751601">
          <w:rPr>
            <w:webHidden/>
          </w:rPr>
          <w:fldChar w:fldCharType="end"/>
        </w:r>
      </w:hyperlink>
    </w:p>
    <w:p w14:paraId="55C3AEDD" w14:textId="2F21580A" w:rsidR="00751601" w:rsidRDefault="00940C4C">
      <w:pPr>
        <w:pStyle w:val="TOC2"/>
        <w:rPr>
          <w:rFonts w:asciiTheme="minorHAnsi" w:eastAsiaTheme="minorEastAsia" w:hAnsiTheme="minorHAnsi" w:cstheme="minorBidi"/>
          <w:szCs w:val="24"/>
        </w:rPr>
      </w:pPr>
      <w:hyperlink w:anchor="_Toc7163770" w:history="1">
        <w:r w:rsidR="00751601" w:rsidRPr="00D34116">
          <w:rPr>
            <w:rStyle w:val="Hyperlink"/>
          </w:rPr>
          <w:t>4.7</w:t>
        </w:r>
        <w:r w:rsidR="00751601">
          <w:rPr>
            <w:rFonts w:asciiTheme="minorHAnsi" w:eastAsiaTheme="minorEastAsia" w:hAnsiTheme="minorHAnsi" w:cstheme="minorBidi"/>
            <w:szCs w:val="24"/>
          </w:rPr>
          <w:tab/>
        </w:r>
        <w:r w:rsidR="00751601" w:rsidRPr="00D34116">
          <w:rPr>
            <w:rStyle w:val="Hyperlink"/>
          </w:rPr>
          <w:t>Performance</w:t>
        </w:r>
        <w:r w:rsidR="00751601">
          <w:rPr>
            <w:webHidden/>
          </w:rPr>
          <w:tab/>
        </w:r>
        <w:r w:rsidR="00751601">
          <w:rPr>
            <w:webHidden/>
          </w:rPr>
          <w:fldChar w:fldCharType="begin"/>
        </w:r>
        <w:r w:rsidR="00751601">
          <w:rPr>
            <w:webHidden/>
          </w:rPr>
          <w:instrText xml:space="preserve"> PAGEREF _Toc7163770 \h </w:instrText>
        </w:r>
        <w:r w:rsidR="00751601">
          <w:rPr>
            <w:webHidden/>
          </w:rPr>
        </w:r>
        <w:r w:rsidR="00751601">
          <w:rPr>
            <w:webHidden/>
          </w:rPr>
          <w:fldChar w:fldCharType="separate"/>
        </w:r>
        <w:r w:rsidR="00751601">
          <w:rPr>
            <w:webHidden/>
          </w:rPr>
          <w:t>9</w:t>
        </w:r>
        <w:r w:rsidR="00751601">
          <w:rPr>
            <w:webHidden/>
          </w:rPr>
          <w:fldChar w:fldCharType="end"/>
        </w:r>
      </w:hyperlink>
    </w:p>
    <w:p w14:paraId="4F182F3F" w14:textId="3AA8029D" w:rsidR="00751601" w:rsidRDefault="00940C4C">
      <w:pPr>
        <w:pStyle w:val="TOC2"/>
        <w:rPr>
          <w:rFonts w:asciiTheme="minorHAnsi" w:eastAsiaTheme="minorEastAsia" w:hAnsiTheme="minorHAnsi" w:cstheme="minorBidi"/>
          <w:szCs w:val="24"/>
        </w:rPr>
      </w:pPr>
      <w:hyperlink w:anchor="_Toc7163771" w:history="1">
        <w:r w:rsidR="00751601" w:rsidRPr="00D34116">
          <w:rPr>
            <w:rStyle w:val="Hyperlink"/>
          </w:rPr>
          <w:t>4.8</w:t>
        </w:r>
        <w:r w:rsidR="00751601">
          <w:rPr>
            <w:rFonts w:asciiTheme="minorHAnsi" w:eastAsiaTheme="minorEastAsia" w:hAnsiTheme="minorHAnsi" w:cstheme="minorBidi"/>
            <w:szCs w:val="24"/>
          </w:rPr>
          <w:tab/>
        </w:r>
        <w:r w:rsidR="00751601" w:rsidRPr="00D34116">
          <w:rPr>
            <w:rStyle w:val="Hyperlink"/>
          </w:rPr>
          <w:t>System Architecture Diagram</w:t>
        </w:r>
        <w:r w:rsidR="00751601">
          <w:rPr>
            <w:webHidden/>
          </w:rPr>
          <w:tab/>
        </w:r>
        <w:r w:rsidR="00751601">
          <w:rPr>
            <w:webHidden/>
          </w:rPr>
          <w:fldChar w:fldCharType="begin"/>
        </w:r>
        <w:r w:rsidR="00751601">
          <w:rPr>
            <w:webHidden/>
          </w:rPr>
          <w:instrText xml:space="preserve"> PAGEREF _Toc7163771 \h </w:instrText>
        </w:r>
        <w:r w:rsidR="00751601">
          <w:rPr>
            <w:webHidden/>
          </w:rPr>
        </w:r>
        <w:r w:rsidR="00751601">
          <w:rPr>
            <w:webHidden/>
          </w:rPr>
          <w:fldChar w:fldCharType="separate"/>
        </w:r>
        <w:r w:rsidR="00751601">
          <w:rPr>
            <w:webHidden/>
          </w:rPr>
          <w:t>9</w:t>
        </w:r>
        <w:r w:rsidR="00751601">
          <w:rPr>
            <w:webHidden/>
          </w:rPr>
          <w:fldChar w:fldCharType="end"/>
        </w:r>
      </w:hyperlink>
    </w:p>
    <w:p w14:paraId="6DD9715B" w14:textId="5791F6BA" w:rsidR="00751601" w:rsidRDefault="00940C4C">
      <w:pPr>
        <w:pStyle w:val="TOC1"/>
        <w:rPr>
          <w:rFonts w:asciiTheme="minorHAnsi" w:eastAsiaTheme="minorEastAsia" w:hAnsiTheme="minorHAnsi" w:cstheme="minorBidi"/>
          <w:b w:val="0"/>
          <w:szCs w:val="24"/>
        </w:rPr>
      </w:pPr>
      <w:hyperlink w:anchor="_Toc7163772" w:history="1">
        <w:r w:rsidR="00751601" w:rsidRPr="00D34116">
          <w:rPr>
            <w:rStyle w:val="Hyperlink"/>
          </w:rPr>
          <w:t>5.</w:t>
        </w:r>
        <w:r w:rsidR="00751601">
          <w:rPr>
            <w:rFonts w:asciiTheme="minorHAnsi" w:eastAsiaTheme="minorEastAsia" w:hAnsiTheme="minorHAnsi" w:cstheme="minorBidi"/>
            <w:b w:val="0"/>
            <w:szCs w:val="24"/>
          </w:rPr>
          <w:tab/>
        </w:r>
        <w:r w:rsidR="00751601" w:rsidRPr="00D34116">
          <w:rPr>
            <w:rStyle w:val="Hyperlink"/>
          </w:rPr>
          <w:t>System Design</w:t>
        </w:r>
        <w:r w:rsidR="00751601">
          <w:rPr>
            <w:webHidden/>
          </w:rPr>
          <w:tab/>
        </w:r>
        <w:r w:rsidR="00751601">
          <w:rPr>
            <w:webHidden/>
          </w:rPr>
          <w:fldChar w:fldCharType="begin"/>
        </w:r>
        <w:r w:rsidR="00751601">
          <w:rPr>
            <w:webHidden/>
          </w:rPr>
          <w:instrText xml:space="preserve"> PAGEREF _Toc7163772 \h </w:instrText>
        </w:r>
        <w:r w:rsidR="00751601">
          <w:rPr>
            <w:webHidden/>
          </w:rPr>
        </w:r>
        <w:r w:rsidR="00751601">
          <w:rPr>
            <w:webHidden/>
          </w:rPr>
          <w:fldChar w:fldCharType="separate"/>
        </w:r>
        <w:r w:rsidR="00751601">
          <w:rPr>
            <w:webHidden/>
          </w:rPr>
          <w:t>10</w:t>
        </w:r>
        <w:r w:rsidR="00751601">
          <w:rPr>
            <w:webHidden/>
          </w:rPr>
          <w:fldChar w:fldCharType="end"/>
        </w:r>
      </w:hyperlink>
    </w:p>
    <w:p w14:paraId="49DE985C" w14:textId="519659E6" w:rsidR="00751601" w:rsidRDefault="00940C4C">
      <w:pPr>
        <w:pStyle w:val="TOC2"/>
        <w:rPr>
          <w:rFonts w:asciiTheme="minorHAnsi" w:eastAsiaTheme="minorEastAsia" w:hAnsiTheme="minorHAnsi" w:cstheme="minorBidi"/>
          <w:szCs w:val="24"/>
        </w:rPr>
      </w:pPr>
      <w:hyperlink w:anchor="_Toc7163773" w:history="1">
        <w:r w:rsidR="00751601" w:rsidRPr="00D34116">
          <w:rPr>
            <w:rStyle w:val="Hyperlink"/>
          </w:rPr>
          <w:t>5.1</w:t>
        </w:r>
        <w:r w:rsidR="00751601">
          <w:rPr>
            <w:rFonts w:asciiTheme="minorHAnsi" w:eastAsiaTheme="minorEastAsia" w:hAnsiTheme="minorHAnsi" w:cstheme="minorBidi"/>
            <w:szCs w:val="24"/>
          </w:rPr>
          <w:tab/>
        </w:r>
        <w:r w:rsidR="00751601" w:rsidRPr="00D34116">
          <w:rPr>
            <w:rStyle w:val="Hyperlink"/>
          </w:rPr>
          <w:t>Business Requirements</w:t>
        </w:r>
        <w:r w:rsidR="00751601">
          <w:rPr>
            <w:webHidden/>
          </w:rPr>
          <w:tab/>
        </w:r>
        <w:r w:rsidR="00751601">
          <w:rPr>
            <w:webHidden/>
          </w:rPr>
          <w:fldChar w:fldCharType="begin"/>
        </w:r>
        <w:r w:rsidR="00751601">
          <w:rPr>
            <w:webHidden/>
          </w:rPr>
          <w:instrText xml:space="preserve"> PAGEREF _Toc7163773 \h </w:instrText>
        </w:r>
        <w:r w:rsidR="00751601">
          <w:rPr>
            <w:webHidden/>
          </w:rPr>
        </w:r>
        <w:r w:rsidR="00751601">
          <w:rPr>
            <w:webHidden/>
          </w:rPr>
          <w:fldChar w:fldCharType="separate"/>
        </w:r>
        <w:r w:rsidR="00751601">
          <w:rPr>
            <w:webHidden/>
          </w:rPr>
          <w:t>10</w:t>
        </w:r>
        <w:r w:rsidR="00751601">
          <w:rPr>
            <w:webHidden/>
          </w:rPr>
          <w:fldChar w:fldCharType="end"/>
        </w:r>
      </w:hyperlink>
    </w:p>
    <w:p w14:paraId="7B87D543" w14:textId="4EBA89B2" w:rsidR="00751601" w:rsidRDefault="00940C4C">
      <w:pPr>
        <w:pStyle w:val="TOC2"/>
        <w:rPr>
          <w:rFonts w:asciiTheme="minorHAnsi" w:eastAsiaTheme="minorEastAsia" w:hAnsiTheme="minorHAnsi" w:cstheme="minorBidi"/>
          <w:szCs w:val="24"/>
        </w:rPr>
      </w:pPr>
      <w:hyperlink w:anchor="_Toc7163774" w:history="1">
        <w:r w:rsidR="00751601" w:rsidRPr="00D34116">
          <w:rPr>
            <w:rStyle w:val="Hyperlink"/>
          </w:rPr>
          <w:t>5.2</w:t>
        </w:r>
        <w:r w:rsidR="00751601">
          <w:rPr>
            <w:rFonts w:asciiTheme="minorHAnsi" w:eastAsiaTheme="minorEastAsia" w:hAnsiTheme="minorHAnsi" w:cstheme="minorBidi"/>
            <w:szCs w:val="24"/>
          </w:rPr>
          <w:tab/>
        </w:r>
        <w:r w:rsidR="00751601" w:rsidRPr="00D34116">
          <w:rPr>
            <w:rStyle w:val="Hyperlink"/>
          </w:rPr>
          <w:t>Database Design</w:t>
        </w:r>
        <w:r w:rsidR="00751601">
          <w:rPr>
            <w:webHidden/>
          </w:rPr>
          <w:tab/>
        </w:r>
        <w:r w:rsidR="00751601">
          <w:rPr>
            <w:webHidden/>
          </w:rPr>
          <w:fldChar w:fldCharType="begin"/>
        </w:r>
        <w:r w:rsidR="00751601">
          <w:rPr>
            <w:webHidden/>
          </w:rPr>
          <w:instrText xml:space="preserve"> PAGEREF _Toc7163774 \h </w:instrText>
        </w:r>
        <w:r w:rsidR="00751601">
          <w:rPr>
            <w:webHidden/>
          </w:rPr>
        </w:r>
        <w:r w:rsidR="00751601">
          <w:rPr>
            <w:webHidden/>
          </w:rPr>
          <w:fldChar w:fldCharType="separate"/>
        </w:r>
        <w:r w:rsidR="00751601">
          <w:rPr>
            <w:webHidden/>
          </w:rPr>
          <w:t>10</w:t>
        </w:r>
        <w:r w:rsidR="00751601">
          <w:rPr>
            <w:webHidden/>
          </w:rPr>
          <w:fldChar w:fldCharType="end"/>
        </w:r>
      </w:hyperlink>
    </w:p>
    <w:p w14:paraId="250D755C" w14:textId="0197536B" w:rsidR="00751601" w:rsidRDefault="00940C4C">
      <w:pPr>
        <w:pStyle w:val="TOC3"/>
        <w:tabs>
          <w:tab w:val="left" w:pos="1382"/>
        </w:tabs>
        <w:rPr>
          <w:rFonts w:asciiTheme="minorHAnsi" w:eastAsiaTheme="minorEastAsia" w:hAnsiTheme="minorHAnsi" w:cstheme="minorBidi"/>
          <w:noProof/>
          <w:szCs w:val="24"/>
        </w:rPr>
      </w:pPr>
      <w:hyperlink w:anchor="_Toc7163775" w:history="1">
        <w:r w:rsidR="00751601" w:rsidRPr="00D34116">
          <w:rPr>
            <w:rStyle w:val="Hyperlink"/>
            <w:noProof/>
          </w:rPr>
          <w:t>5.2.1</w:t>
        </w:r>
        <w:r w:rsidR="00751601">
          <w:rPr>
            <w:rFonts w:asciiTheme="minorHAnsi" w:eastAsiaTheme="minorEastAsia" w:hAnsiTheme="minorHAnsi" w:cstheme="minorBidi"/>
            <w:noProof/>
            <w:szCs w:val="24"/>
          </w:rPr>
          <w:tab/>
        </w:r>
        <w:r w:rsidR="00751601" w:rsidRPr="00D34116">
          <w:rPr>
            <w:rStyle w:val="Hyperlink"/>
            <w:noProof/>
          </w:rPr>
          <w:t>Data Objects and Resultant Data Structures</w:t>
        </w:r>
        <w:r w:rsidR="00751601">
          <w:rPr>
            <w:noProof/>
            <w:webHidden/>
          </w:rPr>
          <w:tab/>
        </w:r>
        <w:r w:rsidR="00751601">
          <w:rPr>
            <w:noProof/>
            <w:webHidden/>
          </w:rPr>
          <w:fldChar w:fldCharType="begin"/>
        </w:r>
        <w:r w:rsidR="00751601">
          <w:rPr>
            <w:noProof/>
            <w:webHidden/>
          </w:rPr>
          <w:instrText xml:space="preserve"> PAGEREF _Toc7163775 \h </w:instrText>
        </w:r>
        <w:r w:rsidR="00751601">
          <w:rPr>
            <w:noProof/>
            <w:webHidden/>
          </w:rPr>
        </w:r>
        <w:r w:rsidR="00751601">
          <w:rPr>
            <w:noProof/>
            <w:webHidden/>
          </w:rPr>
          <w:fldChar w:fldCharType="separate"/>
        </w:r>
        <w:r w:rsidR="00751601">
          <w:rPr>
            <w:noProof/>
            <w:webHidden/>
          </w:rPr>
          <w:t>10</w:t>
        </w:r>
        <w:r w:rsidR="00751601">
          <w:rPr>
            <w:noProof/>
            <w:webHidden/>
          </w:rPr>
          <w:fldChar w:fldCharType="end"/>
        </w:r>
      </w:hyperlink>
    </w:p>
    <w:p w14:paraId="105C1461" w14:textId="16D7EE42" w:rsidR="00751601" w:rsidRDefault="00940C4C">
      <w:pPr>
        <w:pStyle w:val="TOC3"/>
        <w:tabs>
          <w:tab w:val="left" w:pos="1382"/>
        </w:tabs>
        <w:rPr>
          <w:rFonts w:asciiTheme="minorHAnsi" w:eastAsiaTheme="minorEastAsia" w:hAnsiTheme="minorHAnsi" w:cstheme="minorBidi"/>
          <w:noProof/>
          <w:szCs w:val="24"/>
        </w:rPr>
      </w:pPr>
      <w:hyperlink w:anchor="_Toc7163776" w:history="1">
        <w:r w:rsidR="00751601" w:rsidRPr="00D34116">
          <w:rPr>
            <w:rStyle w:val="Hyperlink"/>
            <w:noProof/>
          </w:rPr>
          <w:t>5.2.2</w:t>
        </w:r>
        <w:r w:rsidR="00751601">
          <w:rPr>
            <w:rFonts w:asciiTheme="minorHAnsi" w:eastAsiaTheme="minorEastAsia" w:hAnsiTheme="minorHAnsi" w:cstheme="minorBidi"/>
            <w:noProof/>
            <w:szCs w:val="24"/>
          </w:rPr>
          <w:tab/>
        </w:r>
        <w:r w:rsidR="00751601" w:rsidRPr="00D34116">
          <w:rPr>
            <w:rStyle w:val="Hyperlink"/>
            <w:noProof/>
          </w:rPr>
          <w:t>File and Database Structures</w:t>
        </w:r>
        <w:r w:rsidR="00751601">
          <w:rPr>
            <w:noProof/>
            <w:webHidden/>
          </w:rPr>
          <w:tab/>
        </w:r>
        <w:r w:rsidR="00751601">
          <w:rPr>
            <w:noProof/>
            <w:webHidden/>
          </w:rPr>
          <w:fldChar w:fldCharType="begin"/>
        </w:r>
        <w:r w:rsidR="00751601">
          <w:rPr>
            <w:noProof/>
            <w:webHidden/>
          </w:rPr>
          <w:instrText xml:space="preserve"> PAGEREF _Toc7163776 \h </w:instrText>
        </w:r>
        <w:r w:rsidR="00751601">
          <w:rPr>
            <w:noProof/>
            <w:webHidden/>
          </w:rPr>
        </w:r>
        <w:r w:rsidR="00751601">
          <w:rPr>
            <w:noProof/>
            <w:webHidden/>
          </w:rPr>
          <w:fldChar w:fldCharType="separate"/>
        </w:r>
        <w:r w:rsidR="00751601">
          <w:rPr>
            <w:noProof/>
            <w:webHidden/>
          </w:rPr>
          <w:t>10</w:t>
        </w:r>
        <w:r w:rsidR="00751601">
          <w:rPr>
            <w:noProof/>
            <w:webHidden/>
          </w:rPr>
          <w:fldChar w:fldCharType="end"/>
        </w:r>
      </w:hyperlink>
    </w:p>
    <w:p w14:paraId="37868B6E" w14:textId="28BF500C" w:rsidR="00751601" w:rsidRDefault="00940C4C">
      <w:pPr>
        <w:pStyle w:val="TOC2"/>
        <w:rPr>
          <w:rFonts w:asciiTheme="minorHAnsi" w:eastAsiaTheme="minorEastAsia" w:hAnsiTheme="minorHAnsi" w:cstheme="minorBidi"/>
          <w:szCs w:val="24"/>
        </w:rPr>
      </w:pPr>
      <w:hyperlink w:anchor="_Toc7163777" w:history="1">
        <w:r w:rsidR="00751601" w:rsidRPr="00D34116">
          <w:rPr>
            <w:rStyle w:val="Hyperlink"/>
          </w:rPr>
          <w:t>5.3</w:t>
        </w:r>
        <w:r w:rsidR="00751601">
          <w:rPr>
            <w:rFonts w:asciiTheme="minorHAnsi" w:eastAsiaTheme="minorEastAsia" w:hAnsiTheme="minorHAnsi" w:cstheme="minorBidi"/>
            <w:szCs w:val="24"/>
          </w:rPr>
          <w:tab/>
        </w:r>
        <w:r w:rsidR="00751601" w:rsidRPr="00D34116">
          <w:rPr>
            <w:rStyle w:val="Hyperlink"/>
          </w:rPr>
          <w:t>Data Conversion</w:t>
        </w:r>
        <w:r w:rsidR="00751601">
          <w:rPr>
            <w:webHidden/>
          </w:rPr>
          <w:tab/>
        </w:r>
        <w:r w:rsidR="00751601">
          <w:rPr>
            <w:webHidden/>
          </w:rPr>
          <w:fldChar w:fldCharType="begin"/>
        </w:r>
        <w:r w:rsidR="00751601">
          <w:rPr>
            <w:webHidden/>
          </w:rPr>
          <w:instrText xml:space="preserve"> PAGEREF _Toc7163777 \h </w:instrText>
        </w:r>
        <w:r w:rsidR="00751601">
          <w:rPr>
            <w:webHidden/>
          </w:rPr>
        </w:r>
        <w:r w:rsidR="00751601">
          <w:rPr>
            <w:webHidden/>
          </w:rPr>
          <w:fldChar w:fldCharType="separate"/>
        </w:r>
        <w:r w:rsidR="00751601">
          <w:rPr>
            <w:webHidden/>
          </w:rPr>
          <w:t>11</w:t>
        </w:r>
        <w:r w:rsidR="00751601">
          <w:rPr>
            <w:webHidden/>
          </w:rPr>
          <w:fldChar w:fldCharType="end"/>
        </w:r>
      </w:hyperlink>
    </w:p>
    <w:p w14:paraId="3F9FCBA9" w14:textId="0945EB19" w:rsidR="00751601" w:rsidRDefault="00940C4C">
      <w:pPr>
        <w:pStyle w:val="TOC2"/>
        <w:rPr>
          <w:rFonts w:asciiTheme="minorHAnsi" w:eastAsiaTheme="minorEastAsia" w:hAnsiTheme="minorHAnsi" w:cstheme="minorBidi"/>
          <w:szCs w:val="24"/>
        </w:rPr>
      </w:pPr>
      <w:hyperlink w:anchor="_Toc7163778" w:history="1">
        <w:r w:rsidR="00751601" w:rsidRPr="00D34116">
          <w:rPr>
            <w:rStyle w:val="Hyperlink"/>
          </w:rPr>
          <w:t>5.4</w:t>
        </w:r>
        <w:r w:rsidR="00751601">
          <w:rPr>
            <w:rFonts w:asciiTheme="minorHAnsi" w:eastAsiaTheme="minorEastAsia" w:hAnsiTheme="minorHAnsi" w:cstheme="minorBidi"/>
            <w:szCs w:val="24"/>
          </w:rPr>
          <w:tab/>
        </w:r>
        <w:r w:rsidR="00751601" w:rsidRPr="00D34116">
          <w:rPr>
            <w:rStyle w:val="Hyperlink"/>
          </w:rPr>
          <w:t>User Machine-Readable Interface</w:t>
        </w:r>
        <w:r w:rsidR="00751601">
          <w:rPr>
            <w:webHidden/>
          </w:rPr>
          <w:tab/>
        </w:r>
        <w:r w:rsidR="00751601">
          <w:rPr>
            <w:webHidden/>
          </w:rPr>
          <w:fldChar w:fldCharType="begin"/>
        </w:r>
        <w:r w:rsidR="00751601">
          <w:rPr>
            <w:webHidden/>
          </w:rPr>
          <w:instrText xml:space="preserve"> PAGEREF _Toc7163778 \h </w:instrText>
        </w:r>
        <w:r w:rsidR="00751601">
          <w:rPr>
            <w:webHidden/>
          </w:rPr>
        </w:r>
        <w:r w:rsidR="00751601">
          <w:rPr>
            <w:webHidden/>
          </w:rPr>
          <w:fldChar w:fldCharType="separate"/>
        </w:r>
        <w:r w:rsidR="00751601">
          <w:rPr>
            <w:webHidden/>
          </w:rPr>
          <w:t>11</w:t>
        </w:r>
        <w:r w:rsidR="00751601">
          <w:rPr>
            <w:webHidden/>
          </w:rPr>
          <w:fldChar w:fldCharType="end"/>
        </w:r>
      </w:hyperlink>
    </w:p>
    <w:p w14:paraId="7054DDEB" w14:textId="7EE8B4DA" w:rsidR="00751601" w:rsidRDefault="00940C4C">
      <w:pPr>
        <w:pStyle w:val="TOC3"/>
        <w:tabs>
          <w:tab w:val="left" w:pos="1382"/>
        </w:tabs>
        <w:rPr>
          <w:rFonts w:asciiTheme="minorHAnsi" w:eastAsiaTheme="minorEastAsia" w:hAnsiTheme="minorHAnsi" w:cstheme="minorBidi"/>
          <w:noProof/>
          <w:szCs w:val="24"/>
        </w:rPr>
      </w:pPr>
      <w:hyperlink w:anchor="_Toc7163779" w:history="1">
        <w:r w:rsidR="00751601" w:rsidRPr="00D34116">
          <w:rPr>
            <w:rStyle w:val="Hyperlink"/>
            <w:noProof/>
          </w:rPr>
          <w:t>5.4.1</w:t>
        </w:r>
        <w:r w:rsidR="00751601">
          <w:rPr>
            <w:rFonts w:asciiTheme="minorHAnsi" w:eastAsiaTheme="minorEastAsia" w:hAnsiTheme="minorHAnsi" w:cstheme="minorBidi"/>
            <w:noProof/>
            <w:szCs w:val="24"/>
          </w:rPr>
          <w:tab/>
        </w:r>
        <w:r w:rsidR="00751601" w:rsidRPr="00D34116">
          <w:rPr>
            <w:rStyle w:val="Hyperlink"/>
            <w:noProof/>
          </w:rPr>
          <w:t>Inputs</w:t>
        </w:r>
        <w:r w:rsidR="00751601">
          <w:rPr>
            <w:noProof/>
            <w:webHidden/>
          </w:rPr>
          <w:tab/>
        </w:r>
        <w:r w:rsidR="00751601">
          <w:rPr>
            <w:noProof/>
            <w:webHidden/>
          </w:rPr>
          <w:fldChar w:fldCharType="begin"/>
        </w:r>
        <w:r w:rsidR="00751601">
          <w:rPr>
            <w:noProof/>
            <w:webHidden/>
          </w:rPr>
          <w:instrText xml:space="preserve"> PAGEREF _Toc7163779 \h </w:instrText>
        </w:r>
        <w:r w:rsidR="00751601">
          <w:rPr>
            <w:noProof/>
            <w:webHidden/>
          </w:rPr>
        </w:r>
        <w:r w:rsidR="00751601">
          <w:rPr>
            <w:noProof/>
            <w:webHidden/>
          </w:rPr>
          <w:fldChar w:fldCharType="separate"/>
        </w:r>
        <w:r w:rsidR="00751601">
          <w:rPr>
            <w:noProof/>
            <w:webHidden/>
          </w:rPr>
          <w:t>11</w:t>
        </w:r>
        <w:r w:rsidR="00751601">
          <w:rPr>
            <w:noProof/>
            <w:webHidden/>
          </w:rPr>
          <w:fldChar w:fldCharType="end"/>
        </w:r>
      </w:hyperlink>
    </w:p>
    <w:p w14:paraId="02D2842D" w14:textId="57B76BEC" w:rsidR="00751601" w:rsidRDefault="00940C4C">
      <w:pPr>
        <w:pStyle w:val="TOC3"/>
        <w:tabs>
          <w:tab w:val="left" w:pos="1382"/>
        </w:tabs>
        <w:rPr>
          <w:rFonts w:asciiTheme="minorHAnsi" w:eastAsiaTheme="minorEastAsia" w:hAnsiTheme="minorHAnsi" w:cstheme="minorBidi"/>
          <w:noProof/>
          <w:szCs w:val="24"/>
        </w:rPr>
      </w:pPr>
      <w:hyperlink w:anchor="_Toc7163780" w:history="1">
        <w:r w:rsidR="00751601" w:rsidRPr="00D34116">
          <w:rPr>
            <w:rStyle w:val="Hyperlink"/>
            <w:noProof/>
          </w:rPr>
          <w:t>5.4.2</w:t>
        </w:r>
        <w:r w:rsidR="00751601">
          <w:rPr>
            <w:rFonts w:asciiTheme="minorHAnsi" w:eastAsiaTheme="minorEastAsia" w:hAnsiTheme="minorHAnsi" w:cstheme="minorBidi"/>
            <w:noProof/>
            <w:szCs w:val="24"/>
          </w:rPr>
          <w:tab/>
        </w:r>
        <w:r w:rsidR="00751601" w:rsidRPr="00D34116">
          <w:rPr>
            <w:rStyle w:val="Hyperlink"/>
            <w:noProof/>
          </w:rPr>
          <w:t>Outputs</w:t>
        </w:r>
        <w:r w:rsidR="00751601">
          <w:rPr>
            <w:noProof/>
            <w:webHidden/>
          </w:rPr>
          <w:tab/>
        </w:r>
        <w:r w:rsidR="00751601">
          <w:rPr>
            <w:noProof/>
            <w:webHidden/>
          </w:rPr>
          <w:fldChar w:fldCharType="begin"/>
        </w:r>
        <w:r w:rsidR="00751601">
          <w:rPr>
            <w:noProof/>
            <w:webHidden/>
          </w:rPr>
          <w:instrText xml:space="preserve"> PAGEREF _Toc7163780 \h </w:instrText>
        </w:r>
        <w:r w:rsidR="00751601">
          <w:rPr>
            <w:noProof/>
            <w:webHidden/>
          </w:rPr>
        </w:r>
        <w:r w:rsidR="00751601">
          <w:rPr>
            <w:noProof/>
            <w:webHidden/>
          </w:rPr>
          <w:fldChar w:fldCharType="separate"/>
        </w:r>
        <w:r w:rsidR="00751601">
          <w:rPr>
            <w:noProof/>
            <w:webHidden/>
          </w:rPr>
          <w:t>12</w:t>
        </w:r>
        <w:r w:rsidR="00751601">
          <w:rPr>
            <w:noProof/>
            <w:webHidden/>
          </w:rPr>
          <w:fldChar w:fldCharType="end"/>
        </w:r>
      </w:hyperlink>
    </w:p>
    <w:p w14:paraId="612552F1" w14:textId="1B49D63D" w:rsidR="00751601" w:rsidRDefault="00940C4C">
      <w:pPr>
        <w:pStyle w:val="TOC2"/>
        <w:rPr>
          <w:rFonts w:asciiTheme="minorHAnsi" w:eastAsiaTheme="minorEastAsia" w:hAnsiTheme="minorHAnsi" w:cstheme="minorBidi"/>
          <w:szCs w:val="24"/>
        </w:rPr>
      </w:pPr>
      <w:hyperlink w:anchor="_Toc7163781" w:history="1">
        <w:r w:rsidR="00751601" w:rsidRPr="00D34116">
          <w:rPr>
            <w:rStyle w:val="Hyperlink"/>
          </w:rPr>
          <w:t>5.5</w:t>
        </w:r>
        <w:r w:rsidR="00751601">
          <w:rPr>
            <w:rFonts w:asciiTheme="minorHAnsi" w:eastAsiaTheme="minorEastAsia" w:hAnsiTheme="minorHAnsi" w:cstheme="minorBidi"/>
            <w:szCs w:val="24"/>
          </w:rPr>
          <w:tab/>
        </w:r>
        <w:r w:rsidR="00751601" w:rsidRPr="00D34116">
          <w:rPr>
            <w:rStyle w:val="Hyperlink"/>
          </w:rPr>
          <w:t>User Interface Design</w:t>
        </w:r>
        <w:r w:rsidR="00751601">
          <w:rPr>
            <w:webHidden/>
          </w:rPr>
          <w:tab/>
        </w:r>
        <w:r w:rsidR="00751601">
          <w:rPr>
            <w:webHidden/>
          </w:rPr>
          <w:fldChar w:fldCharType="begin"/>
        </w:r>
        <w:r w:rsidR="00751601">
          <w:rPr>
            <w:webHidden/>
          </w:rPr>
          <w:instrText xml:space="preserve"> PAGEREF _Toc7163781 \h </w:instrText>
        </w:r>
        <w:r w:rsidR="00751601">
          <w:rPr>
            <w:webHidden/>
          </w:rPr>
        </w:r>
        <w:r w:rsidR="00751601">
          <w:rPr>
            <w:webHidden/>
          </w:rPr>
          <w:fldChar w:fldCharType="separate"/>
        </w:r>
        <w:r w:rsidR="00751601">
          <w:rPr>
            <w:webHidden/>
          </w:rPr>
          <w:t>12</w:t>
        </w:r>
        <w:r w:rsidR="00751601">
          <w:rPr>
            <w:webHidden/>
          </w:rPr>
          <w:fldChar w:fldCharType="end"/>
        </w:r>
      </w:hyperlink>
    </w:p>
    <w:p w14:paraId="6FEBC1EA" w14:textId="2124CD75" w:rsidR="00751601" w:rsidRDefault="00940C4C">
      <w:pPr>
        <w:pStyle w:val="TOC3"/>
        <w:tabs>
          <w:tab w:val="left" w:pos="1382"/>
        </w:tabs>
        <w:rPr>
          <w:rFonts w:asciiTheme="minorHAnsi" w:eastAsiaTheme="minorEastAsia" w:hAnsiTheme="minorHAnsi" w:cstheme="minorBidi"/>
          <w:noProof/>
          <w:szCs w:val="24"/>
        </w:rPr>
      </w:pPr>
      <w:hyperlink w:anchor="_Toc7163782" w:history="1">
        <w:r w:rsidR="00751601" w:rsidRPr="00D34116">
          <w:rPr>
            <w:rStyle w:val="Hyperlink"/>
            <w:noProof/>
          </w:rPr>
          <w:t>5.5.1</w:t>
        </w:r>
        <w:r w:rsidR="00751601">
          <w:rPr>
            <w:rFonts w:asciiTheme="minorHAnsi" w:eastAsiaTheme="minorEastAsia" w:hAnsiTheme="minorHAnsi" w:cstheme="minorBidi"/>
            <w:noProof/>
            <w:szCs w:val="24"/>
          </w:rPr>
          <w:tab/>
        </w:r>
        <w:r w:rsidR="00751601" w:rsidRPr="00D34116">
          <w:rPr>
            <w:rStyle w:val="Hyperlink"/>
            <w:noProof/>
          </w:rPr>
          <w:t>Section 508 Compliance</w:t>
        </w:r>
        <w:r w:rsidR="00751601">
          <w:rPr>
            <w:noProof/>
            <w:webHidden/>
          </w:rPr>
          <w:tab/>
        </w:r>
        <w:r w:rsidR="00751601">
          <w:rPr>
            <w:noProof/>
            <w:webHidden/>
          </w:rPr>
          <w:fldChar w:fldCharType="begin"/>
        </w:r>
        <w:r w:rsidR="00751601">
          <w:rPr>
            <w:noProof/>
            <w:webHidden/>
          </w:rPr>
          <w:instrText xml:space="preserve"> PAGEREF _Toc7163782 \h </w:instrText>
        </w:r>
        <w:r w:rsidR="00751601">
          <w:rPr>
            <w:noProof/>
            <w:webHidden/>
          </w:rPr>
        </w:r>
        <w:r w:rsidR="00751601">
          <w:rPr>
            <w:noProof/>
            <w:webHidden/>
          </w:rPr>
          <w:fldChar w:fldCharType="separate"/>
        </w:r>
        <w:r w:rsidR="00751601">
          <w:rPr>
            <w:noProof/>
            <w:webHidden/>
          </w:rPr>
          <w:t>12</w:t>
        </w:r>
        <w:r w:rsidR="00751601">
          <w:rPr>
            <w:noProof/>
            <w:webHidden/>
          </w:rPr>
          <w:fldChar w:fldCharType="end"/>
        </w:r>
      </w:hyperlink>
    </w:p>
    <w:p w14:paraId="427B2119" w14:textId="6F5159E3" w:rsidR="00751601" w:rsidRDefault="00940C4C">
      <w:pPr>
        <w:pStyle w:val="TOC1"/>
        <w:rPr>
          <w:rFonts w:asciiTheme="minorHAnsi" w:eastAsiaTheme="minorEastAsia" w:hAnsiTheme="minorHAnsi" w:cstheme="minorBidi"/>
          <w:b w:val="0"/>
          <w:szCs w:val="24"/>
        </w:rPr>
      </w:pPr>
      <w:hyperlink w:anchor="_Toc7163783" w:history="1">
        <w:r w:rsidR="00751601" w:rsidRPr="00D34116">
          <w:rPr>
            <w:rStyle w:val="Hyperlink"/>
          </w:rPr>
          <w:t>6.</w:t>
        </w:r>
        <w:r w:rsidR="00751601">
          <w:rPr>
            <w:rFonts w:asciiTheme="minorHAnsi" w:eastAsiaTheme="minorEastAsia" w:hAnsiTheme="minorHAnsi" w:cstheme="minorBidi"/>
            <w:b w:val="0"/>
            <w:szCs w:val="24"/>
          </w:rPr>
          <w:tab/>
        </w:r>
        <w:r w:rsidR="00751601" w:rsidRPr="00D34116">
          <w:rPr>
            <w:rStyle w:val="Hyperlink"/>
          </w:rPr>
          <w:t>Operational Scenarios</w:t>
        </w:r>
        <w:r w:rsidR="00751601">
          <w:rPr>
            <w:webHidden/>
          </w:rPr>
          <w:tab/>
        </w:r>
        <w:r w:rsidR="00751601">
          <w:rPr>
            <w:webHidden/>
          </w:rPr>
          <w:fldChar w:fldCharType="begin"/>
        </w:r>
        <w:r w:rsidR="00751601">
          <w:rPr>
            <w:webHidden/>
          </w:rPr>
          <w:instrText xml:space="preserve"> PAGEREF _Toc7163783 \h </w:instrText>
        </w:r>
        <w:r w:rsidR="00751601">
          <w:rPr>
            <w:webHidden/>
          </w:rPr>
        </w:r>
        <w:r w:rsidR="00751601">
          <w:rPr>
            <w:webHidden/>
          </w:rPr>
          <w:fldChar w:fldCharType="separate"/>
        </w:r>
        <w:r w:rsidR="00751601">
          <w:rPr>
            <w:webHidden/>
          </w:rPr>
          <w:t>13</w:t>
        </w:r>
        <w:r w:rsidR="00751601">
          <w:rPr>
            <w:webHidden/>
          </w:rPr>
          <w:fldChar w:fldCharType="end"/>
        </w:r>
      </w:hyperlink>
    </w:p>
    <w:p w14:paraId="08B195ED" w14:textId="761B9F84" w:rsidR="00751601" w:rsidRDefault="00940C4C">
      <w:pPr>
        <w:pStyle w:val="TOC1"/>
        <w:rPr>
          <w:rFonts w:asciiTheme="minorHAnsi" w:eastAsiaTheme="minorEastAsia" w:hAnsiTheme="minorHAnsi" w:cstheme="minorBidi"/>
          <w:b w:val="0"/>
          <w:szCs w:val="24"/>
        </w:rPr>
      </w:pPr>
      <w:hyperlink w:anchor="_Toc7163784" w:history="1">
        <w:r w:rsidR="00751601" w:rsidRPr="00D34116">
          <w:rPr>
            <w:rStyle w:val="Hyperlink"/>
          </w:rPr>
          <w:t>7.</w:t>
        </w:r>
        <w:r w:rsidR="00751601">
          <w:rPr>
            <w:rFonts w:asciiTheme="minorHAnsi" w:eastAsiaTheme="minorEastAsia" w:hAnsiTheme="minorHAnsi" w:cstheme="minorBidi"/>
            <w:b w:val="0"/>
            <w:szCs w:val="24"/>
          </w:rPr>
          <w:tab/>
        </w:r>
        <w:r w:rsidR="00751601" w:rsidRPr="00D34116">
          <w:rPr>
            <w:rStyle w:val="Hyperlink"/>
          </w:rPr>
          <w:t>Detailed Design</w:t>
        </w:r>
        <w:r w:rsidR="00751601">
          <w:rPr>
            <w:webHidden/>
          </w:rPr>
          <w:tab/>
        </w:r>
        <w:r w:rsidR="00751601">
          <w:rPr>
            <w:webHidden/>
          </w:rPr>
          <w:fldChar w:fldCharType="begin"/>
        </w:r>
        <w:r w:rsidR="00751601">
          <w:rPr>
            <w:webHidden/>
          </w:rPr>
          <w:instrText xml:space="preserve"> PAGEREF _Toc7163784 \h </w:instrText>
        </w:r>
        <w:r w:rsidR="00751601">
          <w:rPr>
            <w:webHidden/>
          </w:rPr>
        </w:r>
        <w:r w:rsidR="00751601">
          <w:rPr>
            <w:webHidden/>
          </w:rPr>
          <w:fldChar w:fldCharType="separate"/>
        </w:r>
        <w:r w:rsidR="00751601">
          <w:rPr>
            <w:webHidden/>
          </w:rPr>
          <w:t>14</w:t>
        </w:r>
        <w:r w:rsidR="00751601">
          <w:rPr>
            <w:webHidden/>
          </w:rPr>
          <w:fldChar w:fldCharType="end"/>
        </w:r>
      </w:hyperlink>
    </w:p>
    <w:p w14:paraId="1FD15069" w14:textId="2C969372" w:rsidR="00751601" w:rsidRDefault="00940C4C">
      <w:pPr>
        <w:pStyle w:val="TOC2"/>
        <w:rPr>
          <w:rFonts w:asciiTheme="minorHAnsi" w:eastAsiaTheme="minorEastAsia" w:hAnsiTheme="minorHAnsi" w:cstheme="minorBidi"/>
          <w:szCs w:val="24"/>
        </w:rPr>
      </w:pPr>
      <w:hyperlink w:anchor="_Toc7163785" w:history="1">
        <w:r w:rsidR="00751601" w:rsidRPr="00D34116">
          <w:rPr>
            <w:rStyle w:val="Hyperlink"/>
          </w:rPr>
          <w:t>7.1</w:t>
        </w:r>
        <w:r w:rsidR="00751601">
          <w:rPr>
            <w:rFonts w:asciiTheme="minorHAnsi" w:eastAsiaTheme="minorEastAsia" w:hAnsiTheme="minorHAnsi" w:cstheme="minorBidi"/>
            <w:szCs w:val="24"/>
          </w:rPr>
          <w:tab/>
        </w:r>
        <w:r w:rsidR="00751601" w:rsidRPr="00D34116">
          <w:rPr>
            <w:rStyle w:val="Hyperlink"/>
          </w:rPr>
          <w:t>Hardware Detailed Design</w:t>
        </w:r>
        <w:r w:rsidR="00751601">
          <w:rPr>
            <w:webHidden/>
          </w:rPr>
          <w:tab/>
        </w:r>
        <w:r w:rsidR="00751601">
          <w:rPr>
            <w:webHidden/>
          </w:rPr>
          <w:fldChar w:fldCharType="begin"/>
        </w:r>
        <w:r w:rsidR="00751601">
          <w:rPr>
            <w:webHidden/>
          </w:rPr>
          <w:instrText xml:space="preserve"> PAGEREF _Toc7163785 \h </w:instrText>
        </w:r>
        <w:r w:rsidR="00751601">
          <w:rPr>
            <w:webHidden/>
          </w:rPr>
        </w:r>
        <w:r w:rsidR="00751601">
          <w:rPr>
            <w:webHidden/>
          </w:rPr>
          <w:fldChar w:fldCharType="separate"/>
        </w:r>
        <w:r w:rsidR="00751601">
          <w:rPr>
            <w:webHidden/>
          </w:rPr>
          <w:t>14</w:t>
        </w:r>
        <w:r w:rsidR="00751601">
          <w:rPr>
            <w:webHidden/>
          </w:rPr>
          <w:fldChar w:fldCharType="end"/>
        </w:r>
      </w:hyperlink>
    </w:p>
    <w:p w14:paraId="3C067F2C" w14:textId="33AF7E8F" w:rsidR="00751601" w:rsidRDefault="00940C4C">
      <w:pPr>
        <w:pStyle w:val="TOC2"/>
        <w:rPr>
          <w:rFonts w:asciiTheme="minorHAnsi" w:eastAsiaTheme="minorEastAsia" w:hAnsiTheme="minorHAnsi" w:cstheme="minorBidi"/>
          <w:szCs w:val="24"/>
        </w:rPr>
      </w:pPr>
      <w:hyperlink w:anchor="_Toc7163786" w:history="1">
        <w:r w:rsidR="00751601" w:rsidRPr="00D34116">
          <w:rPr>
            <w:rStyle w:val="Hyperlink"/>
          </w:rPr>
          <w:t>7.2</w:t>
        </w:r>
        <w:r w:rsidR="00751601">
          <w:rPr>
            <w:rFonts w:asciiTheme="minorHAnsi" w:eastAsiaTheme="minorEastAsia" w:hAnsiTheme="minorHAnsi" w:cstheme="minorBidi"/>
            <w:szCs w:val="24"/>
          </w:rPr>
          <w:tab/>
        </w:r>
        <w:r w:rsidR="00751601" w:rsidRPr="00D34116">
          <w:rPr>
            <w:rStyle w:val="Hyperlink"/>
          </w:rPr>
          <w:t>Software Detailed Design</w:t>
        </w:r>
        <w:r w:rsidR="00751601">
          <w:rPr>
            <w:webHidden/>
          </w:rPr>
          <w:tab/>
        </w:r>
        <w:r w:rsidR="00751601">
          <w:rPr>
            <w:webHidden/>
          </w:rPr>
          <w:fldChar w:fldCharType="begin"/>
        </w:r>
        <w:r w:rsidR="00751601">
          <w:rPr>
            <w:webHidden/>
          </w:rPr>
          <w:instrText xml:space="preserve"> PAGEREF _Toc7163786 \h </w:instrText>
        </w:r>
        <w:r w:rsidR="00751601">
          <w:rPr>
            <w:webHidden/>
          </w:rPr>
        </w:r>
        <w:r w:rsidR="00751601">
          <w:rPr>
            <w:webHidden/>
          </w:rPr>
          <w:fldChar w:fldCharType="separate"/>
        </w:r>
        <w:r w:rsidR="00751601">
          <w:rPr>
            <w:webHidden/>
          </w:rPr>
          <w:t>14</w:t>
        </w:r>
        <w:r w:rsidR="00751601">
          <w:rPr>
            <w:webHidden/>
          </w:rPr>
          <w:fldChar w:fldCharType="end"/>
        </w:r>
      </w:hyperlink>
    </w:p>
    <w:p w14:paraId="60498935" w14:textId="71827995" w:rsidR="00751601" w:rsidRDefault="00940C4C">
      <w:pPr>
        <w:pStyle w:val="TOC2"/>
        <w:rPr>
          <w:rFonts w:asciiTheme="minorHAnsi" w:eastAsiaTheme="minorEastAsia" w:hAnsiTheme="minorHAnsi" w:cstheme="minorBidi"/>
          <w:szCs w:val="24"/>
        </w:rPr>
      </w:pPr>
      <w:hyperlink w:anchor="_Toc7163787" w:history="1">
        <w:r w:rsidR="00751601" w:rsidRPr="00D34116">
          <w:rPr>
            <w:rStyle w:val="Hyperlink"/>
          </w:rPr>
          <w:t>7.3</w:t>
        </w:r>
        <w:r w:rsidR="00751601">
          <w:rPr>
            <w:rFonts w:asciiTheme="minorHAnsi" w:eastAsiaTheme="minorEastAsia" w:hAnsiTheme="minorHAnsi" w:cstheme="minorBidi"/>
            <w:szCs w:val="24"/>
          </w:rPr>
          <w:tab/>
        </w:r>
        <w:r w:rsidR="00751601" w:rsidRPr="00D34116">
          <w:rPr>
            <w:rStyle w:val="Hyperlink"/>
          </w:rPr>
          <w:t>Security Detailed Design</w:t>
        </w:r>
        <w:r w:rsidR="00751601">
          <w:rPr>
            <w:webHidden/>
          </w:rPr>
          <w:tab/>
        </w:r>
        <w:r w:rsidR="00751601">
          <w:rPr>
            <w:webHidden/>
          </w:rPr>
          <w:fldChar w:fldCharType="begin"/>
        </w:r>
        <w:r w:rsidR="00751601">
          <w:rPr>
            <w:webHidden/>
          </w:rPr>
          <w:instrText xml:space="preserve"> PAGEREF _Toc7163787 \h </w:instrText>
        </w:r>
        <w:r w:rsidR="00751601">
          <w:rPr>
            <w:webHidden/>
          </w:rPr>
        </w:r>
        <w:r w:rsidR="00751601">
          <w:rPr>
            <w:webHidden/>
          </w:rPr>
          <w:fldChar w:fldCharType="separate"/>
        </w:r>
        <w:r w:rsidR="00751601">
          <w:rPr>
            <w:webHidden/>
          </w:rPr>
          <w:t>15</w:t>
        </w:r>
        <w:r w:rsidR="00751601">
          <w:rPr>
            <w:webHidden/>
          </w:rPr>
          <w:fldChar w:fldCharType="end"/>
        </w:r>
      </w:hyperlink>
    </w:p>
    <w:p w14:paraId="0021A860" w14:textId="794CF818" w:rsidR="00751601" w:rsidRDefault="00940C4C">
      <w:pPr>
        <w:pStyle w:val="TOC2"/>
        <w:rPr>
          <w:rFonts w:asciiTheme="minorHAnsi" w:eastAsiaTheme="minorEastAsia" w:hAnsiTheme="minorHAnsi" w:cstheme="minorBidi"/>
          <w:szCs w:val="24"/>
        </w:rPr>
      </w:pPr>
      <w:hyperlink w:anchor="_Toc7163788" w:history="1">
        <w:r w:rsidR="00751601" w:rsidRPr="00D34116">
          <w:rPr>
            <w:rStyle w:val="Hyperlink"/>
          </w:rPr>
          <w:t>7.4</w:t>
        </w:r>
        <w:r w:rsidR="00751601">
          <w:rPr>
            <w:rFonts w:asciiTheme="minorHAnsi" w:eastAsiaTheme="minorEastAsia" w:hAnsiTheme="minorHAnsi" w:cstheme="minorBidi"/>
            <w:szCs w:val="24"/>
          </w:rPr>
          <w:tab/>
        </w:r>
        <w:r w:rsidR="00751601" w:rsidRPr="00D34116">
          <w:rPr>
            <w:rStyle w:val="Hyperlink"/>
          </w:rPr>
          <w:t>Performance Detailed Design</w:t>
        </w:r>
        <w:r w:rsidR="00751601">
          <w:rPr>
            <w:webHidden/>
          </w:rPr>
          <w:tab/>
        </w:r>
        <w:r w:rsidR="00751601">
          <w:rPr>
            <w:webHidden/>
          </w:rPr>
          <w:fldChar w:fldCharType="begin"/>
        </w:r>
        <w:r w:rsidR="00751601">
          <w:rPr>
            <w:webHidden/>
          </w:rPr>
          <w:instrText xml:space="preserve"> PAGEREF _Toc7163788 \h </w:instrText>
        </w:r>
        <w:r w:rsidR="00751601">
          <w:rPr>
            <w:webHidden/>
          </w:rPr>
        </w:r>
        <w:r w:rsidR="00751601">
          <w:rPr>
            <w:webHidden/>
          </w:rPr>
          <w:fldChar w:fldCharType="separate"/>
        </w:r>
        <w:r w:rsidR="00751601">
          <w:rPr>
            <w:webHidden/>
          </w:rPr>
          <w:t>16</w:t>
        </w:r>
        <w:r w:rsidR="00751601">
          <w:rPr>
            <w:webHidden/>
          </w:rPr>
          <w:fldChar w:fldCharType="end"/>
        </w:r>
      </w:hyperlink>
    </w:p>
    <w:p w14:paraId="2645107E" w14:textId="283CB217" w:rsidR="00751601" w:rsidRDefault="00940C4C">
      <w:pPr>
        <w:pStyle w:val="TOC2"/>
        <w:rPr>
          <w:rFonts w:asciiTheme="minorHAnsi" w:eastAsiaTheme="minorEastAsia" w:hAnsiTheme="minorHAnsi" w:cstheme="minorBidi"/>
          <w:szCs w:val="24"/>
        </w:rPr>
      </w:pPr>
      <w:hyperlink w:anchor="_Toc7163789" w:history="1">
        <w:r w:rsidR="00751601" w:rsidRPr="00D34116">
          <w:rPr>
            <w:rStyle w:val="Hyperlink"/>
          </w:rPr>
          <w:t>7.5</w:t>
        </w:r>
        <w:r w:rsidR="00751601">
          <w:rPr>
            <w:rFonts w:asciiTheme="minorHAnsi" w:eastAsiaTheme="minorEastAsia" w:hAnsiTheme="minorHAnsi" w:cstheme="minorBidi"/>
            <w:szCs w:val="24"/>
          </w:rPr>
          <w:tab/>
        </w:r>
        <w:r w:rsidR="00751601" w:rsidRPr="00D34116">
          <w:rPr>
            <w:rStyle w:val="Hyperlink"/>
          </w:rPr>
          <w:t>Internal Communications Detailed Design</w:t>
        </w:r>
        <w:r w:rsidR="00751601">
          <w:rPr>
            <w:webHidden/>
          </w:rPr>
          <w:tab/>
        </w:r>
        <w:r w:rsidR="00751601">
          <w:rPr>
            <w:webHidden/>
          </w:rPr>
          <w:fldChar w:fldCharType="begin"/>
        </w:r>
        <w:r w:rsidR="00751601">
          <w:rPr>
            <w:webHidden/>
          </w:rPr>
          <w:instrText xml:space="preserve"> PAGEREF _Toc7163789 \h </w:instrText>
        </w:r>
        <w:r w:rsidR="00751601">
          <w:rPr>
            <w:webHidden/>
          </w:rPr>
        </w:r>
        <w:r w:rsidR="00751601">
          <w:rPr>
            <w:webHidden/>
          </w:rPr>
          <w:fldChar w:fldCharType="separate"/>
        </w:r>
        <w:r w:rsidR="00751601">
          <w:rPr>
            <w:webHidden/>
          </w:rPr>
          <w:t>16</w:t>
        </w:r>
        <w:r w:rsidR="00751601">
          <w:rPr>
            <w:webHidden/>
          </w:rPr>
          <w:fldChar w:fldCharType="end"/>
        </w:r>
      </w:hyperlink>
    </w:p>
    <w:p w14:paraId="42966C4B" w14:textId="4E9F4A9E" w:rsidR="00751601" w:rsidRDefault="00940C4C">
      <w:pPr>
        <w:pStyle w:val="TOC1"/>
        <w:rPr>
          <w:rFonts w:asciiTheme="minorHAnsi" w:eastAsiaTheme="minorEastAsia" w:hAnsiTheme="minorHAnsi" w:cstheme="minorBidi"/>
          <w:b w:val="0"/>
          <w:szCs w:val="24"/>
        </w:rPr>
      </w:pPr>
      <w:hyperlink w:anchor="_Toc7163790" w:history="1">
        <w:r w:rsidR="00751601" w:rsidRPr="00D34116">
          <w:rPr>
            <w:rStyle w:val="Hyperlink"/>
          </w:rPr>
          <w:t>8.</w:t>
        </w:r>
        <w:r w:rsidR="00751601">
          <w:rPr>
            <w:rFonts w:asciiTheme="minorHAnsi" w:eastAsiaTheme="minorEastAsia" w:hAnsiTheme="minorHAnsi" w:cstheme="minorBidi"/>
            <w:b w:val="0"/>
            <w:szCs w:val="24"/>
          </w:rPr>
          <w:tab/>
        </w:r>
        <w:r w:rsidR="00751601" w:rsidRPr="00D34116">
          <w:rPr>
            <w:rStyle w:val="Hyperlink"/>
          </w:rPr>
          <w:t>System Integrity Controls</w:t>
        </w:r>
        <w:r w:rsidR="00751601">
          <w:rPr>
            <w:webHidden/>
          </w:rPr>
          <w:tab/>
        </w:r>
        <w:r w:rsidR="00751601">
          <w:rPr>
            <w:webHidden/>
          </w:rPr>
          <w:fldChar w:fldCharType="begin"/>
        </w:r>
        <w:r w:rsidR="00751601">
          <w:rPr>
            <w:webHidden/>
          </w:rPr>
          <w:instrText xml:space="preserve"> PAGEREF _Toc7163790 \h </w:instrText>
        </w:r>
        <w:r w:rsidR="00751601">
          <w:rPr>
            <w:webHidden/>
          </w:rPr>
        </w:r>
        <w:r w:rsidR="00751601">
          <w:rPr>
            <w:webHidden/>
          </w:rPr>
          <w:fldChar w:fldCharType="separate"/>
        </w:r>
        <w:r w:rsidR="00751601">
          <w:rPr>
            <w:webHidden/>
          </w:rPr>
          <w:t>17</w:t>
        </w:r>
        <w:r w:rsidR="00751601">
          <w:rPr>
            <w:webHidden/>
          </w:rPr>
          <w:fldChar w:fldCharType="end"/>
        </w:r>
      </w:hyperlink>
    </w:p>
    <w:p w14:paraId="1FC55C27" w14:textId="729A12C9" w:rsidR="00751601" w:rsidRDefault="00940C4C">
      <w:pPr>
        <w:pStyle w:val="TOC1"/>
        <w:rPr>
          <w:rFonts w:asciiTheme="minorHAnsi" w:eastAsiaTheme="minorEastAsia" w:hAnsiTheme="minorHAnsi" w:cstheme="minorBidi"/>
          <w:b w:val="0"/>
          <w:szCs w:val="24"/>
        </w:rPr>
      </w:pPr>
      <w:hyperlink w:anchor="_Toc7163791" w:history="1">
        <w:r w:rsidR="00751601" w:rsidRPr="00D34116">
          <w:rPr>
            <w:rStyle w:val="Hyperlink"/>
          </w:rPr>
          <w:t>9.</w:t>
        </w:r>
        <w:r w:rsidR="00751601">
          <w:rPr>
            <w:rFonts w:asciiTheme="minorHAnsi" w:eastAsiaTheme="minorEastAsia" w:hAnsiTheme="minorHAnsi" w:cstheme="minorBidi"/>
            <w:b w:val="0"/>
            <w:szCs w:val="24"/>
          </w:rPr>
          <w:tab/>
        </w:r>
        <w:r w:rsidR="00751601" w:rsidRPr="00D34116">
          <w:rPr>
            <w:rStyle w:val="Hyperlink"/>
          </w:rPr>
          <w:t>External Interfaces</w:t>
        </w:r>
        <w:r w:rsidR="00751601">
          <w:rPr>
            <w:webHidden/>
          </w:rPr>
          <w:tab/>
        </w:r>
        <w:r w:rsidR="00751601">
          <w:rPr>
            <w:webHidden/>
          </w:rPr>
          <w:fldChar w:fldCharType="begin"/>
        </w:r>
        <w:r w:rsidR="00751601">
          <w:rPr>
            <w:webHidden/>
          </w:rPr>
          <w:instrText xml:space="preserve"> PAGEREF _Toc7163791 \h </w:instrText>
        </w:r>
        <w:r w:rsidR="00751601">
          <w:rPr>
            <w:webHidden/>
          </w:rPr>
        </w:r>
        <w:r w:rsidR="00751601">
          <w:rPr>
            <w:webHidden/>
          </w:rPr>
          <w:fldChar w:fldCharType="separate"/>
        </w:r>
        <w:r w:rsidR="00751601">
          <w:rPr>
            <w:webHidden/>
          </w:rPr>
          <w:t>18</w:t>
        </w:r>
        <w:r w:rsidR="00751601">
          <w:rPr>
            <w:webHidden/>
          </w:rPr>
          <w:fldChar w:fldCharType="end"/>
        </w:r>
      </w:hyperlink>
    </w:p>
    <w:p w14:paraId="716D1503" w14:textId="091FC565" w:rsidR="00751601" w:rsidRDefault="00940C4C">
      <w:pPr>
        <w:pStyle w:val="TOC2"/>
        <w:rPr>
          <w:rFonts w:asciiTheme="minorHAnsi" w:eastAsiaTheme="minorEastAsia" w:hAnsiTheme="minorHAnsi" w:cstheme="minorBidi"/>
          <w:szCs w:val="24"/>
        </w:rPr>
      </w:pPr>
      <w:hyperlink w:anchor="_Toc7163792" w:history="1">
        <w:r w:rsidR="00751601" w:rsidRPr="00D34116">
          <w:rPr>
            <w:rStyle w:val="Hyperlink"/>
          </w:rPr>
          <w:t>9.1</w:t>
        </w:r>
        <w:r w:rsidR="00751601">
          <w:rPr>
            <w:rFonts w:asciiTheme="minorHAnsi" w:eastAsiaTheme="minorEastAsia" w:hAnsiTheme="minorHAnsi" w:cstheme="minorBidi"/>
            <w:szCs w:val="24"/>
          </w:rPr>
          <w:tab/>
        </w:r>
        <w:r w:rsidR="00751601" w:rsidRPr="00D34116">
          <w:rPr>
            <w:rStyle w:val="Hyperlink"/>
          </w:rPr>
          <w:t>Interface Architecture</w:t>
        </w:r>
        <w:r w:rsidR="00751601">
          <w:rPr>
            <w:webHidden/>
          </w:rPr>
          <w:tab/>
        </w:r>
        <w:r w:rsidR="00751601">
          <w:rPr>
            <w:webHidden/>
          </w:rPr>
          <w:fldChar w:fldCharType="begin"/>
        </w:r>
        <w:r w:rsidR="00751601">
          <w:rPr>
            <w:webHidden/>
          </w:rPr>
          <w:instrText xml:space="preserve"> PAGEREF _Toc7163792 \h </w:instrText>
        </w:r>
        <w:r w:rsidR="00751601">
          <w:rPr>
            <w:webHidden/>
          </w:rPr>
        </w:r>
        <w:r w:rsidR="00751601">
          <w:rPr>
            <w:webHidden/>
          </w:rPr>
          <w:fldChar w:fldCharType="separate"/>
        </w:r>
        <w:r w:rsidR="00751601">
          <w:rPr>
            <w:webHidden/>
          </w:rPr>
          <w:t>18</w:t>
        </w:r>
        <w:r w:rsidR="00751601">
          <w:rPr>
            <w:webHidden/>
          </w:rPr>
          <w:fldChar w:fldCharType="end"/>
        </w:r>
      </w:hyperlink>
    </w:p>
    <w:p w14:paraId="00CC13EC" w14:textId="634CFF2C" w:rsidR="00751601" w:rsidRDefault="00940C4C">
      <w:pPr>
        <w:pStyle w:val="TOC2"/>
        <w:rPr>
          <w:rFonts w:asciiTheme="minorHAnsi" w:eastAsiaTheme="minorEastAsia" w:hAnsiTheme="minorHAnsi" w:cstheme="minorBidi"/>
          <w:szCs w:val="24"/>
        </w:rPr>
      </w:pPr>
      <w:hyperlink w:anchor="_Toc7163793" w:history="1">
        <w:r w:rsidR="00751601" w:rsidRPr="00D34116">
          <w:rPr>
            <w:rStyle w:val="Hyperlink"/>
          </w:rPr>
          <w:t>9.2</w:t>
        </w:r>
        <w:r w:rsidR="00751601">
          <w:rPr>
            <w:rFonts w:asciiTheme="minorHAnsi" w:eastAsiaTheme="minorEastAsia" w:hAnsiTheme="minorHAnsi" w:cstheme="minorBidi"/>
            <w:szCs w:val="24"/>
          </w:rPr>
          <w:tab/>
        </w:r>
        <w:r w:rsidR="00751601" w:rsidRPr="00D34116">
          <w:rPr>
            <w:rStyle w:val="Hyperlink"/>
          </w:rPr>
          <w:t>Interface Detailed Design</w:t>
        </w:r>
        <w:r w:rsidR="00751601">
          <w:rPr>
            <w:webHidden/>
          </w:rPr>
          <w:tab/>
        </w:r>
        <w:r w:rsidR="00751601">
          <w:rPr>
            <w:webHidden/>
          </w:rPr>
          <w:fldChar w:fldCharType="begin"/>
        </w:r>
        <w:r w:rsidR="00751601">
          <w:rPr>
            <w:webHidden/>
          </w:rPr>
          <w:instrText xml:space="preserve"> PAGEREF _Toc7163793 \h </w:instrText>
        </w:r>
        <w:r w:rsidR="00751601">
          <w:rPr>
            <w:webHidden/>
          </w:rPr>
        </w:r>
        <w:r w:rsidR="00751601">
          <w:rPr>
            <w:webHidden/>
          </w:rPr>
          <w:fldChar w:fldCharType="separate"/>
        </w:r>
        <w:r w:rsidR="00751601">
          <w:rPr>
            <w:webHidden/>
          </w:rPr>
          <w:t>18</w:t>
        </w:r>
        <w:r w:rsidR="00751601">
          <w:rPr>
            <w:webHidden/>
          </w:rPr>
          <w:fldChar w:fldCharType="end"/>
        </w:r>
      </w:hyperlink>
    </w:p>
    <w:p w14:paraId="3024F3B7" w14:textId="130A3D6C" w:rsidR="00751601" w:rsidRDefault="00940C4C">
      <w:pPr>
        <w:pStyle w:val="TOC1"/>
        <w:rPr>
          <w:rFonts w:asciiTheme="minorHAnsi" w:eastAsiaTheme="minorEastAsia" w:hAnsiTheme="minorHAnsi" w:cstheme="minorBidi"/>
          <w:b w:val="0"/>
          <w:szCs w:val="24"/>
        </w:rPr>
      </w:pPr>
      <w:hyperlink w:anchor="_Toc7163794" w:history="1">
        <w:r w:rsidR="00751601" w:rsidRPr="00D34116">
          <w:rPr>
            <w:rStyle w:val="Hyperlink"/>
          </w:rPr>
          <w:t>Appendix A: Record of Changes</w:t>
        </w:r>
        <w:r w:rsidR="00751601">
          <w:rPr>
            <w:webHidden/>
          </w:rPr>
          <w:tab/>
        </w:r>
        <w:r w:rsidR="00751601">
          <w:rPr>
            <w:webHidden/>
          </w:rPr>
          <w:fldChar w:fldCharType="begin"/>
        </w:r>
        <w:r w:rsidR="00751601">
          <w:rPr>
            <w:webHidden/>
          </w:rPr>
          <w:instrText xml:space="preserve"> PAGEREF _Toc7163794 \h </w:instrText>
        </w:r>
        <w:r w:rsidR="00751601">
          <w:rPr>
            <w:webHidden/>
          </w:rPr>
        </w:r>
        <w:r w:rsidR="00751601">
          <w:rPr>
            <w:webHidden/>
          </w:rPr>
          <w:fldChar w:fldCharType="separate"/>
        </w:r>
        <w:r w:rsidR="00751601">
          <w:rPr>
            <w:webHidden/>
          </w:rPr>
          <w:t>19</w:t>
        </w:r>
        <w:r w:rsidR="00751601">
          <w:rPr>
            <w:webHidden/>
          </w:rPr>
          <w:fldChar w:fldCharType="end"/>
        </w:r>
      </w:hyperlink>
    </w:p>
    <w:p w14:paraId="14A6890D" w14:textId="08105959" w:rsidR="00751601" w:rsidRDefault="00940C4C">
      <w:pPr>
        <w:pStyle w:val="TOC1"/>
        <w:rPr>
          <w:rFonts w:asciiTheme="minorHAnsi" w:eastAsiaTheme="minorEastAsia" w:hAnsiTheme="minorHAnsi" w:cstheme="minorBidi"/>
          <w:b w:val="0"/>
          <w:szCs w:val="24"/>
        </w:rPr>
      </w:pPr>
      <w:hyperlink w:anchor="_Toc7163795" w:history="1">
        <w:r w:rsidR="00751601" w:rsidRPr="00D34116">
          <w:rPr>
            <w:rStyle w:val="Hyperlink"/>
          </w:rPr>
          <w:t>Appendix B: Acronyms</w:t>
        </w:r>
        <w:r w:rsidR="00751601">
          <w:rPr>
            <w:webHidden/>
          </w:rPr>
          <w:tab/>
        </w:r>
        <w:r w:rsidR="00751601">
          <w:rPr>
            <w:webHidden/>
          </w:rPr>
          <w:fldChar w:fldCharType="begin"/>
        </w:r>
        <w:r w:rsidR="00751601">
          <w:rPr>
            <w:webHidden/>
          </w:rPr>
          <w:instrText xml:space="preserve"> PAGEREF _Toc7163795 \h </w:instrText>
        </w:r>
        <w:r w:rsidR="00751601">
          <w:rPr>
            <w:webHidden/>
          </w:rPr>
        </w:r>
        <w:r w:rsidR="00751601">
          <w:rPr>
            <w:webHidden/>
          </w:rPr>
          <w:fldChar w:fldCharType="separate"/>
        </w:r>
        <w:r w:rsidR="00751601">
          <w:rPr>
            <w:webHidden/>
          </w:rPr>
          <w:t>20</w:t>
        </w:r>
        <w:r w:rsidR="00751601">
          <w:rPr>
            <w:webHidden/>
          </w:rPr>
          <w:fldChar w:fldCharType="end"/>
        </w:r>
      </w:hyperlink>
    </w:p>
    <w:p w14:paraId="53E48755" w14:textId="27B2E5C6" w:rsidR="00751601" w:rsidRDefault="00940C4C">
      <w:pPr>
        <w:pStyle w:val="TOC1"/>
        <w:rPr>
          <w:rFonts w:asciiTheme="minorHAnsi" w:eastAsiaTheme="minorEastAsia" w:hAnsiTheme="minorHAnsi" w:cstheme="minorBidi"/>
          <w:b w:val="0"/>
          <w:szCs w:val="24"/>
        </w:rPr>
      </w:pPr>
      <w:hyperlink w:anchor="_Toc7163796" w:history="1">
        <w:r w:rsidR="00751601" w:rsidRPr="00D34116">
          <w:rPr>
            <w:rStyle w:val="Hyperlink"/>
          </w:rPr>
          <w:t>Appendix C: Glossary</w:t>
        </w:r>
        <w:r w:rsidR="00751601">
          <w:rPr>
            <w:webHidden/>
          </w:rPr>
          <w:tab/>
        </w:r>
        <w:r w:rsidR="00751601">
          <w:rPr>
            <w:webHidden/>
          </w:rPr>
          <w:fldChar w:fldCharType="begin"/>
        </w:r>
        <w:r w:rsidR="00751601">
          <w:rPr>
            <w:webHidden/>
          </w:rPr>
          <w:instrText xml:space="preserve"> PAGEREF _Toc7163796 \h </w:instrText>
        </w:r>
        <w:r w:rsidR="00751601">
          <w:rPr>
            <w:webHidden/>
          </w:rPr>
        </w:r>
        <w:r w:rsidR="00751601">
          <w:rPr>
            <w:webHidden/>
          </w:rPr>
          <w:fldChar w:fldCharType="separate"/>
        </w:r>
        <w:r w:rsidR="00751601">
          <w:rPr>
            <w:webHidden/>
          </w:rPr>
          <w:t>21</w:t>
        </w:r>
        <w:r w:rsidR="00751601">
          <w:rPr>
            <w:webHidden/>
          </w:rPr>
          <w:fldChar w:fldCharType="end"/>
        </w:r>
      </w:hyperlink>
    </w:p>
    <w:p w14:paraId="0128B4A4" w14:textId="4EC0F555" w:rsidR="00751601" w:rsidRDefault="00940C4C">
      <w:pPr>
        <w:pStyle w:val="TOC1"/>
        <w:rPr>
          <w:rFonts w:asciiTheme="minorHAnsi" w:eastAsiaTheme="minorEastAsia" w:hAnsiTheme="minorHAnsi" w:cstheme="minorBidi"/>
          <w:b w:val="0"/>
          <w:szCs w:val="24"/>
        </w:rPr>
      </w:pPr>
      <w:hyperlink w:anchor="_Toc7163797" w:history="1">
        <w:r w:rsidR="00751601" w:rsidRPr="00D34116">
          <w:rPr>
            <w:rStyle w:val="Hyperlink"/>
          </w:rPr>
          <w:t>Appendix D: Referenced Documents</w:t>
        </w:r>
        <w:r w:rsidR="00751601">
          <w:rPr>
            <w:webHidden/>
          </w:rPr>
          <w:tab/>
        </w:r>
        <w:r w:rsidR="00751601">
          <w:rPr>
            <w:webHidden/>
          </w:rPr>
          <w:fldChar w:fldCharType="begin"/>
        </w:r>
        <w:r w:rsidR="00751601">
          <w:rPr>
            <w:webHidden/>
          </w:rPr>
          <w:instrText xml:space="preserve"> PAGEREF _Toc7163797 \h </w:instrText>
        </w:r>
        <w:r w:rsidR="00751601">
          <w:rPr>
            <w:webHidden/>
          </w:rPr>
        </w:r>
        <w:r w:rsidR="00751601">
          <w:rPr>
            <w:webHidden/>
          </w:rPr>
          <w:fldChar w:fldCharType="separate"/>
        </w:r>
        <w:r w:rsidR="00751601">
          <w:rPr>
            <w:webHidden/>
          </w:rPr>
          <w:t>22</w:t>
        </w:r>
        <w:r w:rsidR="00751601">
          <w:rPr>
            <w:webHidden/>
          </w:rPr>
          <w:fldChar w:fldCharType="end"/>
        </w:r>
      </w:hyperlink>
    </w:p>
    <w:p w14:paraId="11A6B0D4" w14:textId="54D2B648" w:rsidR="00751601" w:rsidRDefault="00940C4C">
      <w:pPr>
        <w:pStyle w:val="TOC1"/>
        <w:rPr>
          <w:rFonts w:asciiTheme="minorHAnsi" w:eastAsiaTheme="minorEastAsia" w:hAnsiTheme="minorHAnsi" w:cstheme="minorBidi"/>
          <w:b w:val="0"/>
          <w:szCs w:val="24"/>
        </w:rPr>
      </w:pPr>
      <w:hyperlink w:anchor="_Toc7163798" w:history="1">
        <w:r w:rsidR="00751601" w:rsidRPr="00D34116">
          <w:rPr>
            <w:rStyle w:val="Hyperlink"/>
          </w:rPr>
          <w:t>Appendix E: Approvals</w:t>
        </w:r>
        <w:r w:rsidR="00751601">
          <w:rPr>
            <w:webHidden/>
          </w:rPr>
          <w:tab/>
        </w:r>
        <w:r w:rsidR="00751601">
          <w:rPr>
            <w:webHidden/>
          </w:rPr>
          <w:fldChar w:fldCharType="begin"/>
        </w:r>
        <w:r w:rsidR="00751601">
          <w:rPr>
            <w:webHidden/>
          </w:rPr>
          <w:instrText xml:space="preserve"> PAGEREF _Toc7163798 \h </w:instrText>
        </w:r>
        <w:r w:rsidR="00751601">
          <w:rPr>
            <w:webHidden/>
          </w:rPr>
        </w:r>
        <w:r w:rsidR="00751601">
          <w:rPr>
            <w:webHidden/>
          </w:rPr>
          <w:fldChar w:fldCharType="separate"/>
        </w:r>
        <w:r w:rsidR="00751601">
          <w:rPr>
            <w:webHidden/>
          </w:rPr>
          <w:t>23</w:t>
        </w:r>
        <w:r w:rsidR="00751601">
          <w:rPr>
            <w:webHidden/>
          </w:rPr>
          <w:fldChar w:fldCharType="end"/>
        </w:r>
      </w:hyperlink>
    </w:p>
    <w:p w14:paraId="42DA5FCD" w14:textId="6CB08DED" w:rsidR="00751601" w:rsidRDefault="00940C4C">
      <w:pPr>
        <w:pStyle w:val="TOC1"/>
        <w:rPr>
          <w:rFonts w:asciiTheme="minorHAnsi" w:eastAsiaTheme="minorEastAsia" w:hAnsiTheme="minorHAnsi" w:cstheme="minorBidi"/>
          <w:b w:val="0"/>
          <w:szCs w:val="24"/>
        </w:rPr>
      </w:pPr>
      <w:hyperlink w:anchor="_Toc7163799" w:history="1">
        <w:r w:rsidR="00751601" w:rsidRPr="00D34116">
          <w:rPr>
            <w:rStyle w:val="Hyperlink"/>
          </w:rPr>
          <w:t>Appendix F: Additional Appendices</w:t>
        </w:r>
        <w:r w:rsidR="00751601">
          <w:rPr>
            <w:webHidden/>
          </w:rPr>
          <w:tab/>
        </w:r>
        <w:r w:rsidR="00751601">
          <w:rPr>
            <w:webHidden/>
          </w:rPr>
          <w:fldChar w:fldCharType="begin"/>
        </w:r>
        <w:r w:rsidR="00751601">
          <w:rPr>
            <w:webHidden/>
          </w:rPr>
          <w:instrText xml:space="preserve"> PAGEREF _Toc7163799 \h </w:instrText>
        </w:r>
        <w:r w:rsidR="00751601">
          <w:rPr>
            <w:webHidden/>
          </w:rPr>
        </w:r>
        <w:r w:rsidR="00751601">
          <w:rPr>
            <w:webHidden/>
          </w:rPr>
          <w:fldChar w:fldCharType="separate"/>
        </w:r>
        <w:r w:rsidR="00751601">
          <w:rPr>
            <w:webHidden/>
          </w:rPr>
          <w:t>24</w:t>
        </w:r>
        <w:r w:rsidR="00751601">
          <w:rPr>
            <w:webHidden/>
          </w:rPr>
          <w:fldChar w:fldCharType="end"/>
        </w:r>
      </w:hyperlink>
    </w:p>
    <w:p w14:paraId="4E9A15F3" w14:textId="4CB561A3" w:rsidR="00751601" w:rsidRDefault="00940C4C">
      <w:pPr>
        <w:pStyle w:val="TOC1"/>
      </w:pPr>
      <w:hyperlink w:anchor="_Toc7163800" w:history="1">
        <w:r w:rsidR="00751601" w:rsidRPr="00D34116">
          <w:rPr>
            <w:rStyle w:val="Hyperlink"/>
          </w:rPr>
          <w:t>Appendix G: Notes to the Author/Template Instructions</w:t>
        </w:r>
        <w:r w:rsidR="00751601">
          <w:rPr>
            <w:webHidden/>
          </w:rPr>
          <w:tab/>
        </w:r>
        <w:r w:rsidR="00751601">
          <w:rPr>
            <w:webHidden/>
          </w:rPr>
          <w:fldChar w:fldCharType="begin"/>
        </w:r>
        <w:r w:rsidR="00751601">
          <w:rPr>
            <w:webHidden/>
          </w:rPr>
          <w:instrText xml:space="preserve"> PAGEREF _Toc7163800 \h </w:instrText>
        </w:r>
        <w:r w:rsidR="00751601">
          <w:rPr>
            <w:webHidden/>
          </w:rPr>
        </w:r>
        <w:r w:rsidR="00751601">
          <w:rPr>
            <w:webHidden/>
          </w:rPr>
          <w:fldChar w:fldCharType="separate"/>
        </w:r>
        <w:r w:rsidR="00751601">
          <w:rPr>
            <w:webHidden/>
          </w:rPr>
          <w:t>25</w:t>
        </w:r>
        <w:r w:rsidR="00751601">
          <w:rPr>
            <w:webHidden/>
          </w:rPr>
          <w:fldChar w:fldCharType="end"/>
        </w:r>
      </w:hyperlink>
    </w:p>
    <w:p w14:paraId="0C271053" w14:textId="3E168607" w:rsidR="001909AF" w:rsidRDefault="00940C4C" w:rsidP="001909AF">
      <w:pPr>
        <w:pStyle w:val="TOC1"/>
      </w:pPr>
      <w:hyperlink w:anchor="_Toc7163800" w:history="1">
        <w:r w:rsidR="001909AF" w:rsidRPr="00D34116">
          <w:rPr>
            <w:rStyle w:val="Hyperlink"/>
          </w:rPr>
          <w:t xml:space="preserve">Appendix </w:t>
        </w:r>
        <w:r w:rsidR="001909AF">
          <w:rPr>
            <w:rStyle w:val="Hyperlink"/>
          </w:rPr>
          <w:t>H</w:t>
        </w:r>
        <w:r w:rsidR="001909AF" w:rsidRPr="00D34116">
          <w:rPr>
            <w:rStyle w:val="Hyperlink"/>
          </w:rPr>
          <w:t xml:space="preserve">: </w:t>
        </w:r>
        <w:r w:rsidR="001909AF">
          <w:rPr>
            <w:rStyle w:val="Hyperlink"/>
          </w:rPr>
          <w:t>Template Revision History</w:t>
        </w:r>
        <w:r w:rsidR="001909AF">
          <w:rPr>
            <w:webHidden/>
          </w:rPr>
          <w:tab/>
        </w:r>
        <w:r w:rsidR="001909AF">
          <w:rPr>
            <w:webHidden/>
          </w:rPr>
          <w:fldChar w:fldCharType="begin"/>
        </w:r>
        <w:r w:rsidR="001909AF">
          <w:rPr>
            <w:webHidden/>
          </w:rPr>
          <w:instrText xml:space="preserve"> PAGEREF _Toc7163800 \h </w:instrText>
        </w:r>
        <w:r w:rsidR="001909AF">
          <w:rPr>
            <w:webHidden/>
          </w:rPr>
        </w:r>
        <w:r w:rsidR="001909AF">
          <w:rPr>
            <w:webHidden/>
          </w:rPr>
          <w:fldChar w:fldCharType="separate"/>
        </w:r>
        <w:r w:rsidR="001909AF">
          <w:rPr>
            <w:webHidden/>
          </w:rPr>
          <w:t>2</w:t>
        </w:r>
        <w:r w:rsidR="001909AF">
          <w:rPr>
            <w:webHidden/>
          </w:rPr>
          <w:fldChar w:fldCharType="end"/>
        </w:r>
      </w:hyperlink>
      <w:r w:rsidR="001909AF">
        <w:t>6</w:t>
      </w:r>
    </w:p>
    <w:p w14:paraId="0BD0876D" w14:textId="77777777" w:rsidR="001909AF" w:rsidRPr="001909AF" w:rsidRDefault="001909AF" w:rsidP="001909AF"/>
    <w:p w14:paraId="0689071A" w14:textId="77777777" w:rsidR="001909AF" w:rsidRPr="001909AF" w:rsidRDefault="001909AF" w:rsidP="001909AF">
      <w:pPr>
        <w:rPr>
          <w:rFonts w:eastAsiaTheme="minorEastAsia"/>
        </w:rPr>
      </w:pPr>
    </w:p>
    <w:p w14:paraId="7BCCDE19" w14:textId="0403709C" w:rsidR="00DD5A09" w:rsidRPr="00DD5A09" w:rsidRDefault="00DD5A09" w:rsidP="00751096">
      <w:pPr>
        <w:pStyle w:val="BodyText"/>
      </w:pPr>
      <w:r>
        <w:fldChar w:fldCharType="end"/>
      </w:r>
    </w:p>
    <w:p w14:paraId="33EF4C1E" w14:textId="77777777" w:rsidR="008F03D1" w:rsidRDefault="008F03D1">
      <w:pPr>
        <w:pStyle w:val="FrontMatterHeader"/>
      </w:pPr>
      <w:bookmarkStart w:id="2" w:name="_Toc278187083"/>
      <w:bookmarkStart w:id="3" w:name="_Toc278189219"/>
      <w:bookmarkStart w:id="4" w:name="_Toc497634056"/>
      <w:bookmarkStart w:id="5" w:name="_Toc498235584"/>
      <w:bookmarkStart w:id="6" w:name="_Toc498325024"/>
      <w:bookmarkStart w:id="7" w:name="_Toc499106663"/>
      <w:r>
        <w:t>List of Figures</w:t>
      </w:r>
      <w:bookmarkEnd w:id="2"/>
      <w:bookmarkEnd w:id="3"/>
    </w:p>
    <w:p w14:paraId="33EF4C1F" w14:textId="77777777" w:rsidR="008F03D1" w:rsidRDefault="004A764C" w:rsidP="00FE40DF">
      <w:pPr>
        <w:pStyle w:val="TableofFigures"/>
      </w:pPr>
      <w:r>
        <w:fldChar w:fldCharType="begin"/>
      </w:r>
      <w:r w:rsidR="00377035">
        <w:instrText xml:space="preserve"> TOC \h \z \t "FigureCaption,1,fc,1" \c "Figure" </w:instrText>
      </w:r>
      <w:r>
        <w:fldChar w:fldCharType="separate"/>
      </w:r>
      <w:r w:rsidR="001700E1">
        <w:rPr>
          <w:b/>
          <w:bCs/>
        </w:rPr>
        <w:t>No table of figures entries found.</w:t>
      </w:r>
      <w:r>
        <w:fldChar w:fldCharType="end"/>
      </w:r>
    </w:p>
    <w:p w14:paraId="33EF4C21" w14:textId="77777777" w:rsidR="003E4887" w:rsidRDefault="003E4887" w:rsidP="00751096">
      <w:pPr>
        <w:pStyle w:val="BodyText"/>
      </w:pPr>
    </w:p>
    <w:p w14:paraId="33EF4C22" w14:textId="77777777" w:rsidR="008F03D1" w:rsidRDefault="008F03D1">
      <w:pPr>
        <w:pStyle w:val="FrontMatterHeader"/>
      </w:pPr>
      <w:bookmarkStart w:id="8" w:name="_Toc278187084"/>
      <w:bookmarkStart w:id="9" w:name="_Toc278189220"/>
      <w:r>
        <w:t>List of Tables</w:t>
      </w:r>
      <w:bookmarkEnd w:id="8"/>
      <w:bookmarkEnd w:id="9"/>
    </w:p>
    <w:p w14:paraId="5CF493B4" w14:textId="73EF1B93" w:rsidR="00751601" w:rsidRDefault="004A764C">
      <w:pPr>
        <w:pStyle w:val="TableofFigures"/>
        <w:rPr>
          <w:rFonts w:asciiTheme="minorHAnsi" w:eastAsiaTheme="minorEastAsia" w:hAnsiTheme="minorHAnsi" w:cstheme="minorBidi"/>
          <w:szCs w:val="24"/>
        </w:rPr>
      </w:pPr>
      <w:r>
        <w:fldChar w:fldCharType="begin"/>
      </w:r>
      <w:r w:rsidR="00213D9A">
        <w:instrText xml:space="preserve"> TOC \h \z \t "Caption" \c "Table" </w:instrText>
      </w:r>
      <w:r>
        <w:fldChar w:fldCharType="separate"/>
      </w:r>
      <w:hyperlink w:anchor="_Toc7163739" w:history="1">
        <w:r w:rsidR="00751601" w:rsidRPr="00E83119">
          <w:rPr>
            <w:rStyle w:val="Hyperlink"/>
          </w:rPr>
          <w:t>Table 1 - Record of Changes</w:t>
        </w:r>
        <w:r w:rsidR="00751601">
          <w:rPr>
            <w:webHidden/>
          </w:rPr>
          <w:tab/>
        </w:r>
        <w:r w:rsidR="00751601">
          <w:rPr>
            <w:webHidden/>
          </w:rPr>
          <w:fldChar w:fldCharType="begin"/>
        </w:r>
        <w:r w:rsidR="00751601">
          <w:rPr>
            <w:webHidden/>
          </w:rPr>
          <w:instrText xml:space="preserve"> PAGEREF _Toc7163739 \h </w:instrText>
        </w:r>
        <w:r w:rsidR="00751601">
          <w:rPr>
            <w:webHidden/>
          </w:rPr>
        </w:r>
        <w:r w:rsidR="00751601">
          <w:rPr>
            <w:webHidden/>
          </w:rPr>
          <w:fldChar w:fldCharType="separate"/>
        </w:r>
        <w:r w:rsidR="00751601">
          <w:rPr>
            <w:webHidden/>
          </w:rPr>
          <w:t>19</w:t>
        </w:r>
        <w:r w:rsidR="00751601">
          <w:rPr>
            <w:webHidden/>
          </w:rPr>
          <w:fldChar w:fldCharType="end"/>
        </w:r>
      </w:hyperlink>
    </w:p>
    <w:p w14:paraId="2DD3514F" w14:textId="6692C545" w:rsidR="00751601" w:rsidRDefault="00940C4C">
      <w:pPr>
        <w:pStyle w:val="TableofFigures"/>
        <w:rPr>
          <w:rFonts w:asciiTheme="minorHAnsi" w:eastAsiaTheme="minorEastAsia" w:hAnsiTheme="minorHAnsi" w:cstheme="minorBidi"/>
          <w:szCs w:val="24"/>
        </w:rPr>
      </w:pPr>
      <w:hyperlink w:anchor="_Toc7163740" w:history="1">
        <w:r w:rsidR="00751601" w:rsidRPr="00E83119">
          <w:rPr>
            <w:rStyle w:val="Hyperlink"/>
          </w:rPr>
          <w:t>Table 2 - Acronyms</w:t>
        </w:r>
        <w:r w:rsidR="00751601">
          <w:rPr>
            <w:webHidden/>
          </w:rPr>
          <w:tab/>
        </w:r>
        <w:r w:rsidR="00751601">
          <w:rPr>
            <w:webHidden/>
          </w:rPr>
          <w:fldChar w:fldCharType="begin"/>
        </w:r>
        <w:r w:rsidR="00751601">
          <w:rPr>
            <w:webHidden/>
          </w:rPr>
          <w:instrText xml:space="preserve"> PAGEREF _Toc7163740 \h </w:instrText>
        </w:r>
        <w:r w:rsidR="00751601">
          <w:rPr>
            <w:webHidden/>
          </w:rPr>
        </w:r>
        <w:r w:rsidR="00751601">
          <w:rPr>
            <w:webHidden/>
          </w:rPr>
          <w:fldChar w:fldCharType="separate"/>
        </w:r>
        <w:r w:rsidR="00751601">
          <w:rPr>
            <w:webHidden/>
          </w:rPr>
          <w:t>20</w:t>
        </w:r>
        <w:r w:rsidR="00751601">
          <w:rPr>
            <w:webHidden/>
          </w:rPr>
          <w:fldChar w:fldCharType="end"/>
        </w:r>
      </w:hyperlink>
    </w:p>
    <w:p w14:paraId="1EE31347" w14:textId="109423B4" w:rsidR="00751601" w:rsidRDefault="00940C4C">
      <w:pPr>
        <w:pStyle w:val="TableofFigures"/>
        <w:rPr>
          <w:rFonts w:asciiTheme="minorHAnsi" w:eastAsiaTheme="minorEastAsia" w:hAnsiTheme="minorHAnsi" w:cstheme="minorBidi"/>
          <w:szCs w:val="24"/>
        </w:rPr>
      </w:pPr>
      <w:hyperlink w:anchor="_Toc7163741" w:history="1">
        <w:r w:rsidR="00751601" w:rsidRPr="00E83119">
          <w:rPr>
            <w:rStyle w:val="Hyperlink"/>
          </w:rPr>
          <w:t>Table 3 - Glossary</w:t>
        </w:r>
        <w:r w:rsidR="00751601">
          <w:rPr>
            <w:webHidden/>
          </w:rPr>
          <w:tab/>
        </w:r>
        <w:r w:rsidR="00751601">
          <w:rPr>
            <w:webHidden/>
          </w:rPr>
          <w:fldChar w:fldCharType="begin"/>
        </w:r>
        <w:r w:rsidR="00751601">
          <w:rPr>
            <w:webHidden/>
          </w:rPr>
          <w:instrText xml:space="preserve"> PAGEREF _Toc7163741 \h </w:instrText>
        </w:r>
        <w:r w:rsidR="00751601">
          <w:rPr>
            <w:webHidden/>
          </w:rPr>
        </w:r>
        <w:r w:rsidR="00751601">
          <w:rPr>
            <w:webHidden/>
          </w:rPr>
          <w:fldChar w:fldCharType="separate"/>
        </w:r>
        <w:r w:rsidR="00751601">
          <w:rPr>
            <w:webHidden/>
          </w:rPr>
          <w:t>21</w:t>
        </w:r>
        <w:r w:rsidR="00751601">
          <w:rPr>
            <w:webHidden/>
          </w:rPr>
          <w:fldChar w:fldCharType="end"/>
        </w:r>
      </w:hyperlink>
    </w:p>
    <w:p w14:paraId="08673A87" w14:textId="4433590E" w:rsidR="00751601" w:rsidRDefault="00940C4C">
      <w:pPr>
        <w:pStyle w:val="TableofFigures"/>
        <w:rPr>
          <w:rFonts w:asciiTheme="minorHAnsi" w:eastAsiaTheme="minorEastAsia" w:hAnsiTheme="minorHAnsi" w:cstheme="minorBidi"/>
          <w:szCs w:val="24"/>
        </w:rPr>
      </w:pPr>
      <w:hyperlink w:anchor="_Toc7163742" w:history="1">
        <w:r w:rsidR="00751601" w:rsidRPr="00E83119">
          <w:rPr>
            <w:rStyle w:val="Hyperlink"/>
          </w:rPr>
          <w:t>Table 4 - Referenced Documents</w:t>
        </w:r>
        <w:r w:rsidR="00751601">
          <w:rPr>
            <w:webHidden/>
          </w:rPr>
          <w:tab/>
        </w:r>
        <w:r w:rsidR="00751601">
          <w:rPr>
            <w:webHidden/>
          </w:rPr>
          <w:fldChar w:fldCharType="begin"/>
        </w:r>
        <w:r w:rsidR="00751601">
          <w:rPr>
            <w:webHidden/>
          </w:rPr>
          <w:instrText xml:space="preserve"> PAGEREF _Toc7163742 \h </w:instrText>
        </w:r>
        <w:r w:rsidR="00751601">
          <w:rPr>
            <w:webHidden/>
          </w:rPr>
        </w:r>
        <w:r w:rsidR="00751601">
          <w:rPr>
            <w:webHidden/>
          </w:rPr>
          <w:fldChar w:fldCharType="separate"/>
        </w:r>
        <w:r w:rsidR="00751601">
          <w:rPr>
            <w:webHidden/>
          </w:rPr>
          <w:t>22</w:t>
        </w:r>
        <w:r w:rsidR="00751601">
          <w:rPr>
            <w:webHidden/>
          </w:rPr>
          <w:fldChar w:fldCharType="end"/>
        </w:r>
      </w:hyperlink>
    </w:p>
    <w:p w14:paraId="7B3CF534" w14:textId="7ED117E0" w:rsidR="00751601" w:rsidRDefault="00940C4C">
      <w:pPr>
        <w:pStyle w:val="TableofFigures"/>
      </w:pPr>
      <w:hyperlink w:anchor="_Toc7163743" w:history="1">
        <w:r w:rsidR="00751601" w:rsidRPr="00E83119">
          <w:rPr>
            <w:rStyle w:val="Hyperlink"/>
          </w:rPr>
          <w:t>Table 5 - Approvals</w:t>
        </w:r>
        <w:r w:rsidR="00751601">
          <w:rPr>
            <w:webHidden/>
          </w:rPr>
          <w:tab/>
        </w:r>
        <w:r w:rsidR="00751601">
          <w:rPr>
            <w:webHidden/>
          </w:rPr>
          <w:fldChar w:fldCharType="begin"/>
        </w:r>
        <w:r w:rsidR="00751601">
          <w:rPr>
            <w:webHidden/>
          </w:rPr>
          <w:instrText xml:space="preserve"> PAGEREF _Toc7163743 \h </w:instrText>
        </w:r>
        <w:r w:rsidR="00751601">
          <w:rPr>
            <w:webHidden/>
          </w:rPr>
        </w:r>
        <w:r w:rsidR="00751601">
          <w:rPr>
            <w:webHidden/>
          </w:rPr>
          <w:fldChar w:fldCharType="separate"/>
        </w:r>
        <w:r w:rsidR="00751601">
          <w:rPr>
            <w:webHidden/>
          </w:rPr>
          <w:t>23</w:t>
        </w:r>
        <w:r w:rsidR="00751601">
          <w:rPr>
            <w:webHidden/>
          </w:rPr>
          <w:fldChar w:fldCharType="end"/>
        </w:r>
      </w:hyperlink>
    </w:p>
    <w:p w14:paraId="0C124227" w14:textId="5B1AC1C0" w:rsidR="001909AF" w:rsidRDefault="00940C4C" w:rsidP="001909AF">
      <w:pPr>
        <w:pStyle w:val="TableofFigures"/>
        <w:rPr>
          <w:rFonts w:asciiTheme="minorHAnsi" w:eastAsiaTheme="minorEastAsia" w:hAnsiTheme="minorHAnsi" w:cstheme="minorBidi"/>
          <w:sz w:val="22"/>
          <w:szCs w:val="22"/>
        </w:rPr>
      </w:pPr>
      <w:hyperlink w:anchor="_Toc396111295" w:history="1">
        <w:r w:rsidR="001909AF">
          <w:rPr>
            <w:rStyle w:val="Hyperlink"/>
          </w:rPr>
          <w:t>Table 6 -</w:t>
        </w:r>
        <w:r w:rsidR="001909AF" w:rsidRPr="00FB2C45">
          <w:rPr>
            <w:rStyle w:val="Hyperlink"/>
          </w:rPr>
          <w:t xml:space="preserve"> Template Revision History</w:t>
        </w:r>
        <w:r w:rsidR="001909AF">
          <w:rPr>
            <w:webHidden/>
          </w:rPr>
          <w:tab/>
          <w:t>26</w:t>
        </w:r>
      </w:hyperlink>
    </w:p>
    <w:p w14:paraId="368DF68B" w14:textId="77777777" w:rsidR="001909AF" w:rsidRPr="001909AF" w:rsidRDefault="001909AF" w:rsidP="001909AF">
      <w:pPr>
        <w:rPr>
          <w:rFonts w:eastAsiaTheme="minorEastAsia"/>
        </w:rPr>
      </w:pPr>
    </w:p>
    <w:p w14:paraId="09C41C65" w14:textId="67C71EC7" w:rsidR="000025D3" w:rsidRPr="000025D3" w:rsidRDefault="004A764C" w:rsidP="00DF635D">
      <w:pPr>
        <w:pStyle w:val="ParagraphSpacer6"/>
      </w:pPr>
      <w:r>
        <w:rPr>
          <w:noProof/>
        </w:rPr>
        <w:fldChar w:fldCharType="end"/>
      </w:r>
    </w:p>
    <w:p w14:paraId="4381FFB2" w14:textId="77777777" w:rsidR="000025D3" w:rsidRPr="000025D3" w:rsidRDefault="000025D3" w:rsidP="00DF635D">
      <w:pPr>
        <w:pStyle w:val="ParagraphSpacer6"/>
        <w:sectPr w:rsidR="000025D3" w:rsidRPr="000025D3" w:rsidSect="008315B9">
          <w:headerReference w:type="default" r:id="rId14"/>
          <w:footerReference w:type="default" r:id="rId15"/>
          <w:type w:val="continuous"/>
          <w:pgSz w:w="12240" w:h="15840" w:code="1"/>
          <w:pgMar w:top="1440" w:right="1440" w:bottom="1440" w:left="1440" w:header="504" w:footer="504" w:gutter="0"/>
          <w:pgNumType w:fmt="lowerRoman"/>
          <w:cols w:space="720"/>
          <w:titlePg/>
          <w:docGrid w:linePitch="360"/>
        </w:sectPr>
      </w:pPr>
    </w:p>
    <w:p w14:paraId="33EF4C29" w14:textId="77777777" w:rsidR="00721854" w:rsidRDefault="00981085" w:rsidP="00315C8A">
      <w:pPr>
        <w:pStyle w:val="Heading2"/>
      </w:pPr>
      <w:bookmarkStart w:id="10" w:name="_Toc403385924"/>
      <w:bookmarkStart w:id="11" w:name="_Toc7163744"/>
      <w:bookmarkStart w:id="12" w:name="_Toc497871702"/>
      <w:bookmarkStart w:id="13" w:name="_Toc497872046"/>
      <w:bookmarkStart w:id="14" w:name="_Toc497872814"/>
      <w:bookmarkStart w:id="15" w:name="_Toc497872969"/>
      <w:bookmarkStart w:id="16" w:name="_Toc497873017"/>
      <w:bookmarkEnd w:id="4"/>
      <w:bookmarkEnd w:id="5"/>
      <w:bookmarkEnd w:id="6"/>
      <w:bookmarkEnd w:id="7"/>
      <w:r>
        <w:lastRenderedPageBreak/>
        <w:t>Introduction</w:t>
      </w:r>
      <w:bookmarkEnd w:id="10"/>
      <w:bookmarkEnd w:id="11"/>
    </w:p>
    <w:p w14:paraId="33EF4C2A" w14:textId="6C95AE81" w:rsidR="00721854" w:rsidRPr="009C128C" w:rsidRDefault="00512249" w:rsidP="00DD5A09">
      <w:pPr>
        <w:pStyle w:val="InstructionalText"/>
      </w:pPr>
      <w:r>
        <w:t xml:space="preserve">Instructions: </w:t>
      </w:r>
      <w:r w:rsidR="00981085" w:rsidRPr="00981085">
        <w:t>Provide identifying information for the existing and/or proposed automated system or situation for which the S</w:t>
      </w:r>
      <w:r w:rsidR="00F43466">
        <w:t>ystem Design Document</w:t>
      </w:r>
      <w:r w:rsidR="00216290">
        <w:t xml:space="preserve"> (SDD)</w:t>
      </w:r>
      <w:r w:rsidR="00981085" w:rsidRPr="00981085">
        <w:t xml:space="preserve"> applies (e.g., the full names and acronyms for the development project, the existing system or situation, and the proposed system or situation, as applicable), and expected evolution of the document.</w:t>
      </w:r>
      <w:r w:rsidR="0027569E">
        <w:t xml:space="preserve"> </w:t>
      </w:r>
      <w:r w:rsidR="00981085" w:rsidRPr="00981085">
        <w:t>Also describe any security or privacy considerations assoc</w:t>
      </w:r>
      <w:r w:rsidR="00981085">
        <w:t>iated with use of this document</w:t>
      </w:r>
      <w:r w:rsidR="00F149A2">
        <w:t>.</w:t>
      </w:r>
    </w:p>
    <w:p w14:paraId="33EF4C2B" w14:textId="18793D2A" w:rsidR="00981085" w:rsidRPr="00981085" w:rsidRDefault="00981085" w:rsidP="00DD5A09">
      <w:pPr>
        <w:pStyle w:val="BodyText"/>
      </w:pPr>
      <w:r w:rsidRPr="00981085">
        <w:t xml:space="preserve">The </w:t>
      </w:r>
      <w:r w:rsidRPr="003363A8">
        <w:rPr>
          <w:rStyle w:val="BodyTextGlossaryChar"/>
        </w:rPr>
        <w:t>System Design Document</w:t>
      </w:r>
      <w:r w:rsidRPr="00981085">
        <w:t xml:space="preserve"> (SDD) describes how the functional and nonfunctional requirements recorded in the Requirements Document, the preliminary user-oriented functional design recorded in the High Level Technical Design Concep</w:t>
      </w:r>
      <w:r w:rsidR="003363A8">
        <w:t>t/Alternatives document, and</w:t>
      </w:r>
      <w:r w:rsidRPr="00981085">
        <w:t xml:space="preserve"> the preliminary data design documented in the </w:t>
      </w:r>
      <w:r w:rsidRPr="003363A8">
        <w:rPr>
          <w:rStyle w:val="BodyTextGlossaryChar"/>
        </w:rPr>
        <w:t>Logical Data Model</w:t>
      </w:r>
      <w:r w:rsidRPr="00981085">
        <w:t xml:space="preserve"> (LDM) </w:t>
      </w:r>
      <w:r w:rsidR="003363A8">
        <w:t>transform</w:t>
      </w:r>
      <w:r w:rsidRPr="00981085">
        <w:t xml:space="preserve"> into more technical system design specifications from which the system </w:t>
      </w:r>
      <w:r w:rsidR="003363A8">
        <w:t>is</w:t>
      </w:r>
      <w:r w:rsidRPr="00981085">
        <w:t xml:space="preserve"> built. The SDD </w:t>
      </w:r>
      <w:r w:rsidR="003363A8">
        <w:t>documen</w:t>
      </w:r>
      <w:r w:rsidR="00D2395E">
        <w:t>t</w:t>
      </w:r>
      <w:r w:rsidR="003363A8">
        <w:t>s the</w:t>
      </w:r>
      <w:r w:rsidRPr="00981085">
        <w:t xml:space="preserve"> high-level system design and </w:t>
      </w:r>
      <w:r w:rsidR="003363A8">
        <w:t xml:space="preserve">the </w:t>
      </w:r>
      <w:r w:rsidRPr="00981085">
        <w:t>low-level detailed design specifications.</w:t>
      </w:r>
    </w:p>
    <w:p w14:paraId="33EF4C2C" w14:textId="60E2C233" w:rsidR="00721854" w:rsidRDefault="00981085" w:rsidP="00DD5A09">
      <w:pPr>
        <w:pStyle w:val="BodyText"/>
      </w:pPr>
      <w:r w:rsidRPr="00981085">
        <w:t>The SDD describes design goals and considerations, provides a high-level overview of the system architecture, and describes the data design associated with the system, as well as the human-machine interface and operational scenarios. The high-level system design is further decomposed into low-level detailed de</w:t>
      </w:r>
      <w:r w:rsidR="003363A8">
        <w:t>sign specifications for each system</w:t>
      </w:r>
      <w:r w:rsidRPr="00981085">
        <w:t xml:space="preserve"> component, including hardware, internal communications, software, system integrity controls, and external interfaces. The high-level system design serves as primary input to the </w:t>
      </w:r>
      <w:r w:rsidRPr="003363A8">
        <w:rPr>
          <w:rStyle w:val="BodyTextGlossaryChar"/>
        </w:rPr>
        <w:t>Preliminary Design Review</w:t>
      </w:r>
      <w:r w:rsidRPr="00981085">
        <w:t xml:space="preserve"> (PDR). The low-level detailed design serves as input to the </w:t>
      </w:r>
      <w:r w:rsidRPr="00855062">
        <w:rPr>
          <w:rStyle w:val="BodyTextGlossaryChar"/>
        </w:rPr>
        <w:t xml:space="preserve">Detailed </w:t>
      </w:r>
      <w:r w:rsidRPr="000D1F60">
        <w:rPr>
          <w:rStyle w:val="BodyTextGlossaryChar"/>
        </w:rPr>
        <w:t>Design Review</w:t>
      </w:r>
      <w:r w:rsidRPr="00981085">
        <w:t xml:space="preserve"> (DDR)</w:t>
      </w:r>
      <w:r w:rsidR="005E1CA5">
        <w:t>.</w:t>
      </w:r>
    </w:p>
    <w:p w14:paraId="33EF4C2D" w14:textId="6E5092DD" w:rsidR="00981085" w:rsidRDefault="00981085" w:rsidP="00315C8A">
      <w:pPr>
        <w:pStyle w:val="Heading3"/>
      </w:pPr>
      <w:bookmarkStart w:id="17" w:name="_Toc403385925"/>
      <w:bookmarkStart w:id="18" w:name="_Toc7163745"/>
      <w:r>
        <w:t xml:space="preserve">Purpose of the </w:t>
      </w:r>
      <w:bookmarkEnd w:id="17"/>
      <w:r w:rsidR="00216290">
        <w:t>SDD</w:t>
      </w:r>
      <w:bookmarkEnd w:id="18"/>
    </w:p>
    <w:p w14:paraId="33EF4C2E" w14:textId="440D3EC2" w:rsidR="00981085" w:rsidRDefault="00981085" w:rsidP="00DD5A09">
      <w:pPr>
        <w:pStyle w:val="InstructionalText"/>
      </w:pPr>
      <w:r>
        <w:t xml:space="preserve">Instructions: </w:t>
      </w:r>
      <w:r w:rsidRPr="00981085">
        <w:t>Provide the purpose of the</w:t>
      </w:r>
      <w:r w:rsidR="00FE3073">
        <w:t xml:space="preserve"> </w:t>
      </w:r>
      <w:r w:rsidR="00216290">
        <w:t>SDD</w:t>
      </w:r>
      <w:r w:rsidRPr="00981085">
        <w:t>. This document should be tailored to fit a particular project’s needs.</w:t>
      </w:r>
    </w:p>
    <w:p w14:paraId="33EF4C2F" w14:textId="12AD7125" w:rsidR="00981085" w:rsidRDefault="00981085" w:rsidP="00DD5A09">
      <w:pPr>
        <w:pStyle w:val="BodyText"/>
      </w:pPr>
      <w:r w:rsidRPr="00981085">
        <w:t xml:space="preserve">The </w:t>
      </w:r>
      <w:r w:rsidR="003363A8">
        <w:t>SDD</w:t>
      </w:r>
      <w:r w:rsidRPr="00981085">
        <w:t xml:space="preserve"> documents and tracks the necessary information required to effectively define architecture and system design in order to give the development team guidance on </w:t>
      </w:r>
      <w:r w:rsidR="003363A8">
        <w:t xml:space="preserve">the </w:t>
      </w:r>
      <w:r w:rsidRPr="00981085">
        <w:t xml:space="preserve">architecture of the system to be developed. Design documents are incrementally and iteratively produced during the system development life cycle, based on the particular circumstances of the </w:t>
      </w:r>
      <w:r w:rsidR="003363A8" w:rsidRPr="003363A8">
        <w:rPr>
          <w:rStyle w:val="BodyTextGlossaryChar"/>
        </w:rPr>
        <w:t>information technology</w:t>
      </w:r>
      <w:r w:rsidR="003363A8">
        <w:t xml:space="preserve"> (</w:t>
      </w:r>
      <w:r w:rsidRPr="00981085">
        <w:t>IT</w:t>
      </w:r>
      <w:r w:rsidR="003363A8">
        <w:t>)</w:t>
      </w:r>
      <w:r w:rsidRPr="00981085">
        <w:t xml:space="preserve"> project and the system development methodology used for developing the system.</w:t>
      </w:r>
      <w:r w:rsidR="0027569E">
        <w:t xml:space="preserve"> </w:t>
      </w:r>
      <w:r w:rsidRPr="00981085">
        <w:t>Its intended audience is the project manager, project team, and development team. Some portions of this document</w:t>
      </w:r>
      <w:r w:rsidR="003363A8">
        <w:t>,</w:t>
      </w:r>
      <w:r w:rsidRPr="00981085">
        <w:t xml:space="preserve"> such as the </w:t>
      </w:r>
      <w:r w:rsidRPr="003363A8">
        <w:rPr>
          <w:rStyle w:val="BodyTextGlossaryChar"/>
        </w:rPr>
        <w:t>user interface</w:t>
      </w:r>
      <w:r w:rsidRPr="00981085">
        <w:t xml:space="preserve"> (UI)</w:t>
      </w:r>
      <w:r w:rsidR="003363A8">
        <w:t>,</w:t>
      </w:r>
      <w:r w:rsidRPr="00981085">
        <w:t xml:space="preserve"> may be shared with the client/user, and other stakeholder</w:t>
      </w:r>
      <w:r w:rsidR="003363A8">
        <w:t>s</w:t>
      </w:r>
      <w:r w:rsidRPr="00981085">
        <w:t xml:space="preserve"> whose input/approval into the UI is needed.</w:t>
      </w:r>
    </w:p>
    <w:p w14:paraId="33EF4C30" w14:textId="77777777" w:rsidR="00981085" w:rsidRDefault="00981085" w:rsidP="00315C8A">
      <w:pPr>
        <w:pStyle w:val="Heading2"/>
      </w:pPr>
      <w:bookmarkStart w:id="19" w:name="_Toc403385926"/>
      <w:bookmarkStart w:id="20" w:name="_Toc7163746"/>
      <w:r>
        <w:lastRenderedPageBreak/>
        <w:t>General Overview and Design Guidelines/Approach</w:t>
      </w:r>
      <w:bookmarkEnd w:id="19"/>
      <w:bookmarkEnd w:id="20"/>
    </w:p>
    <w:p w14:paraId="33EF4C31" w14:textId="77777777" w:rsidR="00981085" w:rsidRDefault="00981085" w:rsidP="00DD5A09">
      <w:pPr>
        <w:pStyle w:val="BodyText"/>
      </w:pPr>
      <w:bookmarkStart w:id="21" w:name="_Toc494193646"/>
      <w:r w:rsidRPr="00D34EC0">
        <w:t>This section describes the principles and strategies to be used as guidelines when designing and implementing the system.</w:t>
      </w:r>
    </w:p>
    <w:p w14:paraId="33EF4C32" w14:textId="77777777" w:rsidR="00981085" w:rsidRDefault="00981085" w:rsidP="00315C8A">
      <w:pPr>
        <w:pStyle w:val="Heading3"/>
      </w:pPr>
      <w:bookmarkStart w:id="22" w:name="_Toc403385927"/>
      <w:bookmarkStart w:id="23" w:name="_Toc7163747"/>
      <w:r>
        <w:t>General Overview</w:t>
      </w:r>
      <w:bookmarkEnd w:id="22"/>
      <w:bookmarkEnd w:id="23"/>
    </w:p>
    <w:p w14:paraId="33EF4C33" w14:textId="77777777" w:rsidR="00981085" w:rsidRDefault="00981085" w:rsidP="00DD5A09">
      <w:pPr>
        <w:pStyle w:val="InstructionalText"/>
      </w:pPr>
      <w:r>
        <w:t xml:space="preserve">Instructions: </w:t>
      </w:r>
      <w:r w:rsidRPr="00981085">
        <w:t>Briefly introduce the system context and the basic design approach or organization.</w:t>
      </w:r>
      <w:r w:rsidR="0027569E">
        <w:t xml:space="preserve"> </w:t>
      </w:r>
      <w:r w:rsidRPr="00981085">
        <w:t>Provide a brief overview of the system and software architectures and the design goals.</w:t>
      </w:r>
      <w:r w:rsidR="0027569E">
        <w:t xml:space="preserve"> </w:t>
      </w:r>
      <w:r w:rsidR="00FE3073">
        <w:t>I</w:t>
      </w:r>
      <w:r w:rsidRPr="00981085">
        <w:t>nclude the high-level context diagram(s) for the system and subsystems previously provided in the High-Level Technical Design Concept/Alternatives and/or Requirements Document, updated as necessary to reflect any changes that have been made based on more current information or understanding.</w:t>
      </w:r>
      <w:r w:rsidR="0027569E">
        <w:t xml:space="preserve"> </w:t>
      </w:r>
      <w:r w:rsidRPr="00981085">
        <w:t>If the high-level context diagram has been updated, identify the changes that were made and why.</w:t>
      </w:r>
    </w:p>
    <w:p w14:paraId="33EF4C34" w14:textId="261E82F4" w:rsidR="00981085" w:rsidRDefault="00DD5A09" w:rsidP="00315C8A">
      <w:pPr>
        <w:pStyle w:val="Heading3"/>
      </w:pPr>
      <w:bookmarkStart w:id="24" w:name="_Toc403385928"/>
      <w:bookmarkStart w:id="25" w:name="_Toc7163748"/>
      <w:bookmarkEnd w:id="21"/>
      <w:r>
        <w:t>Assumptions/</w:t>
      </w:r>
      <w:r w:rsidR="00FE3073">
        <w:t>Constraints/Risks</w:t>
      </w:r>
      <w:bookmarkEnd w:id="24"/>
      <w:bookmarkEnd w:id="25"/>
    </w:p>
    <w:p w14:paraId="33EF4C35" w14:textId="77777777" w:rsidR="00FE3073" w:rsidRDefault="00FE3073" w:rsidP="00315C8A">
      <w:pPr>
        <w:pStyle w:val="Heading4"/>
      </w:pPr>
      <w:bookmarkStart w:id="26" w:name="_Toc403385929"/>
      <w:bookmarkStart w:id="27" w:name="_Toc7163749"/>
      <w:r>
        <w:t>Assumptions</w:t>
      </w:r>
      <w:bookmarkEnd w:id="26"/>
      <w:bookmarkEnd w:id="27"/>
    </w:p>
    <w:p w14:paraId="33EF4C36" w14:textId="77777777" w:rsidR="00FE3073" w:rsidRDefault="00FE3073" w:rsidP="00DD5A09">
      <w:pPr>
        <w:pStyle w:val="InstructionalText"/>
      </w:pPr>
      <w:r w:rsidRPr="00FE3073">
        <w:t>Instructions: Describe any assumptions or dependencies regarding the system, software and its use.</w:t>
      </w:r>
      <w:r w:rsidR="0027569E">
        <w:t xml:space="preserve"> </w:t>
      </w:r>
      <w:r w:rsidRPr="00FE3073">
        <w:t>These may concern such issues as: related software or hardware, operating systems, end-user characteristics, and possible and/or probable changes in functionality.</w:t>
      </w:r>
    </w:p>
    <w:p w14:paraId="33EF4C37" w14:textId="77777777" w:rsidR="00FE3073" w:rsidRDefault="00FE3073" w:rsidP="00315C8A">
      <w:pPr>
        <w:pStyle w:val="Heading4"/>
      </w:pPr>
      <w:bookmarkStart w:id="28" w:name="_Toc403385930"/>
      <w:bookmarkStart w:id="29" w:name="_Toc7163750"/>
      <w:r>
        <w:t>Constraints</w:t>
      </w:r>
      <w:bookmarkEnd w:id="28"/>
      <w:bookmarkEnd w:id="29"/>
    </w:p>
    <w:p w14:paraId="33EF4C38" w14:textId="77777777" w:rsidR="00FE3073" w:rsidRPr="00FE3073" w:rsidRDefault="00FE3073" w:rsidP="00DD5A09">
      <w:pPr>
        <w:pStyle w:val="InstructionalText"/>
      </w:pPr>
      <w:r w:rsidRPr="00FE3073">
        <w:t>Instructions: Describe any global limitations or constraints that have a significant impact on the design of the system’s hardware, software and/or communications, and describe the associated impact.</w:t>
      </w:r>
      <w:r w:rsidR="0027569E">
        <w:t xml:space="preserve"> </w:t>
      </w:r>
      <w:r w:rsidRPr="00FE3073">
        <w:t>Such constraints may be imposed by any of the following (the list is not exhaustive):</w:t>
      </w:r>
    </w:p>
    <w:p w14:paraId="33EF4C39" w14:textId="77777777" w:rsidR="00FE3073" w:rsidRDefault="00FE3073" w:rsidP="00DD5A09">
      <w:pPr>
        <w:pStyle w:val="InstructionalTextBullet"/>
      </w:pPr>
      <w:r w:rsidRPr="00FE3073">
        <w:t>Hardware or software environment</w:t>
      </w:r>
    </w:p>
    <w:p w14:paraId="33EF4C3A" w14:textId="77777777" w:rsidR="00FE3073" w:rsidRDefault="00FE3073" w:rsidP="00DD5A09">
      <w:pPr>
        <w:pStyle w:val="InstructionalTextBullet"/>
      </w:pPr>
      <w:r w:rsidRPr="00FE3073">
        <w:t>End-user environment</w:t>
      </w:r>
    </w:p>
    <w:p w14:paraId="33EF4C3B" w14:textId="77777777" w:rsidR="00FE3073" w:rsidRDefault="00FE3073" w:rsidP="00DD5A09">
      <w:pPr>
        <w:pStyle w:val="InstructionalTextBullet"/>
      </w:pPr>
      <w:r w:rsidRPr="00FE3073">
        <w:t>Availability or volatility of resources</w:t>
      </w:r>
    </w:p>
    <w:p w14:paraId="33EF4C3C" w14:textId="77777777" w:rsidR="00FE3073" w:rsidRDefault="00FE3073" w:rsidP="00DD5A09">
      <w:pPr>
        <w:pStyle w:val="InstructionalTextBullet"/>
      </w:pPr>
      <w:r w:rsidRPr="00FE3073">
        <w:t>Standards compliance</w:t>
      </w:r>
    </w:p>
    <w:p w14:paraId="33EF4C3D" w14:textId="77777777" w:rsidR="00FE3073" w:rsidRDefault="00FE3073" w:rsidP="00DD5A09">
      <w:pPr>
        <w:pStyle w:val="InstructionalTextBullet"/>
      </w:pPr>
      <w:r w:rsidRPr="00FE3073">
        <w:t>Interoperability requirements</w:t>
      </w:r>
    </w:p>
    <w:p w14:paraId="33EF4C3E" w14:textId="77777777" w:rsidR="00FE3073" w:rsidRDefault="00FE3073" w:rsidP="00DD5A09">
      <w:pPr>
        <w:pStyle w:val="InstructionalTextBullet"/>
      </w:pPr>
      <w:r w:rsidRPr="00FE3073">
        <w:t>Interface/protocol requirements</w:t>
      </w:r>
    </w:p>
    <w:p w14:paraId="33EF4C3F" w14:textId="77777777" w:rsidR="00FE3073" w:rsidRDefault="00FE3073" w:rsidP="00DD5A09">
      <w:pPr>
        <w:pStyle w:val="InstructionalTextBullet"/>
      </w:pPr>
      <w:r w:rsidRPr="00FE3073">
        <w:t>Licensing requirements</w:t>
      </w:r>
    </w:p>
    <w:p w14:paraId="33EF4C40" w14:textId="77777777" w:rsidR="00FE3073" w:rsidRDefault="00FE3073" w:rsidP="00DD5A09">
      <w:pPr>
        <w:pStyle w:val="InstructionalTextBullet"/>
      </w:pPr>
      <w:r w:rsidRPr="00FE3073">
        <w:t>Data repository and distribution requirements</w:t>
      </w:r>
    </w:p>
    <w:p w14:paraId="33EF4C41" w14:textId="77777777" w:rsidR="00FE3073" w:rsidRDefault="00FE3073" w:rsidP="00DD5A09">
      <w:pPr>
        <w:pStyle w:val="InstructionalTextBullet"/>
      </w:pPr>
      <w:r w:rsidRPr="00FE3073">
        <w:t>Security requirements (or other such regulations)</w:t>
      </w:r>
    </w:p>
    <w:p w14:paraId="33EF4C42" w14:textId="77777777" w:rsidR="00FE3073" w:rsidRDefault="00FE3073" w:rsidP="00DD5A09">
      <w:pPr>
        <w:pStyle w:val="InstructionalTextBullet"/>
      </w:pPr>
      <w:r w:rsidRPr="00FE3073">
        <w:t>Memory or other capacity limitations</w:t>
      </w:r>
    </w:p>
    <w:p w14:paraId="33EF4C43" w14:textId="77777777" w:rsidR="00FE3073" w:rsidRDefault="00FE3073" w:rsidP="00DD5A09">
      <w:pPr>
        <w:pStyle w:val="InstructionalTextBullet"/>
      </w:pPr>
      <w:r w:rsidRPr="00FE3073">
        <w:t>Performance requirements</w:t>
      </w:r>
    </w:p>
    <w:p w14:paraId="33EF4C44" w14:textId="77777777" w:rsidR="00FE3073" w:rsidRDefault="00FE3073" w:rsidP="00DD5A09">
      <w:pPr>
        <w:pStyle w:val="InstructionalTextBullet"/>
      </w:pPr>
      <w:r w:rsidRPr="00FE3073">
        <w:t>Network communications</w:t>
      </w:r>
    </w:p>
    <w:p w14:paraId="33EF4C45" w14:textId="77777777" w:rsidR="00FE3073" w:rsidRDefault="00FE3073" w:rsidP="00DD5A09">
      <w:pPr>
        <w:pStyle w:val="InstructionalTextBullet"/>
      </w:pPr>
      <w:r w:rsidRPr="00FE3073">
        <w:t>Verification and validation requirements (testing)</w:t>
      </w:r>
    </w:p>
    <w:p w14:paraId="33EF4C46" w14:textId="77777777" w:rsidR="00FE3073" w:rsidRDefault="00FE3073" w:rsidP="00DD5A09">
      <w:pPr>
        <w:pStyle w:val="InstructionalTextBullet"/>
      </w:pPr>
      <w:r w:rsidRPr="00FE3073">
        <w:t>Other means of addressing quality goals</w:t>
      </w:r>
    </w:p>
    <w:p w14:paraId="33EF4C47" w14:textId="77777777" w:rsidR="00FE3073" w:rsidRPr="00FE3073" w:rsidRDefault="00FE3073" w:rsidP="00DD5A09">
      <w:pPr>
        <w:pStyle w:val="InstructionalTextBullet"/>
      </w:pPr>
      <w:r w:rsidRPr="00FE3073">
        <w:t>Other requirements described in the Requirements Document</w:t>
      </w:r>
    </w:p>
    <w:p w14:paraId="33EF4C48" w14:textId="77777777" w:rsidR="00FE3073" w:rsidRDefault="00FE3073" w:rsidP="00315C8A">
      <w:pPr>
        <w:pStyle w:val="Heading4"/>
      </w:pPr>
      <w:bookmarkStart w:id="30" w:name="_Toc403385931"/>
      <w:bookmarkStart w:id="31" w:name="_Toc7163751"/>
      <w:r>
        <w:lastRenderedPageBreak/>
        <w:t>Risks</w:t>
      </w:r>
      <w:bookmarkEnd w:id="30"/>
      <w:bookmarkEnd w:id="31"/>
    </w:p>
    <w:p w14:paraId="33EF4C49" w14:textId="77777777" w:rsidR="00FE3073" w:rsidRDefault="00FE3073" w:rsidP="00DD5A09">
      <w:pPr>
        <w:pStyle w:val="InstructionalText"/>
      </w:pPr>
      <w:r w:rsidRPr="00FE3073">
        <w:t>Instructions: Describe any risks associated with the system design and proposed mitigation strategies.</w:t>
      </w:r>
    </w:p>
    <w:p w14:paraId="33EF4C4A" w14:textId="3816F4AC" w:rsidR="00FE3073" w:rsidRDefault="00FE3073" w:rsidP="00315C8A">
      <w:pPr>
        <w:pStyle w:val="Heading3"/>
      </w:pPr>
      <w:bookmarkStart w:id="32" w:name="_Toc403385932"/>
      <w:bookmarkStart w:id="33" w:name="_Toc7163752"/>
      <w:r>
        <w:t>Alignment with Federal Enterprise Architecture</w:t>
      </w:r>
      <w:bookmarkEnd w:id="32"/>
      <w:bookmarkEnd w:id="33"/>
    </w:p>
    <w:p w14:paraId="33EF4C4B" w14:textId="77777777" w:rsidR="00FE3073" w:rsidRDefault="00FE3073" w:rsidP="00DD5A09">
      <w:pPr>
        <w:pStyle w:val="InstructionalText"/>
      </w:pPr>
      <w:r w:rsidRPr="00FE3073">
        <w:t>Instructions: Describe alignment with FEA.</w:t>
      </w:r>
    </w:p>
    <w:p w14:paraId="33EF4C4C" w14:textId="77777777" w:rsidR="00FE3073" w:rsidRDefault="00FE3073" w:rsidP="00315C8A">
      <w:pPr>
        <w:pStyle w:val="Heading2"/>
      </w:pPr>
      <w:bookmarkStart w:id="34" w:name="_Toc403385933"/>
      <w:bookmarkStart w:id="35" w:name="_Toc7163753"/>
      <w:r>
        <w:lastRenderedPageBreak/>
        <w:t>Design Considerations</w:t>
      </w:r>
      <w:bookmarkEnd w:id="34"/>
      <w:bookmarkEnd w:id="35"/>
    </w:p>
    <w:p w14:paraId="33EF4C4D" w14:textId="77777777" w:rsidR="00FE3073" w:rsidRDefault="00FE3073" w:rsidP="008D0B6D">
      <w:pPr>
        <w:pStyle w:val="InstructionalText"/>
      </w:pPr>
      <w:r w:rsidRPr="00FE3073">
        <w:t>Instructions: Describe issues which need to be addressed or resolved before attempting to devise a complete design solution.</w:t>
      </w:r>
    </w:p>
    <w:p w14:paraId="33EF4C4E" w14:textId="77777777" w:rsidR="00FE3073" w:rsidRDefault="00FE3073" w:rsidP="00315C8A">
      <w:pPr>
        <w:pStyle w:val="Heading3"/>
      </w:pPr>
      <w:bookmarkStart w:id="36" w:name="_Toc403385934"/>
      <w:bookmarkStart w:id="37" w:name="_Toc7163754"/>
      <w:r>
        <w:t>Goals and Guidelines</w:t>
      </w:r>
      <w:bookmarkEnd w:id="36"/>
      <w:bookmarkEnd w:id="37"/>
    </w:p>
    <w:p w14:paraId="33EF4C4F" w14:textId="77777777" w:rsidR="00FE3073" w:rsidRDefault="00FE3073" w:rsidP="008D0B6D">
      <w:pPr>
        <w:pStyle w:val="InstructionalText"/>
      </w:pPr>
      <w:r w:rsidRPr="00740395">
        <w:t>Instructions: Describe any goals, guidelines, principles, or priorities which dominate or embody the design of the system and its software.</w:t>
      </w:r>
      <w:r w:rsidR="0027569E">
        <w:t xml:space="preserve"> </w:t>
      </w:r>
      <w:r w:rsidRPr="00740395">
        <w:t>Examples of such goals might be: an emphasis on speed versus memory use; or working, looking, or “feeling” like an existing product.</w:t>
      </w:r>
      <w:r w:rsidR="0027569E">
        <w:t xml:space="preserve"> </w:t>
      </w:r>
      <w:r w:rsidRPr="00740395">
        <w:t>Guidelines include coding guidelines and conventions.</w:t>
      </w:r>
      <w:r w:rsidR="0027569E">
        <w:t xml:space="preserve"> </w:t>
      </w:r>
      <w:r w:rsidRPr="00740395">
        <w:t>For each such goal or guideline, describe the reason for its desirability unless it is implicitly obvious.</w:t>
      </w:r>
      <w:r w:rsidR="0027569E">
        <w:t xml:space="preserve"> </w:t>
      </w:r>
      <w:r w:rsidRPr="00740395">
        <w:t>Describe any design policies and/or tactics that do not have sweeping architectural implications (meaning they would not significantly affect the overall organization of the system and its high-level structures), but which nonetheless affect the details of the interface and/or implementation of various aspects of the system (e.g., choice of which specific product to use).</w:t>
      </w:r>
    </w:p>
    <w:p w14:paraId="33EF4C50" w14:textId="77777777" w:rsidR="00740395" w:rsidRDefault="00740395" w:rsidP="00315C8A">
      <w:pPr>
        <w:pStyle w:val="Heading3"/>
      </w:pPr>
      <w:bookmarkStart w:id="38" w:name="_Toc403385935"/>
      <w:bookmarkStart w:id="39" w:name="_Toc7163755"/>
      <w:r>
        <w:t>Development Methods &amp; Contingencies</w:t>
      </w:r>
      <w:bookmarkEnd w:id="38"/>
      <w:bookmarkEnd w:id="39"/>
    </w:p>
    <w:p w14:paraId="33EF4C51" w14:textId="77777777" w:rsidR="00740395" w:rsidRDefault="00740395" w:rsidP="008D0B6D">
      <w:pPr>
        <w:pStyle w:val="InstructionalText"/>
      </w:pPr>
      <w:r w:rsidRPr="00740395">
        <w:t>Instructions: Briefly describe the method or approach used for the system and software design (e.g., structured, object-oriented, prototyping, J2EE, UML, XML, etc.).</w:t>
      </w:r>
      <w:r w:rsidR="0027569E">
        <w:t xml:space="preserve"> </w:t>
      </w:r>
      <w:r w:rsidRPr="00740395">
        <w:t>If one or more formal/ published methods were adopted or adapted, then include a reference to a more detailed description of these methods.</w:t>
      </w:r>
      <w:r w:rsidR="0027569E">
        <w:t xml:space="preserve"> </w:t>
      </w:r>
      <w:r w:rsidRPr="00740395">
        <w:t>If several methods were seriously considered, then each such method should be mentioned, along with a brief explanation of why all or part of it was used or not used.</w:t>
      </w:r>
      <w:r w:rsidR="0027569E">
        <w:t xml:space="preserve"> </w:t>
      </w:r>
      <w:r w:rsidRPr="00740395">
        <w:t>Describe any contingencies that might arise in the design of the system and software that may change the development direction.</w:t>
      </w:r>
      <w:r w:rsidR="0027569E">
        <w:t xml:space="preserve"> </w:t>
      </w:r>
      <w:r w:rsidRPr="00740395">
        <w:t>Possibilities include lack of interface agreements with outside agencies or unstable architectures at the time the SDD is prepared.</w:t>
      </w:r>
      <w:r w:rsidR="0027569E">
        <w:t xml:space="preserve"> </w:t>
      </w:r>
      <w:r w:rsidRPr="00740395">
        <w:t>Address any possible workarounds or alternative plans.</w:t>
      </w:r>
    </w:p>
    <w:p w14:paraId="33EF4C52" w14:textId="77777777" w:rsidR="00740395" w:rsidRDefault="00740395" w:rsidP="00315C8A">
      <w:pPr>
        <w:pStyle w:val="Heading3"/>
      </w:pPr>
      <w:bookmarkStart w:id="40" w:name="_Toc403385936"/>
      <w:bookmarkStart w:id="41" w:name="_Toc7163756"/>
      <w:r>
        <w:t>Architectural Strategies</w:t>
      </w:r>
      <w:bookmarkEnd w:id="40"/>
      <w:bookmarkEnd w:id="41"/>
    </w:p>
    <w:p w14:paraId="33EF4C53" w14:textId="77777777" w:rsidR="00740395" w:rsidRPr="00740395" w:rsidRDefault="00740395" w:rsidP="008D0B6D">
      <w:pPr>
        <w:pStyle w:val="InstructionalText"/>
      </w:pPr>
      <w:r w:rsidRPr="00740395">
        <w:t>Instructions: Describe any design decisions and/or strategies that affect the overall organization of the system and its higher-level structures.</w:t>
      </w:r>
      <w:r w:rsidR="0027569E">
        <w:t xml:space="preserve"> </w:t>
      </w:r>
      <w:r w:rsidRPr="00740395">
        <w:t>These strategies should provide insight into the key abstractions and mechanisms used in the system architecture.</w:t>
      </w:r>
      <w:r w:rsidR="0027569E">
        <w:t xml:space="preserve"> </w:t>
      </w:r>
      <w:r w:rsidRPr="00740395">
        <w:t>Describe the reasoning employed for each decision and/or strategy (possibly referring to previously stated design goals and principles) and how any design goals or priorities were balanced or traded-off.</w:t>
      </w:r>
      <w:r w:rsidR="0027569E">
        <w:t xml:space="preserve"> </w:t>
      </w:r>
    </w:p>
    <w:p w14:paraId="33EF4C54" w14:textId="77777777" w:rsidR="00740395" w:rsidRPr="00740395" w:rsidRDefault="00740395" w:rsidP="008D0B6D">
      <w:pPr>
        <w:pStyle w:val="InstructionalText"/>
      </w:pPr>
      <w:r w:rsidRPr="00740395">
        <w:t>Describe compliance with CMS Enterprise Architecture (EA) and standards.</w:t>
      </w:r>
      <w:r w:rsidR="0027569E">
        <w:t xml:space="preserve"> </w:t>
      </w:r>
      <w:r w:rsidRPr="00740395">
        <w:t>Specifically identify any deviations that were made from the CMS EA and standards, and provide rationale to support the deviation(s).</w:t>
      </w:r>
      <w:r w:rsidR="0027569E">
        <w:t xml:space="preserve"> </w:t>
      </w:r>
      <w:r w:rsidRPr="00740395">
        <w:t>When describing a design decision, discuss any other significant alternatives that were considered, and the reasons for rejecting them (as well as the reasons for accepting the alternative finally chosen).</w:t>
      </w:r>
      <w:r w:rsidR="0027569E">
        <w:t xml:space="preserve"> </w:t>
      </w:r>
      <w:r w:rsidRPr="00740395">
        <w:t>Sometimes it may be most effective to employ the “pattern format” for describing a strategy.</w:t>
      </w:r>
      <w:r w:rsidR="0027569E">
        <w:t xml:space="preserve"> </w:t>
      </w:r>
    </w:p>
    <w:p w14:paraId="33EF4C55" w14:textId="77777777" w:rsidR="00740395" w:rsidRPr="00740395" w:rsidRDefault="00740395" w:rsidP="006F68FC">
      <w:pPr>
        <w:pStyle w:val="InstructionalText"/>
        <w:keepNext/>
      </w:pPr>
      <w:r w:rsidRPr="00740395">
        <w:lastRenderedPageBreak/>
        <w:t>Examples of design decisions might concern (but are not limited to) things like the following:</w:t>
      </w:r>
    </w:p>
    <w:p w14:paraId="33EF4C56" w14:textId="77777777" w:rsidR="00740395" w:rsidRPr="00740395" w:rsidRDefault="00740395" w:rsidP="008D0B6D">
      <w:pPr>
        <w:pStyle w:val="InstructionalTextBullet"/>
      </w:pPr>
      <w:r w:rsidRPr="00740395">
        <w:t>Use of a particular type of product (programming language, database, library, commercial off-the-shelf (COTS) product, etc.)</w:t>
      </w:r>
    </w:p>
    <w:p w14:paraId="33EF4C57" w14:textId="77777777" w:rsidR="00740395" w:rsidRPr="00740395" w:rsidRDefault="00740395" w:rsidP="008D0B6D">
      <w:pPr>
        <w:pStyle w:val="InstructionalTextBullet"/>
      </w:pPr>
      <w:r w:rsidRPr="00740395">
        <w:t>Reuse of existing software components to implement various parts/features of the system</w:t>
      </w:r>
    </w:p>
    <w:p w14:paraId="33EF4C58" w14:textId="77777777" w:rsidR="00740395" w:rsidRPr="00740395" w:rsidRDefault="00740395" w:rsidP="008D0B6D">
      <w:pPr>
        <w:pStyle w:val="InstructionalTextBullet"/>
      </w:pPr>
      <w:r w:rsidRPr="00740395">
        <w:t>Future plans for extending or enhancing the software</w:t>
      </w:r>
    </w:p>
    <w:p w14:paraId="33EF4C59" w14:textId="77777777" w:rsidR="00740395" w:rsidRPr="00740395" w:rsidRDefault="00740395" w:rsidP="008D0B6D">
      <w:pPr>
        <w:pStyle w:val="InstructionalTextBullet"/>
      </w:pPr>
      <w:r w:rsidRPr="00740395">
        <w:t>User interface paradigms (or system input and output models)</w:t>
      </w:r>
    </w:p>
    <w:p w14:paraId="33EF4C5A" w14:textId="77777777" w:rsidR="00740395" w:rsidRPr="00740395" w:rsidRDefault="00740395" w:rsidP="008D0B6D">
      <w:pPr>
        <w:pStyle w:val="InstructionalTextBullet"/>
      </w:pPr>
      <w:r w:rsidRPr="00740395">
        <w:t>Hardware and/or software interface paradigms</w:t>
      </w:r>
    </w:p>
    <w:p w14:paraId="33EF4C5B" w14:textId="77777777" w:rsidR="00740395" w:rsidRPr="00740395" w:rsidRDefault="00740395" w:rsidP="008D0B6D">
      <w:pPr>
        <w:pStyle w:val="InstructionalTextBullet"/>
      </w:pPr>
      <w:r w:rsidRPr="00740395">
        <w:t>Error detection and recovery</w:t>
      </w:r>
    </w:p>
    <w:p w14:paraId="33EF4C5C" w14:textId="77777777" w:rsidR="00740395" w:rsidRPr="00740395" w:rsidRDefault="00740395" w:rsidP="008D0B6D">
      <w:pPr>
        <w:pStyle w:val="InstructionalTextBullet"/>
      </w:pPr>
      <w:r w:rsidRPr="00740395">
        <w:t>Memory management policies</w:t>
      </w:r>
    </w:p>
    <w:p w14:paraId="33EF4C5D" w14:textId="77777777" w:rsidR="00740395" w:rsidRPr="00740395" w:rsidRDefault="00740395" w:rsidP="008D0B6D">
      <w:pPr>
        <w:pStyle w:val="InstructionalTextBullet"/>
      </w:pPr>
      <w:r w:rsidRPr="00740395">
        <w:t>External databases and/or data storage management and persistence</w:t>
      </w:r>
    </w:p>
    <w:p w14:paraId="33EF4C5E" w14:textId="77777777" w:rsidR="00740395" w:rsidRPr="00740395" w:rsidRDefault="00740395" w:rsidP="008D0B6D">
      <w:pPr>
        <w:pStyle w:val="InstructionalTextBullet"/>
      </w:pPr>
      <w:r w:rsidRPr="00740395">
        <w:t>Distributed data or control over a network</w:t>
      </w:r>
    </w:p>
    <w:p w14:paraId="33EF4C5F" w14:textId="77777777" w:rsidR="00740395" w:rsidRPr="00740395" w:rsidRDefault="00740395" w:rsidP="008D0B6D">
      <w:pPr>
        <w:pStyle w:val="InstructionalTextBullet"/>
      </w:pPr>
      <w:r w:rsidRPr="00740395">
        <w:t>Generalized approaches to control</w:t>
      </w:r>
    </w:p>
    <w:p w14:paraId="33EF4C60" w14:textId="77777777" w:rsidR="00740395" w:rsidRPr="00740395" w:rsidRDefault="00740395" w:rsidP="008D0B6D">
      <w:pPr>
        <w:pStyle w:val="InstructionalTextBullet"/>
      </w:pPr>
      <w:r w:rsidRPr="00740395">
        <w:t>Concurrency and synchronization</w:t>
      </w:r>
    </w:p>
    <w:p w14:paraId="33EF4C61" w14:textId="77777777" w:rsidR="00740395" w:rsidRPr="00740395" w:rsidRDefault="00740395" w:rsidP="008D0B6D">
      <w:pPr>
        <w:pStyle w:val="InstructionalTextBullet"/>
      </w:pPr>
      <w:r w:rsidRPr="00740395">
        <w:t>Communication mechanisms</w:t>
      </w:r>
    </w:p>
    <w:p w14:paraId="33EF4C62" w14:textId="77777777" w:rsidR="00740395" w:rsidRDefault="00740395" w:rsidP="008D0B6D">
      <w:pPr>
        <w:pStyle w:val="InstructionalTextBullet"/>
      </w:pPr>
      <w:r w:rsidRPr="00740395">
        <w:t>Management of other resources</w:t>
      </w:r>
    </w:p>
    <w:p w14:paraId="40B350BB" w14:textId="39370CAA" w:rsidR="000523A3" w:rsidRPr="00C305A9" w:rsidRDefault="000523A3" w:rsidP="00315C8A">
      <w:pPr>
        <w:pStyle w:val="Heading3"/>
      </w:pPr>
      <w:bookmarkStart w:id="42" w:name="_Toc403385937"/>
      <w:bookmarkStart w:id="43" w:name="_Ref452644713"/>
      <w:bookmarkStart w:id="44" w:name="_Ref452644721"/>
      <w:bookmarkStart w:id="45" w:name="_Toc7163757"/>
      <w:r w:rsidRPr="00C305A9">
        <w:t>Performance Engineering</w:t>
      </w:r>
      <w:bookmarkEnd w:id="42"/>
      <w:bookmarkEnd w:id="43"/>
      <w:bookmarkEnd w:id="44"/>
      <w:bookmarkEnd w:id="45"/>
    </w:p>
    <w:p w14:paraId="71B6F848" w14:textId="4F96CC29" w:rsidR="001C3956" w:rsidRPr="00C305A9" w:rsidRDefault="008B7608" w:rsidP="008D0B6D">
      <w:pPr>
        <w:pStyle w:val="InstructionalText"/>
      </w:pPr>
      <w:r>
        <w:t>Instructions:</w:t>
      </w:r>
    </w:p>
    <w:p w14:paraId="135F12DF" w14:textId="4918461A" w:rsidR="00835FEF" w:rsidRPr="00C305A9" w:rsidRDefault="00835FEF" w:rsidP="008D0B6D">
      <w:pPr>
        <w:pStyle w:val="InstructionalText"/>
      </w:pPr>
      <w:r w:rsidRPr="00C305A9">
        <w:t xml:space="preserve">Using the Performance Requirements defined in the Requirements Document, provide a detailed explanation that describes how the Performance Requirements were incorporated into the system’s design. </w:t>
      </w:r>
      <w:r w:rsidR="006E2EA5" w:rsidRPr="00C305A9">
        <w:t xml:space="preserve">Please refer to Sections 2.0 of the CMS Performance Test Plan and Results Template for guidance on </w:t>
      </w:r>
      <w:r w:rsidR="000A565B" w:rsidRPr="00C305A9">
        <w:t xml:space="preserve">defining </w:t>
      </w:r>
      <w:r w:rsidR="006E2EA5" w:rsidRPr="00C305A9">
        <w:t>Performance Requirements.</w:t>
      </w:r>
    </w:p>
    <w:p w14:paraId="1786E50F" w14:textId="29E29309" w:rsidR="00835FEF" w:rsidRDefault="00835FEF" w:rsidP="008D0B6D">
      <w:pPr>
        <w:pStyle w:val="InstructionalText"/>
      </w:pPr>
      <w:r w:rsidRPr="00C305A9">
        <w:t>Start preparing Production Load Model(s) in preparation for Performance testing. Please refer to Sections 2.1.1 of the CMS Performance Test Plan and Results Template for guidance on Load Model construction.</w:t>
      </w:r>
    </w:p>
    <w:p w14:paraId="35D5F1E1" w14:textId="77777777" w:rsidR="008B7608" w:rsidRPr="00C305A9" w:rsidRDefault="008B7608" w:rsidP="008B7608">
      <w:pPr>
        <w:pStyle w:val="BodyText"/>
      </w:pPr>
      <w:r>
        <w:t>Performance requirements are a</w:t>
      </w:r>
      <w:r w:rsidRPr="00C305A9">
        <w:t xml:space="preserve"> contributing factor to </w:t>
      </w:r>
      <w:r>
        <w:t>s</w:t>
      </w:r>
      <w:r w:rsidRPr="00C305A9">
        <w:t xml:space="preserve">ystem </w:t>
      </w:r>
      <w:r>
        <w:t>d</w:t>
      </w:r>
      <w:r w:rsidRPr="00C305A9">
        <w:t>esign</w:t>
      </w:r>
      <w:r>
        <w:t>.</w:t>
      </w:r>
    </w:p>
    <w:p w14:paraId="6552C375" w14:textId="6BAD0AA5" w:rsidR="008B7608" w:rsidRPr="008B7608" w:rsidRDefault="008B7608" w:rsidP="008B7608">
      <w:pPr>
        <w:pStyle w:val="BodyText"/>
        <w:rPr>
          <w:lang w:eastAsia="ar-SA"/>
        </w:rPr>
      </w:pPr>
      <w:r w:rsidRPr="00C305A9">
        <w:t xml:space="preserve">Performance </w:t>
      </w:r>
      <w:r>
        <w:t>r</w:t>
      </w:r>
      <w:r w:rsidRPr="00C305A9">
        <w:t>equirements are the defined scalability or responsiveness expectations of specific workloads that process on a system.</w:t>
      </w:r>
    </w:p>
    <w:p w14:paraId="33EF4C63" w14:textId="77777777" w:rsidR="00740395" w:rsidRDefault="00740395" w:rsidP="00315C8A">
      <w:pPr>
        <w:pStyle w:val="Heading2"/>
      </w:pPr>
      <w:bookmarkStart w:id="46" w:name="_Toc403385938"/>
      <w:bookmarkStart w:id="47" w:name="_Toc7163758"/>
      <w:r>
        <w:lastRenderedPageBreak/>
        <w:t>System Architecture and Architecture Design</w:t>
      </w:r>
      <w:bookmarkEnd w:id="46"/>
      <w:bookmarkEnd w:id="47"/>
    </w:p>
    <w:p w14:paraId="33EF4C65" w14:textId="77777777" w:rsidR="00740395" w:rsidRPr="00740395" w:rsidRDefault="00740395" w:rsidP="008D0B6D">
      <w:pPr>
        <w:pStyle w:val="InstructionalText"/>
      </w:pPr>
      <w:r w:rsidRPr="00740395">
        <w:t>Instructions: Describe the system architecture, how the application interacts with other applications. Not necessarily how the application itself works but, how the appropriate data is correctly passed between applications.</w:t>
      </w:r>
      <w:r w:rsidR="0027569E">
        <w:t xml:space="preserve"> </w:t>
      </w:r>
      <w:r w:rsidRPr="00740395">
        <w:t>Provide an overview of how the functionality and responsibilities of the system were partitioned and then assigned to subsystems or components.</w:t>
      </w:r>
      <w:r w:rsidR="0027569E">
        <w:t xml:space="preserve"> </w:t>
      </w:r>
      <w:r w:rsidRPr="00740395">
        <w:t>Don’t go into too much detail about the individual components themselves in this section.</w:t>
      </w:r>
      <w:r w:rsidR="0027569E">
        <w:t xml:space="preserve"> </w:t>
      </w:r>
      <w:r w:rsidRPr="00740395">
        <w:t>A subsequent section of the SDD will provide the detailed component descriptions.</w:t>
      </w:r>
      <w:r w:rsidR="0027569E">
        <w:t xml:space="preserve"> </w:t>
      </w:r>
      <w:r w:rsidRPr="00740395">
        <w:t>The main purpose here is to gain a general understanding of how and why the system was decomposed, and how the individual parts work together to provide the desired functionality.</w:t>
      </w:r>
    </w:p>
    <w:p w14:paraId="33EF4C66" w14:textId="77777777" w:rsidR="00740395" w:rsidRPr="00740395" w:rsidRDefault="00740395" w:rsidP="008D0B6D">
      <w:pPr>
        <w:pStyle w:val="InstructionalText"/>
      </w:pPr>
      <w:r w:rsidRPr="00740395">
        <w:t>At the top-most level, describe the major responsibilities that the software must undertake and the various roles that the system (or portion of the system) must play.</w:t>
      </w:r>
      <w:r w:rsidR="0027569E">
        <w:t xml:space="preserve"> </w:t>
      </w:r>
      <w:r w:rsidRPr="00740395">
        <w:t>Describe how the system was broken down into its components/subsystems (identifying each top-level component/subsystem and the roles/responsibilities assigned to it). Describe how the higher-level components collaborate with each other in order to achieve the required results.</w:t>
      </w:r>
      <w:r w:rsidR="0027569E">
        <w:t xml:space="preserve"> </w:t>
      </w:r>
      <w:r w:rsidRPr="00740395">
        <w:t>Provide some sort of rationale for choosing this particular decomposition of the system (perhaps discussing other proposed decompositions and why they were rejected).</w:t>
      </w:r>
    </w:p>
    <w:p w14:paraId="33EF4C67" w14:textId="77777777" w:rsidR="00740395" w:rsidRDefault="00740395" w:rsidP="008D0B6D">
      <w:pPr>
        <w:pStyle w:val="InstructionalText"/>
      </w:pPr>
      <w:r w:rsidRPr="00740395">
        <w:t>Make use of design patterns whenever possible, either in describing parts of the architecture (in pattern format), or for referring to elements of the architecture that employ them.</w:t>
      </w:r>
      <w:r w:rsidR="0027569E">
        <w:t xml:space="preserve"> </w:t>
      </w:r>
      <w:r w:rsidRPr="00740395">
        <w:t>Provide rationale for choosing a particular algorithm or programming idiom (or design pattern) to implement portions of the system’s functionality.</w:t>
      </w:r>
    </w:p>
    <w:p w14:paraId="1134FDCB" w14:textId="6B6A7FD0" w:rsidR="00776FE9" w:rsidRPr="00776FE9" w:rsidRDefault="00776FE9" w:rsidP="00776FE9">
      <w:pPr>
        <w:pStyle w:val="BodyText"/>
        <w:rPr>
          <w:lang w:eastAsia="ar-SA"/>
        </w:rPr>
      </w:pPr>
      <w:r w:rsidRPr="00D34EC0">
        <w:t>This section outlines the system and hardware architecture design of the system.</w:t>
      </w:r>
    </w:p>
    <w:p w14:paraId="33EF4C68" w14:textId="77777777" w:rsidR="0094545E" w:rsidRDefault="0094545E" w:rsidP="00315C8A">
      <w:pPr>
        <w:pStyle w:val="Heading3"/>
      </w:pPr>
      <w:bookmarkStart w:id="48" w:name="_Toc403385939"/>
      <w:bookmarkStart w:id="49" w:name="_Toc7163759"/>
      <w:r>
        <w:t>Logical View</w:t>
      </w:r>
      <w:bookmarkEnd w:id="48"/>
      <w:bookmarkEnd w:id="49"/>
    </w:p>
    <w:p w14:paraId="33EF4C69" w14:textId="77777777" w:rsidR="0094545E" w:rsidRPr="008D0B6D" w:rsidRDefault="0094545E" w:rsidP="008D0B6D">
      <w:pPr>
        <w:pStyle w:val="InstructionalText"/>
      </w:pPr>
      <w:r w:rsidRPr="008D0B6D">
        <w:t>Instructions: Insert any related logical views or provide a reference to where they are stored.</w:t>
      </w:r>
    </w:p>
    <w:p w14:paraId="33EF4C6A" w14:textId="77777777" w:rsidR="00740395" w:rsidRDefault="00740395" w:rsidP="00315C8A">
      <w:pPr>
        <w:pStyle w:val="Heading3"/>
      </w:pPr>
      <w:bookmarkStart w:id="50" w:name="_Toc403385940"/>
      <w:bookmarkStart w:id="51" w:name="_Toc7163760"/>
      <w:r>
        <w:t>Hardware Architecture</w:t>
      </w:r>
      <w:bookmarkEnd w:id="50"/>
      <w:bookmarkEnd w:id="51"/>
    </w:p>
    <w:p w14:paraId="33EF4C6B" w14:textId="77777777" w:rsidR="0094545E" w:rsidRDefault="00740395" w:rsidP="008D0B6D">
      <w:pPr>
        <w:pStyle w:val="InstructionalText"/>
      </w:pPr>
      <w:r w:rsidRPr="00740395">
        <w:t>Instructions: Describe the overall system hardware and organization, indicating whether the processing system is distributed or centralized.</w:t>
      </w:r>
      <w:r w:rsidR="0027569E">
        <w:t xml:space="preserve"> </w:t>
      </w:r>
      <w:r w:rsidRPr="00740395">
        <w:t>Identify the type, number, and location of all hardware components including the presentation, application, and data servers and any peripheral devices (e.g., load balancers, SSL accelerator, switches, firewalls, with a brief description of each item and diagrams showing the connectivity between the components along with required firewalls, ports, and network bands utilized (e.g., management band).</w:t>
      </w:r>
      <w:r w:rsidR="0027569E">
        <w:t xml:space="preserve"> </w:t>
      </w:r>
      <w:r w:rsidRPr="00740395">
        <w:t>Include resource estimates for processor capacity, memory, on-line storage, and auxiliary storage.</w:t>
      </w:r>
      <w:r w:rsidR="0094545E">
        <w:t xml:space="preserve"> </w:t>
      </w:r>
    </w:p>
    <w:p w14:paraId="33EF4C6C" w14:textId="77777777" w:rsidR="0094545E" w:rsidRDefault="0094545E" w:rsidP="00315C8A">
      <w:pPr>
        <w:pStyle w:val="Heading4"/>
      </w:pPr>
      <w:bookmarkStart w:id="52" w:name="_Toc403385941"/>
      <w:bookmarkStart w:id="53" w:name="_Toc7163761"/>
      <w:r>
        <w:t>Security Hardware Architecture</w:t>
      </w:r>
      <w:bookmarkEnd w:id="52"/>
      <w:bookmarkEnd w:id="53"/>
    </w:p>
    <w:p w14:paraId="33EF4C6D" w14:textId="77777777" w:rsidR="0094545E" w:rsidRDefault="0094545E" w:rsidP="008D0B6D">
      <w:pPr>
        <w:pStyle w:val="InstructionalText"/>
      </w:pPr>
      <w:r w:rsidRPr="0094545E">
        <w:t xml:space="preserve">Instructions: Describe the hardware components and configuration supporting the security and privacy of the system. Specify the architecture for (1) authentication to validate user identity before allowing access to the system, including the use of </w:t>
      </w:r>
      <w:r w:rsidRPr="0094545E">
        <w:lastRenderedPageBreak/>
        <w:t>IACS/EUA or other type of Identity Vetting &amp; Authentication system;(2) authorization of users to perform functional activity once logged into the system, (3) encryption protocol to support the business risks and the nature of information, and (4) logging and auditing design, if required.</w:t>
      </w:r>
      <w:r w:rsidR="0027569E">
        <w:t xml:space="preserve"> </w:t>
      </w:r>
      <w:r w:rsidRPr="0094545E">
        <w:t>The design should be based on the designated system security level and provide adequate protection against threats and vulnerabilities.</w:t>
      </w:r>
    </w:p>
    <w:p w14:paraId="33EF4C6E" w14:textId="77777777" w:rsidR="0094545E" w:rsidRDefault="0094545E" w:rsidP="00315C8A">
      <w:pPr>
        <w:pStyle w:val="Heading4"/>
      </w:pPr>
      <w:bookmarkStart w:id="54" w:name="_Toc403385942"/>
      <w:bookmarkStart w:id="55" w:name="_Toc7163762"/>
      <w:r>
        <w:t>Performance Hardware Architecture</w:t>
      </w:r>
      <w:bookmarkEnd w:id="54"/>
      <w:bookmarkEnd w:id="55"/>
    </w:p>
    <w:p w14:paraId="33EF4C6F" w14:textId="77777777" w:rsidR="0094545E" w:rsidRPr="0094545E" w:rsidRDefault="0094545E" w:rsidP="008D0B6D">
      <w:pPr>
        <w:pStyle w:val="InstructionalText"/>
      </w:pPr>
      <w:r w:rsidRPr="0094545E">
        <w:t>Instructions: Describe the hardware components and configuration supporting the performance and reliability of the system. Identify single points of failure and, if relevant, describe high availability design (e.g., clustering).</w:t>
      </w:r>
    </w:p>
    <w:p w14:paraId="33EF4C70" w14:textId="77777777" w:rsidR="0094545E" w:rsidRDefault="0094545E" w:rsidP="00315C8A">
      <w:pPr>
        <w:pStyle w:val="Heading3"/>
      </w:pPr>
      <w:bookmarkStart w:id="56" w:name="_Toc403385943"/>
      <w:bookmarkStart w:id="57" w:name="_Toc7163763"/>
      <w:r>
        <w:t>Software Architecture</w:t>
      </w:r>
      <w:bookmarkEnd w:id="56"/>
      <w:bookmarkEnd w:id="57"/>
    </w:p>
    <w:p w14:paraId="33EF4C71" w14:textId="7BC8FDEC" w:rsidR="0094545E" w:rsidRPr="0094545E" w:rsidRDefault="0094545E" w:rsidP="008D0B6D">
      <w:pPr>
        <w:pStyle w:val="InstructionalText"/>
      </w:pPr>
      <w:r w:rsidRPr="0094545E">
        <w:t>Instructions: Describe all software that is needed to support the system, the hardware component for which each software component is targeted, and specify the physical location of all software systems.</w:t>
      </w:r>
      <w:r w:rsidR="0027569E">
        <w:t xml:space="preserve"> </w:t>
      </w:r>
      <w:r w:rsidRPr="0094545E">
        <w:t>List such things as logical components (e.g., JSP in presentation layer, JNDI in application layer, EJB and JDBC in data layer), database platforms, computer languages, compilers, utilities, operating systems, communications software, programming computer-aided software engineering tools, commercial off-the-shelf (COTS) software, open source frameworks, etc</w:t>
      </w:r>
      <w:r w:rsidR="00E633BB">
        <w:t>.</w:t>
      </w:r>
      <w:r w:rsidRPr="0094545E">
        <w:t>, with a brief description of the function of each item and any identifying information such as manufacturer, version number, number and types of licenses needed, etc., as appropriate.</w:t>
      </w:r>
      <w:r w:rsidR="0027569E">
        <w:t xml:space="preserve"> </w:t>
      </w:r>
      <w:r w:rsidRPr="0094545E">
        <w:t>Identify all Computer Software Configuration Items (CSCIs), Computer Software Components (CSCs) and Application Programming Interfaces (APIs) to include name, type, purpose and function for each; the interfaces, messaging, and protocols for those elements; and rationale for the software architectural design.</w:t>
      </w:r>
      <w:r w:rsidR="0027569E">
        <w:t xml:space="preserve"> </w:t>
      </w:r>
      <w:r w:rsidRPr="0094545E">
        <w:t>Include software modules that are functions, subroutines, or classes.</w:t>
      </w:r>
      <w:r w:rsidR="0027569E">
        <w:t xml:space="preserve"> </w:t>
      </w:r>
      <w:r w:rsidRPr="0094545E">
        <w:t>Use functional hierarchy diagrams, structured organization diagrams (e.g., structure charts), or object-oriented diagrams that show the various segmentation levels down to the lowest level.</w:t>
      </w:r>
      <w:r w:rsidR="0027569E">
        <w:t xml:space="preserve"> </w:t>
      </w:r>
      <w:r w:rsidRPr="0094545E">
        <w:t>All features on the diagrams should have reference numbers and names.</w:t>
      </w:r>
    </w:p>
    <w:p w14:paraId="33EF4C72" w14:textId="77777777" w:rsidR="0094545E" w:rsidRDefault="0094545E" w:rsidP="008D0B6D">
      <w:pPr>
        <w:pStyle w:val="InstructionalText"/>
      </w:pPr>
      <w:r w:rsidRPr="0094545E">
        <w:t>Include a narrative that expands on and enhances the understanding of the functional breakdown.</w:t>
      </w:r>
      <w:r w:rsidR="0027569E">
        <w:t xml:space="preserve"> </w:t>
      </w:r>
      <w:r w:rsidRPr="0094545E">
        <w:t>If necessary, describe how a component was further divided into subcomponents, and the relationships and interactions between the subcomponents.</w:t>
      </w:r>
      <w:r w:rsidR="0027569E">
        <w:t xml:space="preserve"> </w:t>
      </w:r>
      <w:r w:rsidRPr="0094545E">
        <w:t>Proceed into as many levels/subsections of discussion as needed in order to provide a high-level understanding of the entire system or subsystem, leaving the details for inclusion in a later section of the SDD.</w:t>
      </w:r>
      <w:r w:rsidR="0027569E">
        <w:t xml:space="preserve"> </w:t>
      </w:r>
      <w:r w:rsidRPr="0094545E">
        <w:t>Include data flow diagrams that conform to appropriate standards (e.g., Yourdon-Demarco conventions) and provide the physical process and data flow related to the logical process and data flow decomposed to the primitive process level (describing how each input is processed/transformed into the resulting output).</w:t>
      </w:r>
      <w:r w:rsidR="0027569E">
        <w:t xml:space="preserve"> </w:t>
      </w:r>
      <w:r w:rsidRPr="0094545E">
        <w:t>If there are parts of the system that already existed before this development effort began, then only describe the relationships and interactions between the old parts and the new parts.</w:t>
      </w:r>
      <w:r w:rsidR="0027569E">
        <w:t xml:space="preserve"> </w:t>
      </w:r>
      <w:r w:rsidRPr="0094545E">
        <w:t>Pre-existing parts that are modified or enhanced need to be described only to the extent that is necessary to provide a sufficient understanding of the nature of the changes that are being made.</w:t>
      </w:r>
    </w:p>
    <w:p w14:paraId="33EF4C73" w14:textId="77777777" w:rsidR="0094545E" w:rsidRDefault="0094545E" w:rsidP="00315C8A">
      <w:pPr>
        <w:pStyle w:val="Heading4"/>
      </w:pPr>
      <w:bookmarkStart w:id="58" w:name="_Toc403385944"/>
      <w:bookmarkStart w:id="59" w:name="_Toc7163764"/>
      <w:r>
        <w:lastRenderedPageBreak/>
        <w:t>Security Software Architecture</w:t>
      </w:r>
      <w:bookmarkEnd w:id="58"/>
      <w:bookmarkEnd w:id="59"/>
    </w:p>
    <w:p w14:paraId="33EF4C74" w14:textId="77777777" w:rsidR="0094545E" w:rsidRDefault="0094545E" w:rsidP="008D0B6D">
      <w:pPr>
        <w:pStyle w:val="InstructionalText"/>
      </w:pPr>
      <w:r w:rsidRPr="0094545E">
        <w:t>Instructions: Describe the software components and configuration supporting the security and privacy of the system. Specify the architecture for (1) authentication to validate user identity before allowing access to the system, including the use of IACS/EUA or other type of Identity Vetting &amp; Authentication system;(2) authorization of users to perform functional activity once logged into the system, (3) encryption protocol to support the business risks and the nature of information, and (4) logging and auditing design, if required.</w:t>
      </w:r>
      <w:r w:rsidR="0027569E">
        <w:t xml:space="preserve"> </w:t>
      </w:r>
      <w:r w:rsidRPr="0094545E">
        <w:t>The design should be based on the designated system security level and provide adequate protection against threats and vulnerabilities.</w:t>
      </w:r>
    </w:p>
    <w:p w14:paraId="33EF4C75" w14:textId="77777777" w:rsidR="0094545E" w:rsidRDefault="0094545E" w:rsidP="00315C8A">
      <w:pPr>
        <w:pStyle w:val="Heading4"/>
      </w:pPr>
      <w:bookmarkStart w:id="60" w:name="_Toc403385945"/>
      <w:bookmarkStart w:id="61" w:name="_Toc7163765"/>
      <w:r>
        <w:t>Performance Software Architecture</w:t>
      </w:r>
      <w:bookmarkEnd w:id="60"/>
      <w:bookmarkEnd w:id="61"/>
    </w:p>
    <w:p w14:paraId="33EF4C76" w14:textId="77777777" w:rsidR="0094545E" w:rsidRDefault="0094545E" w:rsidP="008D0B6D">
      <w:pPr>
        <w:pStyle w:val="InstructionalText"/>
      </w:pPr>
      <w:r w:rsidRPr="0094545E">
        <w:t>Instructions: Describe the software components and configuration supporting the performance and reliability of the system. Identify single points of failure and, if relevant, describe high availability design (e.g., clustering).</w:t>
      </w:r>
    </w:p>
    <w:p w14:paraId="33EF4C77" w14:textId="77777777" w:rsidR="0094545E" w:rsidRDefault="0094545E" w:rsidP="00315C8A">
      <w:pPr>
        <w:pStyle w:val="Heading3"/>
      </w:pPr>
      <w:bookmarkStart w:id="62" w:name="_Toc403385946"/>
      <w:bookmarkStart w:id="63" w:name="_Toc7163766"/>
      <w:r>
        <w:t>Information Architecture</w:t>
      </w:r>
      <w:bookmarkEnd w:id="62"/>
      <w:bookmarkEnd w:id="63"/>
    </w:p>
    <w:p w14:paraId="33EF4C78" w14:textId="77777777" w:rsidR="0094545E" w:rsidRDefault="0094545E" w:rsidP="008D0B6D">
      <w:pPr>
        <w:pStyle w:val="InstructionalText"/>
      </w:pPr>
      <w:r w:rsidRPr="0094545E">
        <w:t>Instructions: Describe the information that will be stored in the system (e.g. beneficiary information, claim data, etc.) Identify if any of the information is personally identifiable information (PII), individually identifiable information (IIF), or personal health information (PHI).</w:t>
      </w:r>
    </w:p>
    <w:p w14:paraId="33EF4C79" w14:textId="77777777" w:rsidR="0094545E" w:rsidRDefault="0094545E" w:rsidP="00315C8A">
      <w:pPr>
        <w:pStyle w:val="Heading4"/>
      </w:pPr>
      <w:bookmarkStart w:id="64" w:name="_Toc403385947"/>
      <w:bookmarkStart w:id="65" w:name="_Toc7163767"/>
      <w:r>
        <w:t>Records Management</w:t>
      </w:r>
      <w:bookmarkEnd w:id="64"/>
      <w:bookmarkEnd w:id="65"/>
    </w:p>
    <w:p w14:paraId="33EF4C7A" w14:textId="7E0F86E2" w:rsidR="0094545E" w:rsidRPr="009C53BC" w:rsidRDefault="008F7DF8" w:rsidP="008D0B6D">
      <w:pPr>
        <w:pStyle w:val="BodyText"/>
      </w:pPr>
      <w:r w:rsidRPr="00690CFD">
        <w:t>Federal regulations issued by</w:t>
      </w:r>
      <w:r>
        <w:t xml:space="preserve"> the </w:t>
      </w:r>
      <w:r w:rsidRPr="00E526F9">
        <w:rPr>
          <w:rStyle w:val="BodyTextGlossaryChar"/>
        </w:rPr>
        <w:t>National Archives and Records Administration</w:t>
      </w:r>
      <w:r w:rsidRPr="00690CFD">
        <w:t xml:space="preserve"> </w:t>
      </w:r>
      <w:r>
        <w:t>(</w:t>
      </w:r>
      <w:r w:rsidRPr="00690CFD">
        <w:t>NARA</w:t>
      </w:r>
      <w:r>
        <w:t>)</w:t>
      </w:r>
      <w:r w:rsidRPr="00690CFD">
        <w:t xml:space="preserve"> are outlined </w:t>
      </w:r>
      <w:r>
        <w:t>in</w:t>
      </w:r>
      <w:r w:rsidRPr="00690CFD">
        <w:t xml:space="preserve"> 36 </w:t>
      </w:r>
      <w:r w:rsidRPr="0097142D">
        <w:rPr>
          <w:rStyle w:val="BodyTextGlossaryChar"/>
        </w:rPr>
        <w:t>Code of Federal Regulations</w:t>
      </w:r>
      <w:r w:rsidRPr="00690CFD">
        <w:t xml:space="preserve"> </w:t>
      </w:r>
      <w:r>
        <w:t>(</w:t>
      </w:r>
      <w:r w:rsidRPr="00690CFD">
        <w:t>CFR</w:t>
      </w:r>
      <w:r>
        <w:t>)</w:t>
      </w:r>
      <w:r w:rsidRPr="00690CFD">
        <w:t xml:space="preserve"> </w:t>
      </w:r>
      <w:r>
        <w:t>-</w:t>
      </w:r>
      <w:r w:rsidRPr="00690CFD">
        <w:t xml:space="preserve"> Subchapter B </w:t>
      </w:r>
      <w:r>
        <w:t xml:space="preserve">- </w:t>
      </w:r>
      <w:r w:rsidRPr="00690CFD">
        <w:t xml:space="preserve">Records Management. Business </w:t>
      </w:r>
      <w:r>
        <w:t>o</w:t>
      </w:r>
      <w:r w:rsidRPr="00690CFD">
        <w:t xml:space="preserve">wners must contact </w:t>
      </w:r>
      <w:r>
        <w:t xml:space="preserve">the </w:t>
      </w:r>
      <w:r w:rsidRPr="00E526F9">
        <w:rPr>
          <w:rStyle w:val="BodyTextGlossaryChar"/>
        </w:rPr>
        <w:t>Office of Strategic Operations and Regulatory Affairs</w:t>
      </w:r>
      <w:r w:rsidRPr="00690CFD">
        <w:t xml:space="preserve"> </w:t>
      </w:r>
      <w:r>
        <w:t>(</w:t>
      </w:r>
      <w:r w:rsidRPr="00690CFD">
        <w:t>OSORA</w:t>
      </w:r>
      <w:r>
        <w:t>)</w:t>
      </w:r>
      <w:r w:rsidRPr="00690CFD">
        <w:t xml:space="preserve"> to initiate </w:t>
      </w:r>
      <w:r>
        <w:t>the record management process.</w:t>
      </w:r>
    </w:p>
    <w:p w14:paraId="6FA115C4" w14:textId="77777777" w:rsidR="00F6688B" w:rsidRDefault="00F6688B" w:rsidP="00315C8A">
      <w:pPr>
        <w:pStyle w:val="Heading5"/>
      </w:pPr>
      <w:r>
        <w:t>Data</w:t>
      </w:r>
    </w:p>
    <w:p w14:paraId="33EF4C7B" w14:textId="7309F3CD" w:rsidR="0094545E" w:rsidRPr="00690CFD" w:rsidRDefault="0094545E" w:rsidP="00F6688B">
      <w:pPr>
        <w:pStyle w:val="InstructionalText"/>
      </w:pPr>
      <w:r w:rsidRPr="00690CFD">
        <w:t>Identify all data (as well as the format of the data</w:t>
      </w:r>
      <w:r w:rsidR="00F6688B">
        <w:t xml:space="preserve"> </w:t>
      </w:r>
      <w:r w:rsidRPr="00690CFD">
        <w:t>—</w:t>
      </w:r>
      <w:r w:rsidR="00F6688B">
        <w:t xml:space="preserve"> </w:t>
      </w:r>
      <w:r w:rsidRPr="00690CFD">
        <w:t xml:space="preserve">paper, manual input, electronic data) supplied to the system as well as </w:t>
      </w:r>
      <w:r>
        <w:t>who/what is supplying the data.</w:t>
      </w:r>
    </w:p>
    <w:p w14:paraId="5FDAF615" w14:textId="6E1F7225" w:rsidR="00F6688B" w:rsidRDefault="00F6688B" w:rsidP="00315C8A">
      <w:pPr>
        <w:pStyle w:val="Heading5"/>
      </w:pPr>
      <w:r>
        <w:t>Manual/Electronic Inputs</w:t>
      </w:r>
    </w:p>
    <w:p w14:paraId="33EF4C7C" w14:textId="77777777" w:rsidR="0094545E" w:rsidRPr="00690CFD" w:rsidRDefault="0094545E" w:rsidP="00F6688B">
      <w:pPr>
        <w:pStyle w:val="InstructionalText"/>
      </w:pPr>
      <w:r w:rsidRPr="00690CFD">
        <w:t xml:space="preserve">Provide instructions on what happens to the manual/electronic inputs after they are entered into the master </w:t>
      </w:r>
      <w:r>
        <w:t>file/database and are verified.</w:t>
      </w:r>
    </w:p>
    <w:p w14:paraId="71414F06" w14:textId="77777777" w:rsidR="00F6688B" w:rsidRDefault="00F6688B" w:rsidP="00315C8A">
      <w:pPr>
        <w:pStyle w:val="Heading5"/>
      </w:pPr>
      <w:r>
        <w:t>Master Files</w:t>
      </w:r>
    </w:p>
    <w:p w14:paraId="33EF4C7D" w14:textId="71818D17" w:rsidR="0094545E" w:rsidRDefault="0094545E" w:rsidP="00F6688B">
      <w:pPr>
        <w:pStyle w:val="InstructionalText"/>
      </w:pPr>
      <w:r w:rsidRPr="00690CFD">
        <w:t>Provide a detailed description of the data maintained in the system/database.</w:t>
      </w:r>
    </w:p>
    <w:p w14:paraId="33EF4C7E" w14:textId="77777777" w:rsidR="00521555" w:rsidRDefault="00521555" w:rsidP="00315C8A">
      <w:pPr>
        <w:pStyle w:val="Heading3"/>
      </w:pPr>
      <w:bookmarkStart w:id="66" w:name="_Toc403385948"/>
      <w:bookmarkStart w:id="67" w:name="_Toc7163768"/>
      <w:r>
        <w:t>Internal Communications Architecture</w:t>
      </w:r>
      <w:bookmarkEnd w:id="66"/>
      <w:bookmarkEnd w:id="67"/>
    </w:p>
    <w:p w14:paraId="33EF4C7F" w14:textId="77777777" w:rsidR="00521555" w:rsidRDefault="00521555" w:rsidP="008D0B6D">
      <w:pPr>
        <w:pStyle w:val="InstructionalText"/>
      </w:pPr>
      <w:r w:rsidRPr="00521555">
        <w:t>Instructions: Provide a detailed description of the system’s communications network, denoting the communications architecture(s) being implemented (e.g., Token Ring, Ethernet, etc.) and how system components are linked.</w:t>
      </w:r>
      <w:r w:rsidR="0027569E">
        <w:t xml:space="preserve"> </w:t>
      </w:r>
      <w:r w:rsidRPr="00521555">
        <w:t>Describe any Local or Wide Area Networks and buses.</w:t>
      </w:r>
      <w:r w:rsidR="0027569E">
        <w:t xml:space="preserve"> </w:t>
      </w:r>
      <w:r w:rsidRPr="00521555">
        <w:t xml:space="preserve">Include descriptions of necessary equipment (e.g., hubs, </w:t>
      </w:r>
      <w:r w:rsidRPr="00521555">
        <w:lastRenderedPageBreak/>
        <w:t>routers, cabling, transmitters, firewalls, ports, etc.).</w:t>
      </w:r>
      <w:r w:rsidR="0027569E">
        <w:t xml:space="preserve"> </w:t>
      </w:r>
      <w:r w:rsidRPr="00521555">
        <w:t>Provide a diagram depicting the communications flow between the system and subsystem components.</w:t>
      </w:r>
      <w:r w:rsidR="0027569E">
        <w:t xml:space="preserve"> </w:t>
      </w:r>
      <w:r w:rsidRPr="00521555">
        <w:t>Include resource estimates for communications network capacity (LAN and WAN) needed to install and execute each application on each platform.</w:t>
      </w:r>
    </w:p>
    <w:p w14:paraId="33EF4C80" w14:textId="77777777" w:rsidR="00521555" w:rsidRDefault="00521555" w:rsidP="00315C8A">
      <w:pPr>
        <w:pStyle w:val="Heading3"/>
      </w:pPr>
      <w:bookmarkStart w:id="68" w:name="_Toc403385949"/>
      <w:bookmarkStart w:id="69" w:name="_Toc7163769"/>
      <w:r>
        <w:t>Security Architecture</w:t>
      </w:r>
      <w:bookmarkEnd w:id="68"/>
      <w:bookmarkEnd w:id="69"/>
    </w:p>
    <w:p w14:paraId="33EF4C81" w14:textId="77777777" w:rsidR="00521555" w:rsidRDefault="00521555" w:rsidP="008D0B6D">
      <w:pPr>
        <w:pStyle w:val="InstructionalText"/>
      </w:pPr>
      <w:r w:rsidRPr="00521555">
        <w:t>Instructions: Insert any related security architecture documents, including integrity controls, or provide a reference to where they are stored.</w:t>
      </w:r>
    </w:p>
    <w:p w14:paraId="33EF4C82" w14:textId="77777777" w:rsidR="00521555" w:rsidRDefault="00521555" w:rsidP="00315C8A">
      <w:pPr>
        <w:pStyle w:val="Heading3"/>
      </w:pPr>
      <w:bookmarkStart w:id="70" w:name="_Toc403385950"/>
      <w:bookmarkStart w:id="71" w:name="_Toc7163770"/>
      <w:r>
        <w:t>Performance</w:t>
      </w:r>
      <w:bookmarkEnd w:id="70"/>
      <w:bookmarkEnd w:id="71"/>
    </w:p>
    <w:p w14:paraId="33EF4C83" w14:textId="77777777" w:rsidR="00521555" w:rsidRPr="00521555" w:rsidRDefault="00521555" w:rsidP="008D0B6D">
      <w:pPr>
        <w:pStyle w:val="InstructionalText"/>
      </w:pPr>
      <w:r w:rsidRPr="00521555">
        <w:t>Instructions: Insert any performance documents or provide a reference to where they are stored.</w:t>
      </w:r>
    </w:p>
    <w:p w14:paraId="33EF4C84" w14:textId="77777777" w:rsidR="00521555" w:rsidRDefault="00521555" w:rsidP="00315C8A">
      <w:pPr>
        <w:pStyle w:val="Heading3"/>
      </w:pPr>
      <w:bookmarkStart w:id="72" w:name="_Toc403385951"/>
      <w:bookmarkStart w:id="73" w:name="_Ref452644746"/>
      <w:bookmarkStart w:id="74" w:name="_Ref452644757"/>
      <w:bookmarkStart w:id="75" w:name="_Toc7163771"/>
      <w:r>
        <w:t>System Architecture Diagram</w:t>
      </w:r>
      <w:bookmarkEnd w:id="72"/>
      <w:bookmarkEnd w:id="73"/>
      <w:bookmarkEnd w:id="74"/>
      <w:bookmarkEnd w:id="75"/>
    </w:p>
    <w:p w14:paraId="33EF4C85" w14:textId="77777777" w:rsidR="00521555" w:rsidRDefault="00521555" w:rsidP="008D0B6D">
      <w:pPr>
        <w:pStyle w:val="InstructionalText"/>
      </w:pPr>
      <w:r w:rsidRPr="00521555">
        <w:t>Instructions: Using the hardware, software, communications, and information designs described above, depict the overall, integrated structure of the system in terms of presentation, application, and data regions.</w:t>
      </w:r>
    </w:p>
    <w:p w14:paraId="1EA084FC" w14:textId="61D45632" w:rsidR="00693291" w:rsidRPr="00F856DD" w:rsidRDefault="00F856DD" w:rsidP="008D0B6D">
      <w:pPr>
        <w:pStyle w:val="InstructionalText"/>
      </w:pPr>
      <w:r w:rsidRPr="00F856DD">
        <w:t xml:space="preserve">Diagram(s) should </w:t>
      </w:r>
      <w:r w:rsidR="00E633BB">
        <w:t>show the</w:t>
      </w:r>
      <w:r w:rsidRPr="00F856DD">
        <w:t xml:space="preserve"> architecture of the “to-be-production-system,” i.e.</w:t>
      </w:r>
      <w:r>
        <w:t>,</w:t>
      </w:r>
      <w:r w:rsidRPr="00F856DD">
        <w:t xml:space="preserve"> the architectural design must map to the targeted production environment</w:t>
      </w:r>
      <w:r w:rsidR="00E633BB">
        <w:t>.</w:t>
      </w:r>
    </w:p>
    <w:p w14:paraId="0F1A7E35" w14:textId="29FBA37E" w:rsidR="00693291" w:rsidRPr="00F856DD" w:rsidRDefault="00F856DD" w:rsidP="008D0B6D">
      <w:pPr>
        <w:pStyle w:val="InstructionalText"/>
      </w:pPr>
      <w:r w:rsidRPr="00F856DD">
        <w:t>Diagram(s) must reflect the accuracy and clarity of the system architecture</w:t>
      </w:r>
      <w:r w:rsidR="00E633BB">
        <w:t>.</w:t>
      </w:r>
    </w:p>
    <w:p w14:paraId="6D10F7FE" w14:textId="44AC7954" w:rsidR="00F856DD" w:rsidRDefault="00F856DD" w:rsidP="008D0B6D">
      <w:pPr>
        <w:pStyle w:val="InstructionalText"/>
      </w:pPr>
      <w:r w:rsidRPr="00F856DD">
        <w:t>Diagram(s) must reflect the complete system’s context, i.e., more detailed software components, internal/external interfaces, and their underlying infrastructure, etc., not just pertain to the design under review</w:t>
      </w:r>
      <w:r w:rsidR="008D0B6D">
        <w:t>.</w:t>
      </w:r>
    </w:p>
    <w:p w14:paraId="33EF4C86" w14:textId="77777777" w:rsidR="00521555" w:rsidRDefault="00521555" w:rsidP="00315C8A">
      <w:pPr>
        <w:pStyle w:val="Heading2"/>
      </w:pPr>
      <w:bookmarkStart w:id="76" w:name="_Toc403385952"/>
      <w:bookmarkStart w:id="77" w:name="_Toc7163772"/>
      <w:r>
        <w:lastRenderedPageBreak/>
        <w:t>System Design</w:t>
      </w:r>
      <w:bookmarkEnd w:id="76"/>
      <w:bookmarkEnd w:id="77"/>
    </w:p>
    <w:p w14:paraId="33EF4C87" w14:textId="77777777" w:rsidR="00521555" w:rsidRDefault="00521555" w:rsidP="00315C8A">
      <w:pPr>
        <w:pStyle w:val="Heading3"/>
      </w:pPr>
      <w:bookmarkStart w:id="78" w:name="_Toc403385953"/>
      <w:bookmarkStart w:id="79" w:name="_Toc7163773"/>
      <w:r>
        <w:t>Business Requirements</w:t>
      </w:r>
      <w:bookmarkEnd w:id="78"/>
      <w:bookmarkEnd w:id="79"/>
    </w:p>
    <w:p w14:paraId="33EF4C88" w14:textId="77777777" w:rsidR="00521555" w:rsidRDefault="00521555" w:rsidP="008D0B6D">
      <w:pPr>
        <w:pStyle w:val="InstructionalText"/>
      </w:pPr>
      <w:r w:rsidRPr="00521555">
        <w:t>Instructions: Insert any related project business requirements or provide a reference to where they are stored.</w:t>
      </w:r>
    </w:p>
    <w:p w14:paraId="33EF4C89" w14:textId="77777777" w:rsidR="00521555" w:rsidRDefault="00521555" w:rsidP="00315C8A">
      <w:pPr>
        <w:pStyle w:val="Heading3"/>
      </w:pPr>
      <w:bookmarkStart w:id="80" w:name="_Toc403385954"/>
      <w:bookmarkStart w:id="81" w:name="_Toc7163774"/>
      <w:r>
        <w:t>Database Design</w:t>
      </w:r>
      <w:bookmarkEnd w:id="80"/>
      <w:bookmarkEnd w:id="81"/>
    </w:p>
    <w:p w14:paraId="33EF4C8A" w14:textId="01FEE751" w:rsidR="00521555" w:rsidRDefault="00521555" w:rsidP="008D0B6D">
      <w:pPr>
        <w:pStyle w:val="InstructionalText"/>
      </w:pPr>
      <w:r w:rsidRPr="00521555">
        <w:t>Instructions: Describe the design of all database management system (DBMS) files and non-DBMS files associated with the system.</w:t>
      </w:r>
      <w:r w:rsidR="0027569E">
        <w:t xml:space="preserve"> </w:t>
      </w:r>
      <w:r w:rsidRPr="00521555">
        <w:t>Provide a comprehensive data dictionary showing data element name, type, length, source, validation rules, maintenance (create, read, update, delete (CRUD) capability), data stores, outputs, aliases, and description.</w:t>
      </w:r>
      <w:r w:rsidR="0027569E">
        <w:t xml:space="preserve"> </w:t>
      </w:r>
      <w:r w:rsidRPr="00521555">
        <w:t>The Data Design information can be included as an appendix or recorded in a separate Database Design Document (DDD), as appropriate, which would be referenced here.</w:t>
      </w:r>
      <w:r w:rsidR="0027569E">
        <w:t xml:space="preserve"> </w:t>
      </w:r>
    </w:p>
    <w:p w14:paraId="33EF4C8B" w14:textId="77777777" w:rsidR="00521555" w:rsidRDefault="00521555" w:rsidP="00315C8A">
      <w:pPr>
        <w:pStyle w:val="Heading4"/>
      </w:pPr>
      <w:bookmarkStart w:id="82" w:name="_Toc403385955"/>
      <w:bookmarkStart w:id="83" w:name="_Toc7163775"/>
      <w:r>
        <w:t>Data Objects and Resultant Data Structures</w:t>
      </w:r>
      <w:bookmarkEnd w:id="82"/>
      <w:bookmarkEnd w:id="83"/>
    </w:p>
    <w:p w14:paraId="33EF4C8C" w14:textId="77777777" w:rsidR="00521555" w:rsidRDefault="00521555" w:rsidP="008D0B6D">
      <w:pPr>
        <w:pStyle w:val="InstructionalText"/>
      </w:pPr>
      <w:r w:rsidRPr="00521555">
        <w:t>Instructions: For each functional data object, specify the data structure(s) which will be used to store and process the data.</w:t>
      </w:r>
      <w:r w:rsidR="0027569E">
        <w:t xml:space="preserve"> </w:t>
      </w:r>
      <w:r w:rsidRPr="00521555">
        <w:t>Describe any data structures that are a major part of the system, including major data structures that are passed between components.</w:t>
      </w:r>
      <w:r w:rsidR="0027569E">
        <w:t xml:space="preserve"> </w:t>
      </w:r>
      <w:r w:rsidRPr="00521555">
        <w:t>List all functions and function parameters.</w:t>
      </w:r>
      <w:r w:rsidR="0027569E">
        <w:t xml:space="preserve"> </w:t>
      </w:r>
      <w:r w:rsidRPr="00521555">
        <w:t>For functions, give function input and output names in the description.</w:t>
      </w:r>
      <w:r w:rsidR="0027569E">
        <w:t xml:space="preserve"> </w:t>
      </w:r>
      <w:r w:rsidRPr="00521555">
        <w:t>Refer as appropriate to the decomposition diagrams.</w:t>
      </w:r>
    </w:p>
    <w:p w14:paraId="33EF4C8D" w14:textId="77777777" w:rsidR="00521555" w:rsidRDefault="00521555" w:rsidP="00315C8A">
      <w:pPr>
        <w:pStyle w:val="Heading4"/>
      </w:pPr>
      <w:bookmarkStart w:id="84" w:name="_Toc403385956"/>
      <w:bookmarkStart w:id="85" w:name="_Toc7163776"/>
      <w:r>
        <w:t>File and Database Structures</w:t>
      </w:r>
      <w:bookmarkEnd w:id="84"/>
      <w:bookmarkEnd w:id="85"/>
    </w:p>
    <w:p w14:paraId="33EF4C8E" w14:textId="77777777" w:rsidR="00521555" w:rsidRDefault="00521555" w:rsidP="008D0B6D">
      <w:pPr>
        <w:pStyle w:val="InstructionalText"/>
      </w:pPr>
      <w:r w:rsidRPr="00521555">
        <w:t>Instructions: Using the Logical Data Model (LDM), create a physical data model that describes data storage and manipulation in the systems architectural setting.</w:t>
      </w:r>
      <w:r w:rsidR="0027569E">
        <w:t xml:space="preserve"> </w:t>
      </w:r>
      <w:r w:rsidRPr="00521555">
        <w:t>Describe file structures and their locations.</w:t>
      </w:r>
      <w:r w:rsidR="0027569E">
        <w:t xml:space="preserve"> </w:t>
      </w:r>
      <w:r w:rsidRPr="00521555">
        <w:t>Explain how data may be structured in the selected DBMS, if applicable.</w:t>
      </w:r>
      <w:r w:rsidR="0027569E">
        <w:t xml:space="preserve"> </w:t>
      </w:r>
      <w:r w:rsidRPr="00521555">
        <w:t>Refer to a separate DDD, as appropriate.</w:t>
      </w:r>
      <w:r w:rsidR="0027569E">
        <w:t xml:space="preserve"> </w:t>
      </w:r>
      <w:r w:rsidRPr="00521555">
        <w:t>For networks, detail the specific distribution of data.</w:t>
      </w:r>
      <w:r w:rsidR="0027569E">
        <w:t xml:space="preserve"> </w:t>
      </w:r>
      <w:r w:rsidRPr="00521555">
        <w:t>Note any changes to the LDM that occur because of software or hardware requirements.</w:t>
      </w:r>
    </w:p>
    <w:p w14:paraId="33EF4C8F" w14:textId="77777777" w:rsidR="00521555" w:rsidRDefault="00521555" w:rsidP="00315C8A">
      <w:pPr>
        <w:pStyle w:val="Heading5"/>
      </w:pPr>
      <w:r>
        <w:t>Database Management System Files</w:t>
      </w:r>
    </w:p>
    <w:p w14:paraId="33EF4C90" w14:textId="14250898" w:rsidR="00521555" w:rsidRDefault="00521555" w:rsidP="008D0B6D">
      <w:pPr>
        <w:pStyle w:val="InstructionalText"/>
      </w:pPr>
      <w:r w:rsidRPr="00521555">
        <w:t>Instructions: Provide the detailed design of the DBMS files.</w:t>
      </w:r>
      <w:r w:rsidR="0027569E">
        <w:t xml:space="preserve"> </w:t>
      </w:r>
      <w:r w:rsidRPr="00521555">
        <w:t>Generally, this information should be documented in a separate DDD that should be referenced within this section.</w:t>
      </w:r>
      <w:r w:rsidR="0027569E">
        <w:t xml:space="preserve"> </w:t>
      </w:r>
    </w:p>
    <w:p w14:paraId="33EF4C91" w14:textId="77777777" w:rsidR="00521555" w:rsidRDefault="00521555" w:rsidP="00315C8A">
      <w:pPr>
        <w:pStyle w:val="Heading5"/>
      </w:pPr>
      <w:r>
        <w:t>Non-Database Management System Files</w:t>
      </w:r>
    </w:p>
    <w:p w14:paraId="33EF4C92" w14:textId="77777777" w:rsidR="00521555" w:rsidRPr="00521555" w:rsidRDefault="00521555" w:rsidP="008D0B6D">
      <w:pPr>
        <w:pStyle w:val="InstructionalText"/>
      </w:pPr>
      <w:r w:rsidRPr="00521555">
        <w:t>Instructions: Provide the detailed description of all non-DBMS files and include a narrative description of the usage of each file that identifies if the file is used for input, output, or both, and if the file is a temporary file.</w:t>
      </w:r>
      <w:r w:rsidR="0027569E">
        <w:t xml:space="preserve"> </w:t>
      </w:r>
      <w:r w:rsidRPr="00521555">
        <w:t>Also provide an indication of which modules read and write the file and include file structures (refer to the data dictionary).</w:t>
      </w:r>
      <w:r w:rsidR="0027569E">
        <w:t xml:space="preserve"> </w:t>
      </w:r>
      <w:r w:rsidRPr="00521555">
        <w:t>As appropriate, the file structure information should include the following:</w:t>
      </w:r>
    </w:p>
    <w:p w14:paraId="33EF4C93" w14:textId="77777777" w:rsidR="00521555" w:rsidRDefault="00521555" w:rsidP="008D0B6D">
      <w:pPr>
        <w:pStyle w:val="InstructionalTextBullet"/>
      </w:pPr>
      <w:r w:rsidRPr="00521555">
        <w:t>Record structures, record keys or indexes, and data elements referenced within the records</w:t>
      </w:r>
    </w:p>
    <w:p w14:paraId="33EF4C94" w14:textId="77777777" w:rsidR="00521555" w:rsidRDefault="00521555" w:rsidP="008D0B6D">
      <w:pPr>
        <w:pStyle w:val="InstructionalTextBullet"/>
      </w:pPr>
      <w:r w:rsidRPr="00521555">
        <w:t>Record length (fixed or maximum variable length) and blocking factors</w:t>
      </w:r>
    </w:p>
    <w:p w14:paraId="33EF4C95" w14:textId="77777777" w:rsidR="00521555" w:rsidRDefault="00521555" w:rsidP="008D0B6D">
      <w:pPr>
        <w:pStyle w:val="InstructionalTextBullet"/>
      </w:pPr>
      <w:r w:rsidRPr="00521555">
        <w:lastRenderedPageBreak/>
        <w:t>Access method (e.g., index sequential, virtual sequential, random access, etc.)</w:t>
      </w:r>
    </w:p>
    <w:p w14:paraId="33EF4C96" w14:textId="77777777" w:rsidR="00521555" w:rsidRDefault="00521555" w:rsidP="008D0B6D">
      <w:pPr>
        <w:pStyle w:val="InstructionalTextBullet"/>
      </w:pPr>
      <w:r w:rsidRPr="00521555">
        <w:t>Estimate of the file size or volume of data within the file, including overhead resulting from file access methods</w:t>
      </w:r>
    </w:p>
    <w:p w14:paraId="33EF4C97" w14:textId="77777777" w:rsidR="00521555" w:rsidRDefault="00521555" w:rsidP="008D0B6D">
      <w:pPr>
        <w:pStyle w:val="InstructionalTextBullet"/>
      </w:pPr>
      <w:r w:rsidRPr="00521555">
        <w:t>Definition of the update frequency of the file (If the file is part of an online transaction-based system, provide the estimated number of transactions per unit of time, and the statistical mean, mode, and distribution of those transactions.)</w:t>
      </w:r>
    </w:p>
    <w:p w14:paraId="33EF4C98" w14:textId="77777777" w:rsidR="00521555" w:rsidRDefault="00521555" w:rsidP="008D0B6D">
      <w:pPr>
        <w:pStyle w:val="InstructionalTextBullet"/>
      </w:pPr>
      <w:r w:rsidRPr="00521555">
        <w:t>Backup and recovery specifications</w:t>
      </w:r>
    </w:p>
    <w:p w14:paraId="33EF4C99" w14:textId="77777777" w:rsidR="00521555" w:rsidRDefault="00892260" w:rsidP="00315C8A">
      <w:pPr>
        <w:pStyle w:val="Heading3"/>
      </w:pPr>
      <w:bookmarkStart w:id="86" w:name="_Toc403385957"/>
      <w:bookmarkStart w:id="87" w:name="_Toc7163777"/>
      <w:r>
        <w:t>Data Conversion</w:t>
      </w:r>
      <w:bookmarkEnd w:id="86"/>
      <w:bookmarkEnd w:id="87"/>
    </w:p>
    <w:p w14:paraId="33EF4C9A" w14:textId="77777777" w:rsidR="00892260" w:rsidRPr="00892260" w:rsidRDefault="00892260" w:rsidP="008D0B6D">
      <w:pPr>
        <w:pStyle w:val="InstructionalText"/>
      </w:pPr>
      <w:r w:rsidRPr="00892260">
        <w:t>Instructions: Insert any documents describing any necessary data conversions or provide a reference to where they are stored.</w:t>
      </w:r>
    </w:p>
    <w:p w14:paraId="33EF4C9B" w14:textId="77777777" w:rsidR="00521555" w:rsidRDefault="00892260" w:rsidP="00315C8A">
      <w:pPr>
        <w:pStyle w:val="Heading3"/>
      </w:pPr>
      <w:bookmarkStart w:id="88" w:name="_Toc403385958"/>
      <w:bookmarkStart w:id="89" w:name="_Toc7163778"/>
      <w:r>
        <w:t>User Machine-Readable Interface</w:t>
      </w:r>
      <w:bookmarkEnd w:id="88"/>
      <w:bookmarkEnd w:id="89"/>
    </w:p>
    <w:p w14:paraId="33EF4C9C" w14:textId="77777777" w:rsidR="00892260" w:rsidRDefault="00892260" w:rsidP="008D0B6D">
      <w:pPr>
        <w:pStyle w:val="InstructionalText"/>
      </w:pPr>
      <w:r w:rsidRPr="00892260">
        <w:t>Instructions: Provide a description of each user class or role associated with the system.</w:t>
      </w:r>
      <w:r w:rsidR="0027569E">
        <w:t xml:space="preserve"> </w:t>
      </w:r>
      <w:r w:rsidRPr="00892260">
        <w:t>A user class is distinguished by the ways in which users interact with the proposed system or situation.</w:t>
      </w:r>
      <w:r w:rsidR="0027569E">
        <w:t xml:space="preserve"> </w:t>
      </w:r>
      <w:r w:rsidRPr="00892260">
        <w:t>Factors that distinguish a user class include common responsibilities, skill levels, work activities, and modes of interaction with the system.</w:t>
      </w:r>
      <w:r w:rsidR="0027569E">
        <w:t xml:space="preserve"> </w:t>
      </w:r>
      <w:r w:rsidRPr="00892260">
        <w:t>In this context, a user is anyone who interacts with the proposed system, including operational users, data entry personnel, system operators, operational support personnel, system maintainers, and trainers.</w:t>
      </w:r>
      <w:r w:rsidR="0027569E">
        <w:t xml:space="preserve"> </w:t>
      </w:r>
      <w:r w:rsidRPr="00892260">
        <w:t>For each user class, provide estimates of the total number of users anticipated, a maximum number of concurrent users, and the number of external users.</w:t>
      </w:r>
    </w:p>
    <w:p w14:paraId="33EF4C9D" w14:textId="77777777" w:rsidR="00892260" w:rsidRDefault="00892260" w:rsidP="00315C8A">
      <w:pPr>
        <w:pStyle w:val="Heading4"/>
      </w:pPr>
      <w:bookmarkStart w:id="90" w:name="_Toc403385959"/>
      <w:bookmarkStart w:id="91" w:name="_Toc7163779"/>
      <w:r>
        <w:t>Inputs</w:t>
      </w:r>
      <w:bookmarkEnd w:id="90"/>
      <w:bookmarkEnd w:id="91"/>
    </w:p>
    <w:p w14:paraId="33EF4C9E" w14:textId="77777777" w:rsidR="00892260" w:rsidRPr="00892260" w:rsidRDefault="00892260" w:rsidP="008D0B6D">
      <w:pPr>
        <w:pStyle w:val="InstructionalText"/>
      </w:pPr>
      <w:r w:rsidRPr="00892260">
        <w:t>Instructions: Provide a description of the input media used by the user/operator for providing information to the system.</w:t>
      </w:r>
      <w:r w:rsidR="0027569E">
        <w:t xml:space="preserve"> </w:t>
      </w:r>
      <w:r w:rsidRPr="00892260">
        <w:t>Show a mapping to the high-level data flows (e.g., data entry screens, optical character readers, bar scanners, etc.).</w:t>
      </w:r>
      <w:r w:rsidR="0027569E">
        <w:t xml:space="preserve"> </w:t>
      </w:r>
      <w:r w:rsidRPr="00892260">
        <w:t xml:space="preserve">If appropriate, the input record types, file structures, and database structures provided in </w:t>
      </w:r>
      <w:r w:rsidR="008E40C6">
        <w:t>the s</w:t>
      </w:r>
      <w:r w:rsidRPr="00892260">
        <w:t xml:space="preserve">ection </w:t>
      </w:r>
      <w:r w:rsidR="008E40C6">
        <w:t xml:space="preserve">for </w:t>
      </w:r>
      <w:r w:rsidRPr="00892260">
        <w:t>Data Design, may be referenced.</w:t>
      </w:r>
      <w:r w:rsidR="0027569E">
        <w:t xml:space="preserve"> </w:t>
      </w:r>
      <w:r w:rsidRPr="00892260">
        <w:t>Include data element definitions, or refer to the data dictionary.</w:t>
      </w:r>
      <w:r w:rsidR="0027569E">
        <w:t xml:space="preserve"> </w:t>
      </w:r>
      <w:r w:rsidRPr="00892260">
        <w:t>Provide the layout of all input data screens or graphical user interfaces (GUIs) (e.g., windows).</w:t>
      </w:r>
      <w:r w:rsidR="0027569E">
        <w:t xml:space="preserve"> </w:t>
      </w:r>
      <w:r w:rsidRPr="00892260">
        <w:t>Define all data elements associated with each screen or GUI, or reference the data dictionary.</w:t>
      </w:r>
      <w:r w:rsidR="0027569E">
        <w:t xml:space="preserve"> </w:t>
      </w:r>
      <w:r w:rsidRPr="00892260">
        <w:t>Provide edit criteria for the data elements, including specific values, range of values, mandatory/optional, alphanumeric values, and length.</w:t>
      </w:r>
      <w:r w:rsidR="0027569E">
        <w:t xml:space="preserve"> </w:t>
      </w:r>
      <w:r w:rsidRPr="00892260">
        <w:t>Also address data entry controls to prevent edit bypassing.</w:t>
      </w:r>
      <w:r w:rsidR="0027569E">
        <w:t xml:space="preserve"> </w:t>
      </w:r>
      <w:r w:rsidRPr="00892260">
        <w:t>Discuss the miscellaneous messages associated with user/operator inputs, including (but not limited to) the following:</w:t>
      </w:r>
    </w:p>
    <w:p w14:paraId="33EF4C9F" w14:textId="77777777" w:rsidR="00892260" w:rsidRPr="00892260" w:rsidRDefault="00892260" w:rsidP="008D0B6D">
      <w:pPr>
        <w:pStyle w:val="InstructionalTextBullet"/>
      </w:pPr>
      <w:r w:rsidRPr="00892260">
        <w:t>Copies of form(s) if the input data are keyed or scanned for data entry from printed forms</w:t>
      </w:r>
    </w:p>
    <w:p w14:paraId="33EF4CA0" w14:textId="77777777" w:rsidR="00892260" w:rsidRPr="00892260" w:rsidRDefault="00892260" w:rsidP="008D0B6D">
      <w:pPr>
        <w:pStyle w:val="InstructionalTextBullet"/>
      </w:pPr>
      <w:r w:rsidRPr="00892260">
        <w:t>Description of any access restrictions or security considerations</w:t>
      </w:r>
    </w:p>
    <w:p w14:paraId="33EF4CA1" w14:textId="77777777" w:rsidR="00892260" w:rsidRPr="00892260" w:rsidRDefault="00892260" w:rsidP="008D0B6D">
      <w:pPr>
        <w:pStyle w:val="InstructionalTextBullet"/>
      </w:pPr>
      <w:r w:rsidRPr="00892260">
        <w:t>Each transaction name, code, and definition, if the system is a transaction-based processing system</w:t>
      </w:r>
    </w:p>
    <w:p w14:paraId="33EF4CA2" w14:textId="77777777" w:rsidR="00892260" w:rsidRPr="00892260" w:rsidRDefault="00892260" w:rsidP="008D0B6D">
      <w:pPr>
        <w:pStyle w:val="InstructionalTextBullet"/>
      </w:pPr>
      <w:r w:rsidRPr="00892260">
        <w:t>Incorporation of the Privacy Act statement into the screen flow, if the system is covered by the Privacy Act</w:t>
      </w:r>
    </w:p>
    <w:p w14:paraId="33EF4CA3" w14:textId="77777777" w:rsidR="00892260" w:rsidRDefault="00892260" w:rsidP="008D0B6D">
      <w:pPr>
        <w:pStyle w:val="InstructionalTextBullet"/>
      </w:pPr>
      <w:r w:rsidRPr="00892260">
        <w:lastRenderedPageBreak/>
        <w:t>Description of accessibility provisions to comply with Section 508 of the Rehabilitation Act</w:t>
      </w:r>
    </w:p>
    <w:p w14:paraId="33EF4CA4" w14:textId="77777777" w:rsidR="00892260" w:rsidRDefault="00892260" w:rsidP="00315C8A">
      <w:pPr>
        <w:pStyle w:val="Heading4"/>
      </w:pPr>
      <w:bookmarkStart w:id="92" w:name="_Toc403385960"/>
      <w:bookmarkStart w:id="93" w:name="_Toc7163780"/>
      <w:r>
        <w:t>Outputs</w:t>
      </w:r>
      <w:bookmarkEnd w:id="92"/>
      <w:bookmarkEnd w:id="93"/>
    </w:p>
    <w:p w14:paraId="33EF4CA5" w14:textId="77777777" w:rsidR="00892260" w:rsidRPr="00892260" w:rsidRDefault="00892260" w:rsidP="008D0B6D">
      <w:pPr>
        <w:pStyle w:val="InstructionalText"/>
      </w:pPr>
      <w:r w:rsidRPr="00892260">
        <w:t>Instructions: Describe the system output design relative to the user/operator.</w:t>
      </w:r>
      <w:r w:rsidR="0027569E">
        <w:t xml:space="preserve"> </w:t>
      </w:r>
      <w:r w:rsidRPr="00892260">
        <w:t>Show a mapping to the high-level data flows.</w:t>
      </w:r>
      <w:r w:rsidR="0027569E">
        <w:t xml:space="preserve"> </w:t>
      </w:r>
      <w:r w:rsidRPr="00892260">
        <w:t>System outputs include reports, data display screens and GUIs, query results, etc.</w:t>
      </w:r>
      <w:r w:rsidR="0027569E">
        <w:t xml:space="preserve"> </w:t>
      </w:r>
      <w:r w:rsidRPr="00892260">
        <w:t xml:space="preserve">The output files described in </w:t>
      </w:r>
      <w:r w:rsidR="008E40C6">
        <w:t>the section for</w:t>
      </w:r>
      <w:r w:rsidRPr="00892260">
        <w:t xml:space="preserve"> Data </w:t>
      </w:r>
      <w:r w:rsidR="008E40C6" w:rsidRPr="00892260">
        <w:t>Design</w:t>
      </w:r>
      <w:r w:rsidRPr="00892260">
        <w:t xml:space="preserve"> may be referenced.</w:t>
      </w:r>
      <w:r w:rsidR="0027569E">
        <w:t xml:space="preserve"> </w:t>
      </w:r>
      <w:r w:rsidRPr="00892260">
        <w:t>The following should be provided, if appropriate:</w:t>
      </w:r>
    </w:p>
    <w:p w14:paraId="33EF4CA6" w14:textId="77777777" w:rsidR="00892260" w:rsidRDefault="00892260" w:rsidP="008D0B6D">
      <w:pPr>
        <w:pStyle w:val="InstructionalTextBullet"/>
      </w:pPr>
      <w:r w:rsidRPr="00892260">
        <w:t>Identification of codes and names for reports and data display screens</w:t>
      </w:r>
    </w:p>
    <w:p w14:paraId="33EF4CA7" w14:textId="77777777" w:rsidR="00892260" w:rsidRDefault="00892260" w:rsidP="008D0B6D">
      <w:pPr>
        <w:pStyle w:val="InstructionalTextBullet"/>
      </w:pPr>
      <w:r w:rsidRPr="00892260">
        <w:t>Description of report and screen contents (provide a graphical representation of each layout and define all data elements associated with the layout or reference the data dictionary)</w:t>
      </w:r>
    </w:p>
    <w:p w14:paraId="33EF4CA8" w14:textId="77777777" w:rsidR="00892260" w:rsidRDefault="00892260" w:rsidP="008D0B6D">
      <w:pPr>
        <w:pStyle w:val="InstructionalTextBullet"/>
      </w:pPr>
      <w:r w:rsidRPr="00892260">
        <w:t>Description of the purpose of the output, including identification of the primary users</w:t>
      </w:r>
    </w:p>
    <w:p w14:paraId="33EF4CA9" w14:textId="77777777" w:rsidR="00892260" w:rsidRDefault="00892260" w:rsidP="008D0B6D">
      <w:pPr>
        <w:pStyle w:val="InstructionalTextBullet"/>
      </w:pPr>
      <w:r w:rsidRPr="00892260">
        <w:t>Report distribution requirements, if any (include frequency for periodic reports)</w:t>
      </w:r>
    </w:p>
    <w:p w14:paraId="33EF4CAA" w14:textId="77777777" w:rsidR="00892260" w:rsidRDefault="00892260" w:rsidP="008D0B6D">
      <w:pPr>
        <w:pStyle w:val="InstructionalTextBullet"/>
      </w:pPr>
      <w:r w:rsidRPr="00892260">
        <w:t>Description of any access restrictions or security considerations</w:t>
      </w:r>
    </w:p>
    <w:p w14:paraId="33EF4CAB" w14:textId="77777777" w:rsidR="00521555" w:rsidRDefault="00892260" w:rsidP="00315C8A">
      <w:pPr>
        <w:pStyle w:val="Heading3"/>
      </w:pPr>
      <w:bookmarkStart w:id="94" w:name="_Toc403385961"/>
      <w:bookmarkStart w:id="95" w:name="_Toc7163781"/>
      <w:r>
        <w:t>User Interface Design</w:t>
      </w:r>
      <w:bookmarkEnd w:id="94"/>
      <w:bookmarkEnd w:id="95"/>
    </w:p>
    <w:p w14:paraId="33EF4CAC" w14:textId="77777777" w:rsidR="00892260" w:rsidRDefault="00892260" w:rsidP="008D0B6D">
      <w:pPr>
        <w:pStyle w:val="InstructionalText"/>
      </w:pPr>
      <w:r w:rsidRPr="00892260">
        <w:t>Instructions: Insert any user interface design documents or provide a reference to where they are stored.</w:t>
      </w:r>
    </w:p>
    <w:p w14:paraId="33EF4CAD" w14:textId="77777777" w:rsidR="00892260" w:rsidRDefault="00892260" w:rsidP="00315C8A">
      <w:pPr>
        <w:pStyle w:val="Heading4"/>
      </w:pPr>
      <w:bookmarkStart w:id="96" w:name="_Toc403385962"/>
      <w:bookmarkStart w:id="97" w:name="_Toc7163782"/>
      <w:r>
        <w:t>Section 508 Compliance</w:t>
      </w:r>
      <w:bookmarkEnd w:id="96"/>
      <w:bookmarkEnd w:id="97"/>
    </w:p>
    <w:p w14:paraId="33EF4CAE" w14:textId="77777777" w:rsidR="00892260" w:rsidRDefault="00892260" w:rsidP="008D0B6D">
      <w:pPr>
        <w:pStyle w:val="InstructionalText"/>
      </w:pPr>
      <w:r w:rsidRPr="00892260">
        <w:t>Instructions:</w:t>
      </w:r>
      <w:r w:rsidR="0027569E">
        <w:t xml:space="preserve"> </w:t>
      </w:r>
      <w:r>
        <w:t>Describe</w:t>
      </w:r>
      <w:r w:rsidRPr="00892260">
        <w:t xml:space="preserve"> accessibility considerations</w:t>
      </w:r>
      <w:r>
        <w:t xml:space="preserve"> in your user interface design</w:t>
      </w:r>
      <w:r w:rsidRPr="00892260">
        <w:t xml:space="preserve"> and </w:t>
      </w:r>
      <w:r>
        <w:t xml:space="preserve">insert your </w:t>
      </w:r>
      <w:r w:rsidRPr="00892260">
        <w:t>section 508 compliance related documents or provide a reference to where they are stored.</w:t>
      </w:r>
    </w:p>
    <w:p w14:paraId="33EF4CAF" w14:textId="77777777" w:rsidR="00892260" w:rsidRDefault="00892260" w:rsidP="00315C8A">
      <w:pPr>
        <w:pStyle w:val="Heading2"/>
      </w:pPr>
      <w:bookmarkStart w:id="98" w:name="_Toc403385963"/>
      <w:bookmarkStart w:id="99" w:name="_Toc7163783"/>
      <w:r>
        <w:lastRenderedPageBreak/>
        <w:t>Operational Scenarios</w:t>
      </w:r>
      <w:bookmarkEnd w:id="98"/>
      <w:bookmarkEnd w:id="99"/>
    </w:p>
    <w:p w14:paraId="33EF4CB0" w14:textId="77777777" w:rsidR="00CC07F2" w:rsidRPr="00CC07F2" w:rsidRDefault="00CC07F2" w:rsidP="008D0B6D">
      <w:pPr>
        <w:pStyle w:val="InstructionalText"/>
      </w:pPr>
      <w:r w:rsidRPr="00CC07F2">
        <w:t>Instructions: Describe the general functionality of the system from the users’ perspectives and provide an execution or operational flow of the system via operational scenarios that provide step-by-step descriptions of how the proposed system should operate and interact with its users and its external interfaces under a given set of circumstances.</w:t>
      </w:r>
      <w:r w:rsidR="0027569E">
        <w:t xml:space="preserve"> </w:t>
      </w:r>
      <w:r w:rsidRPr="00CC07F2">
        <w:t>The scenarios tie together all parts of the system, the users, and other entities by describing how they interact, and may also be used to describe what the system should not do.</w:t>
      </w:r>
      <w:r w:rsidR="0027569E">
        <w:t xml:space="preserve"> </w:t>
      </w:r>
    </w:p>
    <w:p w14:paraId="33EF4CB1" w14:textId="77777777" w:rsidR="00CC07F2" w:rsidRDefault="00CC07F2" w:rsidP="008D0B6D">
      <w:pPr>
        <w:pStyle w:val="InstructionalText"/>
      </w:pPr>
      <w:r w:rsidRPr="00CC07F2">
        <w:t>Operational scenarios should be described for all operational modes, transactions, and all classes of users identified for the proposed system.</w:t>
      </w:r>
      <w:r w:rsidR="0027569E">
        <w:t xml:space="preserve"> </w:t>
      </w:r>
      <w:r w:rsidRPr="00CC07F2">
        <w:t>For each transaction, provide an estimate of the size (use maximum, if variable) and frequency (e.g., average number per session).</w:t>
      </w:r>
      <w:r w:rsidR="0027569E">
        <w:t xml:space="preserve"> </w:t>
      </w:r>
      <w:r w:rsidRPr="00CC07F2">
        <w:t xml:space="preserve">Identify if there any transactional peak periods and include an estimate of frequency during those periods. Each scenario should include events, actions, stimuli, information, and interactions as appropriate to provide a comprehensive understanding of the operational aspects of the proposed system. </w:t>
      </w:r>
    </w:p>
    <w:p w14:paraId="33EF4CB2" w14:textId="77777777" w:rsidR="00892260" w:rsidRDefault="00CC07F2" w:rsidP="008D0B6D">
      <w:pPr>
        <w:pStyle w:val="InstructionalText"/>
      </w:pPr>
      <w:r w:rsidRPr="00CC07F2">
        <w:t xml:space="preserve"> The scenarios can be presented in several different ways: 1) for each major processing function of the proposed system, or 2) thread-based, where each scenario follows one type of transaction type through the proposed system, or 3) following the information flow through the system for each user capability, following the control flows, or focusing on the objects and events in the system.</w:t>
      </w:r>
      <w:r w:rsidR="0027569E">
        <w:t xml:space="preserve"> </w:t>
      </w:r>
      <w:r w:rsidRPr="00CC07F2">
        <w:t>The number of scenarios and level of detail specified will be proportional to the perceived risk and the criticality of the project.</w:t>
      </w:r>
    </w:p>
    <w:p w14:paraId="33EF4CB3" w14:textId="77777777" w:rsidR="00CC07F2" w:rsidRDefault="00CC07F2" w:rsidP="00315C8A">
      <w:pPr>
        <w:pStyle w:val="Heading2"/>
      </w:pPr>
      <w:bookmarkStart w:id="100" w:name="_Toc403385964"/>
      <w:bookmarkStart w:id="101" w:name="_Toc7163784"/>
      <w:r>
        <w:lastRenderedPageBreak/>
        <w:t>Detailed Design</w:t>
      </w:r>
      <w:bookmarkEnd w:id="100"/>
      <w:bookmarkEnd w:id="101"/>
    </w:p>
    <w:p w14:paraId="33EF4CB4" w14:textId="77777777" w:rsidR="00CC07F2" w:rsidRDefault="00CC07F2" w:rsidP="008D0B6D">
      <w:pPr>
        <w:pStyle w:val="InstructionalText"/>
      </w:pPr>
      <w:r w:rsidRPr="00CC07F2">
        <w:t>Instructions: Provide the information needed for a system development team to actually build and integrate the hardware components, code and integrate the software components, and interconnect the hardware and software segments into a functional product.</w:t>
      </w:r>
      <w:r w:rsidR="0027569E">
        <w:t xml:space="preserve"> </w:t>
      </w:r>
      <w:r w:rsidRPr="00CC07F2">
        <w:t>Additionally, address the detailed procedures for combining separate COTS packages into a single system.</w:t>
      </w:r>
    </w:p>
    <w:p w14:paraId="33EF4CB5" w14:textId="77777777" w:rsidR="00CC07F2" w:rsidRDefault="00CC07F2" w:rsidP="00315C8A">
      <w:pPr>
        <w:pStyle w:val="Heading3"/>
      </w:pPr>
      <w:bookmarkStart w:id="102" w:name="_Toc403385965"/>
      <w:bookmarkStart w:id="103" w:name="_Toc7163785"/>
      <w:r>
        <w:t>Hardware Detailed Design</w:t>
      </w:r>
      <w:bookmarkEnd w:id="102"/>
      <w:bookmarkEnd w:id="103"/>
    </w:p>
    <w:p w14:paraId="33EF4CB6" w14:textId="77777777" w:rsidR="00CC07F2" w:rsidRDefault="00CC07F2" w:rsidP="008D0B6D">
      <w:pPr>
        <w:pStyle w:val="InstructionalText"/>
      </w:pPr>
      <w:r w:rsidRPr="00CC07F2">
        <w:t>Instructions: Provide enough detailed information about each of the individual hardware components to correctly build and/or procure all the hardware for the system (or integrate COTS items).</w:t>
      </w:r>
      <w:r w:rsidR="0027569E">
        <w:t xml:space="preserve"> </w:t>
      </w:r>
      <w:r w:rsidRPr="00CC07F2">
        <w:t>If there are many components or if the component documentation is extensive, place it in an appendix.</w:t>
      </w:r>
      <w:r w:rsidR="0027569E">
        <w:t xml:space="preserve"> </w:t>
      </w:r>
      <w:r w:rsidRPr="00CC07F2">
        <w:t>Add additional diagrams and information, if necessary, to describe each component and its functions adequately.</w:t>
      </w:r>
      <w:r w:rsidR="0027569E">
        <w:t xml:space="preserve"> </w:t>
      </w:r>
      <w:r w:rsidRPr="00CC07F2">
        <w:t>Industry-standard component specification practices should be followed.</w:t>
      </w:r>
      <w:r w:rsidR="0027569E">
        <w:t xml:space="preserve"> </w:t>
      </w:r>
      <w:r w:rsidRPr="00CC07F2">
        <w:t>For COTS components, identify specific vendor and appropriate item names and model numbers.</w:t>
      </w:r>
      <w:r w:rsidR="0027569E">
        <w:t xml:space="preserve"> </w:t>
      </w:r>
      <w:r w:rsidRPr="00CC07F2">
        <w:t>Include the following information in the detailed component designs, as applicable:</w:t>
      </w:r>
    </w:p>
    <w:p w14:paraId="33EF4CB8" w14:textId="77777777" w:rsidR="00CC07F2" w:rsidRDefault="00CC07F2" w:rsidP="008D0B6D">
      <w:pPr>
        <w:pStyle w:val="InstructionalTextBullet"/>
      </w:pPr>
      <w:r w:rsidRPr="00CC07F2">
        <w:t>Power input requirements for each component</w:t>
      </w:r>
    </w:p>
    <w:p w14:paraId="33EF4CB9" w14:textId="77777777" w:rsidR="00CC07F2" w:rsidRDefault="00CC07F2" w:rsidP="008D0B6D">
      <w:pPr>
        <w:pStyle w:val="InstructionalTextBullet"/>
      </w:pPr>
      <w:r w:rsidRPr="00CC07F2">
        <w:t>Signal impedances and logic states</w:t>
      </w:r>
    </w:p>
    <w:p w14:paraId="33EF4CBA" w14:textId="77777777" w:rsidR="00CC07F2" w:rsidRDefault="00CC07F2" w:rsidP="008D0B6D">
      <w:pPr>
        <w:pStyle w:val="InstructionalTextBullet"/>
      </w:pPr>
      <w:r w:rsidRPr="00CC07F2">
        <w:t>Connector specifications (serial/parallel, 11-pin, male/female, etc.)</w:t>
      </w:r>
    </w:p>
    <w:p w14:paraId="33EF4CBB" w14:textId="77777777" w:rsidR="00CC07F2" w:rsidRDefault="00CC07F2" w:rsidP="008D0B6D">
      <w:pPr>
        <w:pStyle w:val="InstructionalTextBullet"/>
      </w:pPr>
      <w:r w:rsidRPr="00CC07F2">
        <w:t>Memory and/or storage space specifications</w:t>
      </w:r>
    </w:p>
    <w:p w14:paraId="33EF4CBC" w14:textId="77777777" w:rsidR="00CC07F2" w:rsidRDefault="00CC07F2" w:rsidP="008D0B6D">
      <w:pPr>
        <w:pStyle w:val="InstructionalTextBullet"/>
      </w:pPr>
      <w:r w:rsidRPr="00CC07F2">
        <w:t>Processor requirements (speed and functionality)</w:t>
      </w:r>
    </w:p>
    <w:p w14:paraId="33EF4CBD" w14:textId="77777777" w:rsidR="00CC07F2" w:rsidRDefault="00CC07F2" w:rsidP="008D0B6D">
      <w:pPr>
        <w:pStyle w:val="InstructionalTextBullet"/>
      </w:pPr>
      <w:r w:rsidRPr="00CC07F2">
        <w:t>Graphical representation depicting the number of hardware items (e.g., servers, I/O devices, monitors, printers, etc.), and the relative positioning of the components to each other</w:t>
      </w:r>
    </w:p>
    <w:p w14:paraId="33EF4CBE" w14:textId="77777777" w:rsidR="00CC07F2" w:rsidRDefault="00CC07F2" w:rsidP="008D0B6D">
      <w:pPr>
        <w:pStyle w:val="InstructionalTextBullet"/>
      </w:pPr>
      <w:r w:rsidRPr="00CC07F2">
        <w:t>Cable type(s) and length(s)</w:t>
      </w:r>
    </w:p>
    <w:p w14:paraId="33EF4CBF" w14:textId="77777777" w:rsidR="00CC07F2" w:rsidRDefault="00CC07F2" w:rsidP="008D0B6D">
      <w:pPr>
        <w:pStyle w:val="InstructionalTextBullet"/>
      </w:pPr>
      <w:r w:rsidRPr="00CC07F2">
        <w:t>User interfaces (buttons, toggle switches, etc.)</w:t>
      </w:r>
    </w:p>
    <w:p w14:paraId="33EF4CC0" w14:textId="77777777" w:rsidR="00CC07F2" w:rsidRDefault="00CC07F2" w:rsidP="008D0B6D">
      <w:pPr>
        <w:pStyle w:val="InstructionalTextBullet"/>
      </w:pPr>
      <w:r w:rsidRPr="00CC07F2">
        <w:t>Hard drive/floppy drive/CD-ROM specifications</w:t>
      </w:r>
    </w:p>
    <w:p w14:paraId="33EF4CC1" w14:textId="77777777" w:rsidR="00CC07F2" w:rsidRDefault="00CC07F2" w:rsidP="008D0B6D">
      <w:pPr>
        <w:pStyle w:val="InstructionalTextBullet"/>
      </w:pPr>
      <w:r w:rsidRPr="00CC07F2">
        <w:t>Monitor resolution</w:t>
      </w:r>
    </w:p>
    <w:p w14:paraId="33EF4CC2" w14:textId="77777777" w:rsidR="00CC07F2" w:rsidRDefault="00CC07F2" w:rsidP="00315C8A">
      <w:pPr>
        <w:pStyle w:val="Heading3"/>
      </w:pPr>
      <w:bookmarkStart w:id="104" w:name="_Toc403385966"/>
      <w:bookmarkStart w:id="105" w:name="_Toc7163786"/>
      <w:r>
        <w:t>Software Detailed Design</w:t>
      </w:r>
      <w:bookmarkEnd w:id="104"/>
      <w:bookmarkEnd w:id="105"/>
    </w:p>
    <w:p w14:paraId="33EF4CC3" w14:textId="1D512605" w:rsidR="00CC07F2" w:rsidRPr="008D0B6D" w:rsidRDefault="00CC07F2" w:rsidP="008D0B6D">
      <w:pPr>
        <w:pStyle w:val="InstructionalText"/>
      </w:pPr>
      <w:r w:rsidRPr="008D0B6D">
        <w:t xml:space="preserve">Provide a detailed description for each system software </w:t>
      </w:r>
      <w:r w:rsidR="00213826">
        <w:t>s</w:t>
      </w:r>
      <w:r w:rsidRPr="008D0B6D">
        <w:t xml:space="preserve">ervice that addresses the following software </w:t>
      </w:r>
      <w:r w:rsidR="00213826">
        <w:t>s</w:t>
      </w:r>
      <w:r w:rsidRPr="008D0B6D">
        <w:t>ervice attributes.</w:t>
      </w:r>
      <w:r w:rsidR="0027569E" w:rsidRPr="008D0B6D">
        <w:t xml:space="preserve"> </w:t>
      </w:r>
      <w:r w:rsidRPr="008D0B6D">
        <w:t>Much of the information that appears in this section should be contained in the headers/prologues and comment sections of the source code for each component, subsystem, module, and subroutine.</w:t>
      </w:r>
      <w:r w:rsidR="0027569E" w:rsidRPr="008D0B6D">
        <w:t xml:space="preserve"> </w:t>
      </w:r>
      <w:r w:rsidRPr="008D0B6D">
        <w:t>If so, this section may largely consist of references to or excerpts of annotated diagrams and source code.</w:t>
      </w:r>
      <w:r w:rsidR="0027569E" w:rsidRPr="008D0B6D">
        <w:t xml:space="preserve"> </w:t>
      </w:r>
      <w:r w:rsidRPr="008D0B6D">
        <w:t>Any referenced diagrams or source code excerpts should be provided at any design reviews.</w:t>
      </w:r>
    </w:p>
    <w:p w14:paraId="33EF4CC4" w14:textId="3DCE3750" w:rsidR="00CC07F2" w:rsidRPr="008D0B6D" w:rsidRDefault="00CC07F2" w:rsidP="00920087">
      <w:pPr>
        <w:pStyle w:val="InstructionalTextBullet"/>
      </w:pPr>
      <w:r w:rsidRPr="008D0B6D">
        <w:t xml:space="preserve">Service Identifier </w:t>
      </w:r>
      <w:r w:rsidR="004264F8">
        <w:t>-</w:t>
      </w:r>
      <w:r w:rsidR="00213826">
        <w:t xml:space="preserve"> T</w:t>
      </w:r>
      <w:r w:rsidRPr="008D0B6D">
        <w:t>he unique identifier and/</w:t>
      </w:r>
      <w:r w:rsidR="00213826">
        <w:t>or name of the software service</w:t>
      </w:r>
    </w:p>
    <w:p w14:paraId="33EF4CC5" w14:textId="699B38E1" w:rsidR="00CC07F2" w:rsidRPr="008D0B6D" w:rsidRDefault="00CC07F2" w:rsidP="00920087">
      <w:pPr>
        <w:pStyle w:val="InstructionalTextBullet"/>
      </w:pPr>
      <w:r w:rsidRPr="008D0B6D">
        <w:t xml:space="preserve">Classification </w:t>
      </w:r>
      <w:r w:rsidR="004264F8">
        <w:t>-</w:t>
      </w:r>
      <w:r w:rsidR="00213826">
        <w:t xml:space="preserve"> T</w:t>
      </w:r>
      <w:r w:rsidRPr="008D0B6D">
        <w:t xml:space="preserve">he kind of </w:t>
      </w:r>
      <w:r w:rsidR="00213826">
        <w:t>s</w:t>
      </w:r>
      <w:r w:rsidRPr="008D0B6D">
        <w:t>ervice (e.g., application, data service, etc.)</w:t>
      </w:r>
    </w:p>
    <w:p w14:paraId="33EF4CC6" w14:textId="247F0F2A" w:rsidR="00CC07F2" w:rsidRPr="008D0B6D" w:rsidRDefault="00CC07F2" w:rsidP="00920087">
      <w:pPr>
        <w:pStyle w:val="InstructionalTextBullet"/>
      </w:pPr>
      <w:r w:rsidRPr="008D0B6D">
        <w:t xml:space="preserve">Definition </w:t>
      </w:r>
      <w:r w:rsidR="004264F8">
        <w:t>-</w:t>
      </w:r>
      <w:r w:rsidRPr="008D0B6D">
        <w:t xml:space="preserve"> </w:t>
      </w:r>
      <w:r w:rsidR="00213826">
        <w:t>T</w:t>
      </w:r>
      <w:r w:rsidRPr="008D0B6D">
        <w:t>he specific purpo</w:t>
      </w:r>
      <w:r w:rsidR="00213826">
        <w:t>se and semantic meaning of the service</w:t>
      </w:r>
    </w:p>
    <w:p w14:paraId="33EF4CC7" w14:textId="61288440" w:rsidR="00CC07F2" w:rsidRPr="008D0B6D" w:rsidRDefault="00CC07F2" w:rsidP="00920087">
      <w:pPr>
        <w:pStyle w:val="InstructionalTextBullet"/>
      </w:pPr>
      <w:r w:rsidRPr="008D0B6D">
        <w:t xml:space="preserve">Requirements </w:t>
      </w:r>
      <w:r w:rsidR="004264F8">
        <w:t>-</w:t>
      </w:r>
      <w:r w:rsidR="00213826">
        <w:t xml:space="preserve"> T</w:t>
      </w:r>
      <w:r w:rsidRPr="008D0B6D">
        <w:t xml:space="preserve">he specific functional or nonfunctional requirements that the </w:t>
      </w:r>
      <w:r w:rsidR="00213826">
        <w:t>s</w:t>
      </w:r>
      <w:r w:rsidRPr="008D0B6D">
        <w:t>ervice satisfies</w:t>
      </w:r>
    </w:p>
    <w:p w14:paraId="33EF4CC8" w14:textId="52D6D332" w:rsidR="00CC07F2" w:rsidRPr="008D0B6D" w:rsidRDefault="00CC07F2" w:rsidP="00920087">
      <w:pPr>
        <w:pStyle w:val="InstructionalTextBullet"/>
      </w:pPr>
      <w:r w:rsidRPr="008D0B6D">
        <w:lastRenderedPageBreak/>
        <w:t xml:space="preserve">Internal Data Structures </w:t>
      </w:r>
      <w:r w:rsidR="004264F8">
        <w:t>-</w:t>
      </w:r>
      <w:r w:rsidRPr="008D0B6D">
        <w:t xml:space="preserve"> </w:t>
      </w:r>
      <w:r w:rsidR="00213826">
        <w:t>T</w:t>
      </w:r>
      <w:r w:rsidRPr="008D0B6D">
        <w:t xml:space="preserve">he internal data structures for the </w:t>
      </w:r>
      <w:r w:rsidR="00213826">
        <w:t>s</w:t>
      </w:r>
      <w:r w:rsidRPr="008D0B6D">
        <w:t>ervice</w:t>
      </w:r>
    </w:p>
    <w:p w14:paraId="33EF4CC9" w14:textId="3BF213AA" w:rsidR="00CC07F2" w:rsidRPr="008D0B6D" w:rsidRDefault="00CC07F2" w:rsidP="00920087">
      <w:pPr>
        <w:pStyle w:val="InstructionalTextBullet"/>
      </w:pPr>
      <w:r w:rsidRPr="008D0B6D">
        <w:t xml:space="preserve">Constraints </w:t>
      </w:r>
      <w:r w:rsidR="004264F8">
        <w:t>-</w:t>
      </w:r>
      <w:r w:rsidRPr="008D0B6D">
        <w:t xml:space="preserve"> </w:t>
      </w:r>
      <w:r w:rsidR="00213826">
        <w:t>A</w:t>
      </w:r>
      <w:r w:rsidRPr="008D0B6D">
        <w:t xml:space="preserve">ny relevant, assumptions, limitations, or constraints for the </w:t>
      </w:r>
      <w:r w:rsidR="00213826">
        <w:t>service</w:t>
      </w:r>
      <w:r w:rsidR="0027569E" w:rsidRPr="008D0B6D">
        <w:t xml:space="preserve"> </w:t>
      </w:r>
      <w:r w:rsidR="00213826">
        <w:t>(t</w:t>
      </w:r>
      <w:r w:rsidRPr="008D0B6D">
        <w:t xml:space="preserve">his should include constraints on timing, storage, or </w:t>
      </w:r>
      <w:r w:rsidR="00213826">
        <w:t>s</w:t>
      </w:r>
      <w:r w:rsidRPr="008D0B6D">
        <w:t xml:space="preserve">ervice state, and might include rules for interacting with the </w:t>
      </w:r>
      <w:r w:rsidR="00213826">
        <w:t>s</w:t>
      </w:r>
      <w:r w:rsidRPr="008D0B6D">
        <w:t>ervice (encompassing pre-conditions, post-conditions, invariants, other constraints on input or output values and local or global values, data formats and data access, synchronization, exceptions, etc.)</w:t>
      </w:r>
      <w:r w:rsidR="00213826">
        <w:t>)</w:t>
      </w:r>
    </w:p>
    <w:p w14:paraId="33EF4CCA" w14:textId="73DB6AF4" w:rsidR="00CC07F2" w:rsidRPr="008D0B6D" w:rsidRDefault="00CC07F2" w:rsidP="00920087">
      <w:pPr>
        <w:pStyle w:val="InstructionalTextBullet"/>
      </w:pPr>
      <w:r w:rsidRPr="008D0B6D">
        <w:t xml:space="preserve">Composition </w:t>
      </w:r>
      <w:r w:rsidR="004264F8">
        <w:t>-</w:t>
      </w:r>
      <w:r w:rsidRPr="008D0B6D">
        <w:t xml:space="preserve"> </w:t>
      </w:r>
      <w:r w:rsidR="00213826">
        <w:t>A</w:t>
      </w:r>
      <w:r w:rsidRPr="008D0B6D">
        <w:t xml:space="preserve"> description of the use and meaning of the sub</w:t>
      </w:r>
      <w:r w:rsidR="00213826">
        <w:t>s</w:t>
      </w:r>
      <w:r w:rsidRPr="008D0B6D">
        <w:t>ervices</w:t>
      </w:r>
      <w:r w:rsidR="00213826">
        <w:t xml:space="preserve"> that are a part of the service</w:t>
      </w:r>
    </w:p>
    <w:p w14:paraId="33EF4CCB" w14:textId="1D141B36" w:rsidR="00CC07F2" w:rsidRPr="008D0B6D" w:rsidRDefault="00CC07F2" w:rsidP="00920087">
      <w:pPr>
        <w:pStyle w:val="InstructionalTextBullet"/>
      </w:pPr>
      <w:r w:rsidRPr="008D0B6D">
        <w:t xml:space="preserve">Users/Interactions </w:t>
      </w:r>
      <w:r w:rsidR="004264F8">
        <w:t>-</w:t>
      </w:r>
      <w:r w:rsidRPr="008D0B6D">
        <w:t xml:space="preserve"> </w:t>
      </w:r>
      <w:r w:rsidR="00213826">
        <w:t>A</w:t>
      </w:r>
      <w:r w:rsidRPr="008D0B6D">
        <w:t xml:space="preserve"> description of the </w:t>
      </w:r>
      <w:r w:rsidR="00213826">
        <w:t>s</w:t>
      </w:r>
      <w:r w:rsidRPr="008D0B6D">
        <w:t xml:space="preserve">ervice’s collaborations with other </w:t>
      </w:r>
      <w:r w:rsidR="00213826">
        <w:t>s</w:t>
      </w:r>
      <w:r w:rsidRPr="008D0B6D">
        <w:t>ervices</w:t>
      </w:r>
      <w:r w:rsidR="00213826">
        <w:t xml:space="preserve"> (w</w:t>
      </w:r>
      <w:r w:rsidRPr="008D0B6D">
        <w:t xml:space="preserve">hat other </w:t>
      </w:r>
      <w:r w:rsidR="00213826">
        <w:t>s</w:t>
      </w:r>
      <w:r w:rsidRPr="008D0B6D">
        <w:t xml:space="preserve">ervices </w:t>
      </w:r>
      <w:r w:rsidR="00213826">
        <w:t>use this</w:t>
      </w:r>
      <w:r w:rsidRPr="008D0B6D">
        <w:t xml:space="preserve"> this entity?</w:t>
      </w:r>
      <w:r w:rsidR="0027569E" w:rsidRPr="008D0B6D">
        <w:t xml:space="preserve"> </w:t>
      </w:r>
      <w:r w:rsidR="00213826">
        <w:t>w</w:t>
      </w:r>
      <w:r w:rsidRPr="008D0B6D">
        <w:t xml:space="preserve">hat other </w:t>
      </w:r>
      <w:r w:rsidR="00213826">
        <w:t>s</w:t>
      </w:r>
      <w:r w:rsidRPr="008D0B6D">
        <w:t>ervices do</w:t>
      </w:r>
      <w:r w:rsidR="00213826">
        <w:t>es</w:t>
      </w:r>
      <w:r w:rsidRPr="008D0B6D">
        <w:t xml:space="preserve"> this entity use (including any side-effects this </w:t>
      </w:r>
      <w:r w:rsidR="00213826">
        <w:t>s</w:t>
      </w:r>
      <w:r w:rsidRPr="008D0B6D">
        <w:t>ervice might have on other parts of the system)?</w:t>
      </w:r>
      <w:r w:rsidR="0027569E" w:rsidRPr="008D0B6D">
        <w:t xml:space="preserve"> </w:t>
      </w:r>
      <w:r w:rsidR="00213826">
        <w:t>t</w:t>
      </w:r>
      <w:r w:rsidRPr="008D0B6D">
        <w:t>his includes the method of interaction, as well as the interaction itself.</w:t>
      </w:r>
      <w:r w:rsidR="0027569E" w:rsidRPr="008D0B6D">
        <w:t xml:space="preserve"> </w:t>
      </w:r>
      <w:r w:rsidRPr="008D0B6D">
        <w:t xml:space="preserve">Object-oriented designs should include a description of any known or anticipated sub-classes, </w:t>
      </w:r>
      <w:r w:rsidR="00213826">
        <w:t>super-classes, and meta-classes)</w:t>
      </w:r>
    </w:p>
    <w:p w14:paraId="33EF4CCC" w14:textId="5737177F" w:rsidR="00CC07F2" w:rsidRPr="008D0B6D" w:rsidRDefault="00CC07F2" w:rsidP="00920087">
      <w:pPr>
        <w:pStyle w:val="InstructionalTextBullet"/>
      </w:pPr>
      <w:r w:rsidRPr="008D0B6D">
        <w:t xml:space="preserve">Processing </w:t>
      </w:r>
      <w:r w:rsidR="004264F8">
        <w:t>-</w:t>
      </w:r>
      <w:r w:rsidRPr="008D0B6D">
        <w:t xml:space="preserve"> </w:t>
      </w:r>
      <w:r w:rsidR="00213826">
        <w:t>A</w:t>
      </w:r>
      <w:r w:rsidRPr="008D0B6D">
        <w:t xml:space="preserve"> description of precisely how the </w:t>
      </w:r>
      <w:r w:rsidR="00213826">
        <w:t>s</w:t>
      </w:r>
      <w:r w:rsidRPr="008D0B6D">
        <w:t>ervice goes about performing the duties necessary to fulfill its responsibilities</w:t>
      </w:r>
      <w:r w:rsidR="00213826">
        <w:t xml:space="preserve"> (t</w:t>
      </w:r>
      <w:r w:rsidRPr="008D0B6D">
        <w:t>his should encompass a description of any algorithms used; changes or state; relevant time or space complexity; concurrency; methods of creation, initialization, and cleanup; and han</w:t>
      </w:r>
      <w:r w:rsidR="00213826">
        <w:t>dling of exceptional conditions)</w:t>
      </w:r>
    </w:p>
    <w:p w14:paraId="33EF4CCD" w14:textId="5A410BB5" w:rsidR="00CC07F2" w:rsidRPr="008D0B6D" w:rsidRDefault="00CC07F2" w:rsidP="00920087">
      <w:pPr>
        <w:pStyle w:val="InstructionalTextBullet"/>
      </w:pPr>
      <w:r w:rsidRPr="008D0B6D">
        <w:t xml:space="preserve">Interfaces/Exports </w:t>
      </w:r>
      <w:r w:rsidR="004264F8">
        <w:t>-</w:t>
      </w:r>
      <w:r w:rsidRPr="008D0B6D">
        <w:t xml:space="preserve"> </w:t>
      </w:r>
      <w:r w:rsidR="00213826">
        <w:t>T</w:t>
      </w:r>
      <w:r w:rsidRPr="008D0B6D">
        <w:t xml:space="preserve">he set of services (resources, data types, constants, subroutines, and exceptions) that </w:t>
      </w:r>
      <w:r w:rsidR="00213826">
        <w:t>the service provides (t</w:t>
      </w:r>
      <w:r w:rsidRPr="008D0B6D">
        <w:t>he precise definition or declaration of each such element should be present, along with comments or annotations describing the meanings of values, parameters, etc.</w:t>
      </w:r>
      <w:r w:rsidR="00213826">
        <w:t>;</w:t>
      </w:r>
      <w:r w:rsidR="0027569E" w:rsidRPr="008D0B6D">
        <w:t xml:space="preserve"> </w:t>
      </w:r>
      <w:r w:rsidR="00213826">
        <w:t>f</w:t>
      </w:r>
      <w:r w:rsidRPr="008D0B6D">
        <w:t xml:space="preserve">or each service element described, include or provide a reference in its discussion to a description of its important software </w:t>
      </w:r>
      <w:r w:rsidR="00213826">
        <w:t>s</w:t>
      </w:r>
      <w:r w:rsidRPr="008D0B6D">
        <w:t>ervice attributes (Component Identifier, Classification, Language, SLOC Estimate, Definition, Responsibilities, Requirements, Internal Data Structures, Constraints, Composition, Uses/Interactions, Resources, Proc</w:t>
      </w:r>
      <w:r w:rsidR="00213826">
        <w:t>essing, and Interfaces/Exports))</w:t>
      </w:r>
    </w:p>
    <w:p w14:paraId="33EF4CCE" w14:textId="12125104" w:rsidR="00CC07F2" w:rsidRPr="008D0B6D" w:rsidRDefault="00CC07F2" w:rsidP="00920087">
      <w:pPr>
        <w:pStyle w:val="InstructionalTextBullet"/>
      </w:pPr>
      <w:r w:rsidRPr="008D0B6D">
        <w:t xml:space="preserve">Reporting Design and Integration </w:t>
      </w:r>
      <w:r w:rsidR="004264F8">
        <w:t>-</w:t>
      </w:r>
      <w:r w:rsidR="00213826">
        <w:t xml:space="preserve"> I</w:t>
      </w:r>
      <w:r w:rsidRPr="008D0B6D">
        <w:t>f built in, provide deta</w:t>
      </w:r>
      <w:r w:rsidR="00213826">
        <w:t>ils on data traffic and volumes</w:t>
      </w:r>
    </w:p>
    <w:p w14:paraId="33EF4CCF" w14:textId="77777777" w:rsidR="00CC07F2" w:rsidRDefault="00CC07F2" w:rsidP="00315C8A">
      <w:pPr>
        <w:pStyle w:val="Heading3"/>
      </w:pPr>
      <w:bookmarkStart w:id="106" w:name="_Toc403385967"/>
      <w:bookmarkStart w:id="107" w:name="_Toc7163787"/>
      <w:r>
        <w:t>Security Detailed Design</w:t>
      </w:r>
      <w:bookmarkEnd w:id="106"/>
      <w:bookmarkEnd w:id="107"/>
    </w:p>
    <w:p w14:paraId="33EF4CD0" w14:textId="77777777" w:rsidR="00CC07F2" w:rsidRPr="008D0B6D" w:rsidRDefault="00CC07F2" w:rsidP="008D0B6D">
      <w:pPr>
        <w:pStyle w:val="InstructionalText"/>
      </w:pPr>
      <w:r w:rsidRPr="008D0B6D">
        <w:t>Instructions: Provide a graphical representation with detailed information for each of the individual security hardware components. Specify the design for the below items as required.</w:t>
      </w:r>
    </w:p>
    <w:p w14:paraId="33EF4CD1" w14:textId="77777777" w:rsidR="00CC07F2" w:rsidRPr="00CC07F2" w:rsidRDefault="00CC07F2" w:rsidP="008D0B6D">
      <w:pPr>
        <w:pStyle w:val="InstructionalTextBullet"/>
      </w:pPr>
      <w:r w:rsidRPr="00CC07F2">
        <w:t>Authentication</w:t>
      </w:r>
    </w:p>
    <w:p w14:paraId="33EF4CD2" w14:textId="77777777" w:rsidR="00CC07F2" w:rsidRPr="00CC07F2" w:rsidRDefault="00CC07F2" w:rsidP="008D0B6D">
      <w:pPr>
        <w:pStyle w:val="InstructionalTextBullet"/>
      </w:pPr>
      <w:r w:rsidRPr="00CC07F2">
        <w:t>Authorization</w:t>
      </w:r>
    </w:p>
    <w:p w14:paraId="33EF4CD3" w14:textId="77777777" w:rsidR="00CC07F2" w:rsidRPr="00CC07F2" w:rsidRDefault="00CC07F2" w:rsidP="008D0B6D">
      <w:pPr>
        <w:pStyle w:val="InstructionalTextBullet"/>
      </w:pPr>
      <w:r w:rsidRPr="00CC07F2">
        <w:t>Logging and Auditing</w:t>
      </w:r>
    </w:p>
    <w:p w14:paraId="33EF4CD4" w14:textId="77777777" w:rsidR="00CC07F2" w:rsidRPr="00CC07F2" w:rsidRDefault="00CC07F2" w:rsidP="008D0B6D">
      <w:pPr>
        <w:pStyle w:val="InstructionalTextBullet"/>
      </w:pPr>
      <w:r w:rsidRPr="00CC07F2">
        <w:t>Encryption</w:t>
      </w:r>
    </w:p>
    <w:p w14:paraId="33EF4CD5" w14:textId="77777777" w:rsidR="00CC07F2" w:rsidRPr="00CC07F2" w:rsidRDefault="00CC07F2" w:rsidP="008D0B6D">
      <w:pPr>
        <w:pStyle w:val="InstructionalTextBullet"/>
      </w:pPr>
      <w:r w:rsidRPr="00CC07F2">
        <w:t>Network ports usage</w:t>
      </w:r>
    </w:p>
    <w:p w14:paraId="33EF4CD6" w14:textId="77777777" w:rsidR="00CC07F2" w:rsidRPr="00CC07F2" w:rsidRDefault="00CC07F2" w:rsidP="008D0B6D">
      <w:pPr>
        <w:pStyle w:val="InstructionalTextBullet"/>
      </w:pPr>
      <w:r w:rsidRPr="00CC07F2">
        <w:t>Intrusion Detection and Prevention (especially if hosted in a non-CMS data center</w:t>
      </w:r>
    </w:p>
    <w:p w14:paraId="33EF4CD7" w14:textId="27B76C8D" w:rsidR="00CC07F2" w:rsidRDefault="00CC07F2" w:rsidP="008D0B6D">
      <w:pPr>
        <w:pStyle w:val="InstructionalText"/>
      </w:pPr>
      <w:r w:rsidRPr="00CC07F2">
        <w:t>The design should be based on the designated system security level and provide adequate protection against threats and vulnerabilities.</w:t>
      </w:r>
    </w:p>
    <w:p w14:paraId="33EF4CD8" w14:textId="77777777" w:rsidR="00CC07F2" w:rsidRDefault="00CC07F2" w:rsidP="00315C8A">
      <w:pPr>
        <w:pStyle w:val="Heading3"/>
      </w:pPr>
      <w:bookmarkStart w:id="108" w:name="_Toc403385968"/>
      <w:bookmarkStart w:id="109" w:name="_Toc7163788"/>
      <w:r>
        <w:lastRenderedPageBreak/>
        <w:t>Performance Detailed Design</w:t>
      </w:r>
      <w:bookmarkEnd w:id="108"/>
      <w:bookmarkEnd w:id="109"/>
    </w:p>
    <w:p w14:paraId="33EF4CD9" w14:textId="77777777" w:rsidR="00CC07F2" w:rsidRPr="00CC07F2" w:rsidRDefault="00CC07F2" w:rsidP="00F36E8F">
      <w:pPr>
        <w:pStyle w:val="InstructionalText"/>
      </w:pPr>
      <w:r w:rsidRPr="00CC07F2">
        <w:t>Instructions: Provide a graphical representation with detailed information for each of the individual performance and reliability hardware components to include the below items:</w:t>
      </w:r>
    </w:p>
    <w:p w14:paraId="33EF4CDA" w14:textId="77777777" w:rsidR="00CC07F2" w:rsidRPr="00CC07F2" w:rsidRDefault="00CC07F2" w:rsidP="00F36E8F">
      <w:pPr>
        <w:pStyle w:val="InstructionalTextBullet"/>
      </w:pPr>
      <w:r w:rsidRPr="00CC07F2">
        <w:t>Capacity and volume requirements/estimates</w:t>
      </w:r>
    </w:p>
    <w:p w14:paraId="33EF4CDB" w14:textId="77777777" w:rsidR="00CC07F2" w:rsidRPr="00CC07F2" w:rsidRDefault="00CC07F2" w:rsidP="00F36E8F">
      <w:pPr>
        <w:pStyle w:val="InstructionalTextBullet"/>
      </w:pPr>
      <w:r w:rsidRPr="00CC07F2">
        <w:t>Performance expectations</w:t>
      </w:r>
    </w:p>
    <w:p w14:paraId="33EF4CDC" w14:textId="77777777" w:rsidR="00CC07F2" w:rsidRPr="00CC07F2" w:rsidRDefault="00CC07F2" w:rsidP="00F36E8F">
      <w:pPr>
        <w:pStyle w:val="InstructionalTextBullet"/>
      </w:pPr>
      <w:r w:rsidRPr="00CC07F2">
        <w:t>Availability requirements</w:t>
      </w:r>
    </w:p>
    <w:p w14:paraId="33EF4CDD" w14:textId="77777777" w:rsidR="00CC07F2" w:rsidRPr="00CC07F2" w:rsidRDefault="00CC07F2" w:rsidP="00F36E8F">
      <w:pPr>
        <w:pStyle w:val="InstructionalTextBullet"/>
      </w:pPr>
      <w:r w:rsidRPr="00CC07F2">
        <w:t>Performance design to meet capacity requirements</w:t>
      </w:r>
    </w:p>
    <w:p w14:paraId="33EF4CDE" w14:textId="77777777" w:rsidR="00CC07F2" w:rsidRPr="00CC07F2" w:rsidRDefault="00CC07F2" w:rsidP="00F36E8F">
      <w:pPr>
        <w:pStyle w:val="InstructionalTextBullet"/>
      </w:pPr>
      <w:r w:rsidRPr="00CC07F2">
        <w:t>Reliability design to meet availability requirements</w:t>
      </w:r>
    </w:p>
    <w:p w14:paraId="33EF4CDF" w14:textId="77777777" w:rsidR="00CC07F2" w:rsidRPr="00CC07F2" w:rsidRDefault="00CC07F2" w:rsidP="00F36E8F">
      <w:pPr>
        <w:pStyle w:val="InstructionalTextBullet"/>
      </w:pPr>
      <w:r w:rsidRPr="00CC07F2">
        <w:t>Backup, recovery, and archive design</w:t>
      </w:r>
    </w:p>
    <w:p w14:paraId="33EF4CE0" w14:textId="42CC1951" w:rsidR="00CC07F2" w:rsidRDefault="00CC07F2" w:rsidP="00F36E8F">
      <w:pPr>
        <w:pStyle w:val="InstructionalText"/>
      </w:pPr>
      <w:r w:rsidRPr="00CC07F2">
        <w:t>Identify single points of failure and, if relevant, describe high availability design (e.g., clustering).</w:t>
      </w:r>
    </w:p>
    <w:p w14:paraId="33EF4CE1" w14:textId="77777777" w:rsidR="00CC07F2" w:rsidRDefault="00CC07F2" w:rsidP="00315C8A">
      <w:pPr>
        <w:pStyle w:val="Heading3"/>
      </w:pPr>
      <w:bookmarkStart w:id="110" w:name="_Toc403385969"/>
      <w:bookmarkStart w:id="111" w:name="_Toc7163789"/>
      <w:r>
        <w:t>Internal Communications Detailed Design</w:t>
      </w:r>
      <w:bookmarkEnd w:id="110"/>
      <w:bookmarkEnd w:id="111"/>
    </w:p>
    <w:p w14:paraId="33EF4CE2" w14:textId="77777777" w:rsidR="00CC07F2" w:rsidRPr="00CC07F2" w:rsidRDefault="00CC07F2" w:rsidP="00F36E8F">
      <w:pPr>
        <w:pStyle w:val="InstructionalText"/>
      </w:pPr>
      <w:r w:rsidRPr="00CC07F2">
        <w:t>Instructions: If the system includes more than one component, there may be a requirement for internal communications to exchange information, provide commands, or support input/output functions.</w:t>
      </w:r>
      <w:r w:rsidR="0027569E">
        <w:t xml:space="preserve"> </w:t>
      </w:r>
      <w:r w:rsidRPr="00CC07F2">
        <w:t>Provide enough detailed information about the communication design to correctly build and/or procure the communications components for the system.</w:t>
      </w:r>
      <w:r w:rsidR="0027569E">
        <w:t xml:space="preserve"> </w:t>
      </w:r>
      <w:r w:rsidRPr="00CC07F2">
        <w:t>Include the following information in the detailed component designs, as appropriate:</w:t>
      </w:r>
    </w:p>
    <w:p w14:paraId="33EF4CE3" w14:textId="77777777" w:rsidR="00CC07F2" w:rsidRPr="00CC07F2" w:rsidRDefault="00CC07F2" w:rsidP="00F36E8F">
      <w:pPr>
        <w:pStyle w:val="InstructionalTextBullet"/>
      </w:pPr>
      <w:r w:rsidRPr="00CC07F2">
        <w:t>Number of servers and clients to be included on each area network</w:t>
      </w:r>
    </w:p>
    <w:p w14:paraId="33EF4CE4" w14:textId="77777777" w:rsidR="00CC07F2" w:rsidRPr="00CC07F2" w:rsidRDefault="00CC07F2" w:rsidP="00F36E8F">
      <w:pPr>
        <w:pStyle w:val="InstructionalTextBullet"/>
      </w:pPr>
      <w:r w:rsidRPr="00CC07F2">
        <w:t>Specifications for bus timing requirements and bus control</w:t>
      </w:r>
    </w:p>
    <w:p w14:paraId="33EF4CE5" w14:textId="77777777" w:rsidR="00CC07F2" w:rsidRPr="00CC07F2" w:rsidRDefault="00CC07F2" w:rsidP="00F36E8F">
      <w:pPr>
        <w:pStyle w:val="InstructionalTextBullet"/>
      </w:pPr>
      <w:r w:rsidRPr="00CC07F2">
        <w:t>Format(s) for data being exchanged between components</w:t>
      </w:r>
    </w:p>
    <w:p w14:paraId="33EF4CE6" w14:textId="77777777" w:rsidR="00CC07F2" w:rsidRPr="00CC07F2" w:rsidRDefault="00CC07F2" w:rsidP="00F36E8F">
      <w:pPr>
        <w:pStyle w:val="InstructionalTextBullet"/>
      </w:pPr>
      <w:r w:rsidRPr="00CC07F2">
        <w:t>Graphical representation of the connectivity between components, showing the direction of data flow (if applicable), and approximate distances between components (information should provide enough detail to support the procurement of hardware to complete the installation at a given location)</w:t>
      </w:r>
    </w:p>
    <w:p w14:paraId="33EF4CE7" w14:textId="77777777" w:rsidR="00CC07F2" w:rsidRDefault="00CC07F2" w:rsidP="00F36E8F">
      <w:pPr>
        <w:pStyle w:val="InstructionalTextBullet"/>
      </w:pPr>
      <w:r w:rsidRPr="00CC07F2">
        <w:t>LAN topology</w:t>
      </w:r>
    </w:p>
    <w:p w14:paraId="33EF4CE8" w14:textId="77777777" w:rsidR="00213D9A" w:rsidRDefault="00213D9A" w:rsidP="00315C8A">
      <w:pPr>
        <w:pStyle w:val="Heading2"/>
      </w:pPr>
      <w:bookmarkStart w:id="112" w:name="_Toc403385970"/>
      <w:bookmarkStart w:id="113" w:name="_Toc7163790"/>
      <w:r>
        <w:lastRenderedPageBreak/>
        <w:t>System Integrity Controls</w:t>
      </w:r>
      <w:bookmarkEnd w:id="112"/>
      <w:bookmarkEnd w:id="113"/>
    </w:p>
    <w:p w14:paraId="33EF4CE9" w14:textId="77777777" w:rsidR="00213D9A" w:rsidRPr="00213D9A" w:rsidRDefault="00213D9A" w:rsidP="00F36E8F">
      <w:pPr>
        <w:pStyle w:val="InstructionalText"/>
      </w:pPr>
      <w:r w:rsidRPr="00213D9A">
        <w:t>Instructions: Provide design specifications for the following minimum levels of control and any additional controls as appropriate or necessary:</w:t>
      </w:r>
    </w:p>
    <w:p w14:paraId="33EF4CEA" w14:textId="77777777" w:rsidR="00213D9A" w:rsidRPr="00213D9A" w:rsidRDefault="00213D9A" w:rsidP="00F36E8F">
      <w:pPr>
        <w:pStyle w:val="InstructionalTextBullet"/>
      </w:pPr>
      <w:r w:rsidRPr="00213D9A">
        <w:t>Internal security to restrict access of critical data items to only those access types required by users/operators</w:t>
      </w:r>
    </w:p>
    <w:p w14:paraId="33EF4CEB" w14:textId="77777777" w:rsidR="00213D9A" w:rsidRPr="00213D9A" w:rsidRDefault="00213D9A" w:rsidP="00F36E8F">
      <w:pPr>
        <w:pStyle w:val="InstructionalTextBullet"/>
      </w:pPr>
      <w:r w:rsidRPr="00213D9A">
        <w:t>Audit procedures to meet control, reporting, and retention period requirements for operational and management reports</w:t>
      </w:r>
    </w:p>
    <w:p w14:paraId="33EF4CEC" w14:textId="77777777" w:rsidR="00213D9A" w:rsidRPr="00213D9A" w:rsidRDefault="00213D9A" w:rsidP="00F36E8F">
      <w:pPr>
        <w:pStyle w:val="InstructionalTextBullet"/>
      </w:pPr>
      <w:r w:rsidRPr="00213D9A">
        <w:t>Application audit trails to dynamically audit retrieval access to designated critical data</w:t>
      </w:r>
    </w:p>
    <w:p w14:paraId="33EF4CED" w14:textId="77777777" w:rsidR="00213D9A" w:rsidRPr="00213D9A" w:rsidRDefault="00213D9A" w:rsidP="00F36E8F">
      <w:pPr>
        <w:pStyle w:val="InstructionalTextBullet"/>
      </w:pPr>
      <w:r w:rsidRPr="00213D9A">
        <w:t>Standard tables to be used or requested for validating data fields</w:t>
      </w:r>
    </w:p>
    <w:p w14:paraId="33EF4CEE" w14:textId="77777777" w:rsidR="00213D9A" w:rsidRPr="00213D9A" w:rsidRDefault="00213D9A" w:rsidP="00F36E8F">
      <w:pPr>
        <w:pStyle w:val="InstructionalTextBullet"/>
      </w:pPr>
      <w:r w:rsidRPr="00213D9A">
        <w:t>Verification processes for additions, deletions, or updates of critical data</w:t>
      </w:r>
    </w:p>
    <w:p w14:paraId="33EF4CEF" w14:textId="77777777" w:rsidR="00213D9A" w:rsidRDefault="00213D9A" w:rsidP="00F36E8F">
      <w:pPr>
        <w:pStyle w:val="InstructionalTextBullet"/>
      </w:pPr>
      <w:r w:rsidRPr="00213D9A">
        <w:t>Ability to identify all audit information by user identification, network terminal identification, date, time, and data accessed or changed.</w:t>
      </w:r>
    </w:p>
    <w:p w14:paraId="33EF4CF0" w14:textId="77777777" w:rsidR="00220648" w:rsidRDefault="00213D9A" w:rsidP="00315C8A">
      <w:pPr>
        <w:pStyle w:val="Heading2"/>
      </w:pPr>
      <w:bookmarkStart w:id="114" w:name="_Toc288057811"/>
      <w:bookmarkStart w:id="115" w:name="_Toc288057812"/>
      <w:bookmarkStart w:id="116" w:name="_Toc288057813"/>
      <w:bookmarkStart w:id="117" w:name="_Toc288057814"/>
      <w:bookmarkStart w:id="118" w:name="_Toc288057839"/>
      <w:bookmarkStart w:id="119" w:name="_Toc288057840"/>
      <w:bookmarkStart w:id="120" w:name="_Toc403385971"/>
      <w:bookmarkStart w:id="121" w:name="_Toc7163791"/>
      <w:bookmarkStart w:id="122" w:name="_Toc490026795"/>
      <w:bookmarkEnd w:id="12"/>
      <w:bookmarkEnd w:id="13"/>
      <w:bookmarkEnd w:id="14"/>
      <w:bookmarkEnd w:id="15"/>
      <w:bookmarkEnd w:id="16"/>
      <w:bookmarkEnd w:id="114"/>
      <w:bookmarkEnd w:id="115"/>
      <w:bookmarkEnd w:id="116"/>
      <w:bookmarkEnd w:id="117"/>
      <w:bookmarkEnd w:id="118"/>
      <w:bookmarkEnd w:id="119"/>
      <w:r>
        <w:lastRenderedPageBreak/>
        <w:t>External Interfaces</w:t>
      </w:r>
      <w:bookmarkEnd w:id="120"/>
      <w:bookmarkEnd w:id="121"/>
    </w:p>
    <w:p w14:paraId="33EF4CF1" w14:textId="78B01310" w:rsidR="00213D9A" w:rsidRDefault="00213D9A" w:rsidP="00F36E8F">
      <w:pPr>
        <w:pStyle w:val="InstructionalText"/>
      </w:pPr>
      <w:r w:rsidRPr="00213D9A">
        <w:t>Instructions: Describe any interfaces that exist with external systems that are not within the scope of the system being designed, regardless whether the other systems are managed by CMS or another entity.</w:t>
      </w:r>
      <w:r w:rsidR="0027569E">
        <w:t xml:space="preserve"> </w:t>
      </w:r>
      <w:r w:rsidRPr="00213D9A">
        <w:t>Describe the electronic interface(s) between the system being designed and each of the other systems and/or subsystem(s), emphasizing the point of view of the system being designed.</w:t>
      </w:r>
      <w:r w:rsidR="0027569E">
        <w:t xml:space="preserve"> </w:t>
      </w:r>
      <w:r w:rsidR="00E633BB">
        <w:t>If there are</w:t>
      </w:r>
      <w:r w:rsidRPr="00213D9A">
        <w:t xml:space="preserve"> more than one or two external systems, or if the interfaces are not simplistic, one or more separate Interface Control Documents (ICDs) should be prepared and referenced here.</w:t>
      </w:r>
      <w:r w:rsidR="0027569E">
        <w:t xml:space="preserve"> </w:t>
      </w:r>
      <w:r w:rsidRPr="00213D9A">
        <w:t>If applicable, identify how many ICDs exist and what they are.</w:t>
      </w:r>
      <w:r w:rsidR="0027569E">
        <w:t xml:space="preserve"> </w:t>
      </w:r>
    </w:p>
    <w:p w14:paraId="33EF4CF2" w14:textId="77777777" w:rsidR="00213D9A" w:rsidRDefault="00213D9A" w:rsidP="00315C8A">
      <w:pPr>
        <w:pStyle w:val="Heading3"/>
      </w:pPr>
      <w:bookmarkStart w:id="123" w:name="_Toc403385972"/>
      <w:bookmarkStart w:id="124" w:name="_Toc7163792"/>
      <w:r>
        <w:t>Interface Architecture</w:t>
      </w:r>
      <w:bookmarkEnd w:id="123"/>
      <w:bookmarkEnd w:id="124"/>
    </w:p>
    <w:p w14:paraId="33EF4CF3" w14:textId="77777777" w:rsidR="00213D9A" w:rsidRDefault="00213D9A" w:rsidP="00F36E8F">
      <w:pPr>
        <w:pStyle w:val="InstructionalText"/>
      </w:pPr>
      <w:r w:rsidRPr="00213D9A">
        <w:t>Instructions: Describe the interface(s) between the system being developed and other systems (e.g., batch transfers, queries, etc.), indicating the location of the interfacing system.</w:t>
      </w:r>
      <w:r w:rsidR="0027569E">
        <w:t xml:space="preserve"> </w:t>
      </w:r>
      <w:r w:rsidRPr="00213D9A">
        <w:t>Include the interface architecture(s) being implemented (e.g., wide area networks, gateways, etc.) and the interfacing mechanisms (e.g., MQ, Gentran, etc.)</w:t>
      </w:r>
      <w:r w:rsidR="0027569E">
        <w:t xml:space="preserve"> </w:t>
      </w:r>
      <w:r w:rsidRPr="00213D9A">
        <w:t>If remote connectivity is required, identify the method of access.</w:t>
      </w:r>
      <w:r w:rsidR="0027569E">
        <w:t xml:space="preserve"> </w:t>
      </w:r>
      <w:r w:rsidRPr="00213D9A">
        <w:t xml:space="preserve">Provide a diagram depicting the communications path(s) between this system and each of the other systems, which should map to the context diagram(s) provided in </w:t>
      </w:r>
      <w:r w:rsidR="008E40C6">
        <w:t xml:space="preserve">the Section for </w:t>
      </w:r>
      <w:r w:rsidRPr="00213D9A">
        <w:t>System Overview.</w:t>
      </w:r>
      <w:r w:rsidR="0027569E">
        <w:t xml:space="preserve"> </w:t>
      </w:r>
      <w:r w:rsidRPr="00213D9A">
        <w:t>The graphical representation should depict the connectivity between systems, showing the direction of data flow.</w:t>
      </w:r>
      <w:r w:rsidR="0027569E">
        <w:t xml:space="preserve"> </w:t>
      </w:r>
      <w:r w:rsidRPr="00213D9A">
        <w:t>Use subsections or a separate ICD(s) to address each interface independently.</w:t>
      </w:r>
    </w:p>
    <w:p w14:paraId="33EF4CF4" w14:textId="77777777" w:rsidR="00213D9A" w:rsidRDefault="00213D9A" w:rsidP="00315C8A">
      <w:pPr>
        <w:pStyle w:val="Heading3"/>
      </w:pPr>
      <w:bookmarkStart w:id="125" w:name="_Toc403385973"/>
      <w:bookmarkStart w:id="126" w:name="_Toc7163793"/>
      <w:r>
        <w:t>Interface Detailed Design</w:t>
      </w:r>
      <w:bookmarkEnd w:id="125"/>
      <w:bookmarkEnd w:id="126"/>
    </w:p>
    <w:p w14:paraId="33EF4CF5" w14:textId="6C2A3B9F" w:rsidR="00922D27" w:rsidRDefault="00213D9A" w:rsidP="00F36E8F">
      <w:pPr>
        <w:pStyle w:val="InstructionalText"/>
      </w:pPr>
      <w:r w:rsidRPr="00213D9A">
        <w:t>Instructions: For each external system with which the system being designed interfaces, describe the information exchange and rules governing the interface.</w:t>
      </w:r>
      <w:r w:rsidR="0027569E">
        <w:t xml:space="preserve"> </w:t>
      </w:r>
      <w:r w:rsidRPr="00213D9A">
        <w:t>Provide enough detailed information about the interface to correctly format, transmit, and/or receive data across the interface.</w:t>
      </w:r>
      <w:r w:rsidR="0027569E">
        <w:t xml:space="preserve"> </w:t>
      </w:r>
      <w:r w:rsidRPr="00213D9A">
        <w:t>Generally, this information should be documented in a separate ICD(s) that should be referenced within this section.</w:t>
      </w:r>
      <w:r w:rsidR="0027569E">
        <w:t xml:space="preserve"> </w:t>
      </w:r>
    </w:p>
    <w:p w14:paraId="5EA38711" w14:textId="77777777" w:rsidR="00F36E8F" w:rsidRDefault="00F36E8F" w:rsidP="00F36E8F">
      <w:pPr>
        <w:pStyle w:val="BodyText"/>
        <w:rPr>
          <w:lang w:eastAsia="ar-SA"/>
        </w:rPr>
      </w:pPr>
    </w:p>
    <w:p w14:paraId="42818D90" w14:textId="77777777" w:rsidR="00F36E8F" w:rsidRDefault="00F36E8F" w:rsidP="00F36E8F">
      <w:pPr>
        <w:pStyle w:val="BodyText"/>
        <w:rPr>
          <w:lang w:eastAsia="ar-SA"/>
        </w:rPr>
        <w:sectPr w:rsidR="00F36E8F" w:rsidSect="000025D3">
          <w:headerReference w:type="default" r:id="rId16"/>
          <w:pgSz w:w="12240" w:h="15840" w:code="1"/>
          <w:pgMar w:top="1440" w:right="1440" w:bottom="1440" w:left="1440" w:header="504" w:footer="504" w:gutter="0"/>
          <w:pgNumType w:start="1"/>
          <w:cols w:space="720"/>
          <w:docGrid w:linePitch="360"/>
        </w:sectPr>
      </w:pPr>
    </w:p>
    <w:p w14:paraId="7E6649FD" w14:textId="77777777" w:rsidR="00805FEC" w:rsidRPr="00BF5F65" w:rsidRDefault="00805FEC" w:rsidP="00805FEC">
      <w:pPr>
        <w:pStyle w:val="BackMatterHeading"/>
      </w:pPr>
      <w:bookmarkStart w:id="127" w:name="_Toc396111627"/>
      <w:bookmarkStart w:id="128" w:name="AppA"/>
      <w:bookmarkStart w:id="129" w:name="_Toc443996751"/>
      <w:bookmarkStart w:id="130" w:name="_Toc444160454"/>
      <w:bookmarkStart w:id="131" w:name="_Toc7163794"/>
      <w:bookmarkStart w:id="132" w:name="FEAReferenceModel"/>
      <w:bookmarkStart w:id="133" w:name="_Toc395081362"/>
      <w:bookmarkStart w:id="134" w:name="_Toc395092000"/>
      <w:bookmarkStart w:id="135" w:name="_Toc395093009"/>
      <w:bookmarkStart w:id="136" w:name="_Toc395095146"/>
      <w:bookmarkStart w:id="137" w:name="_Toc395107345"/>
      <w:bookmarkStart w:id="138" w:name="_Toc395163185"/>
      <w:bookmarkStart w:id="139" w:name="_Toc395165903"/>
      <w:bookmarkStart w:id="140" w:name="_Toc395166938"/>
      <w:bookmarkStart w:id="141" w:name="_Toc395168739"/>
      <w:bookmarkStart w:id="142" w:name="_Toc395170179"/>
      <w:bookmarkStart w:id="143" w:name="_Toc395769966"/>
      <w:bookmarkStart w:id="144" w:name="_Toc395773787"/>
      <w:bookmarkStart w:id="145" w:name="_Toc395775526"/>
      <w:bookmarkStart w:id="146" w:name="_Toc395779302"/>
      <w:bookmarkStart w:id="147" w:name="_Toc395780408"/>
      <w:bookmarkStart w:id="148" w:name="_Toc395792887"/>
      <w:bookmarkStart w:id="149" w:name="_Toc403385974"/>
      <w:bookmarkStart w:id="150" w:name="RecordOfChanges"/>
      <w:r>
        <w:lastRenderedPageBreak/>
        <w:t xml:space="preserve">Appendix A: </w:t>
      </w:r>
      <w:r w:rsidRPr="00BF5F65">
        <w:t>Record of Changes</w:t>
      </w:r>
      <w:bookmarkEnd w:id="127"/>
      <w:bookmarkEnd w:id="128"/>
      <w:bookmarkEnd w:id="129"/>
      <w:bookmarkEnd w:id="130"/>
      <w:bookmarkEnd w:id="131"/>
    </w:p>
    <w:p w14:paraId="35315DE1" w14:textId="023388D3" w:rsidR="00805FEC" w:rsidRPr="004E4404" w:rsidRDefault="00805FEC" w:rsidP="00805FEC">
      <w:pPr>
        <w:pStyle w:val="InstructionalText"/>
      </w:pPr>
      <w:r w:rsidRPr="004E4404">
        <w:t xml:space="preserve">Instructions: Provide information on how the development and distribution of the </w:t>
      </w:r>
      <w:r w:rsidR="00216290">
        <w:t>SDD</w:t>
      </w:r>
      <w:r w:rsidRPr="004E4404">
        <w:t xml:space="preserve"> will be controlled and tracked. Use the table below to provide the version number, the date of the version, the author/owner of the version, and a brief description of the reason for creating the revised version.</w:t>
      </w:r>
    </w:p>
    <w:p w14:paraId="41EB5B07" w14:textId="77777777" w:rsidR="00805FEC" w:rsidRDefault="00805FEC" w:rsidP="00805FEC">
      <w:pPr>
        <w:pStyle w:val="Caption"/>
      </w:pPr>
      <w:bookmarkStart w:id="151" w:name="_Toc444160465"/>
      <w:bookmarkStart w:id="152" w:name="_Toc7163739"/>
      <w:r>
        <w:t xml:space="preserve">Table </w:t>
      </w:r>
      <w:r w:rsidR="00940C4C">
        <w:fldChar w:fldCharType="begin"/>
      </w:r>
      <w:r w:rsidR="00940C4C">
        <w:instrText xml:space="preserve"> SEQ Table \* ARABIC </w:instrText>
      </w:r>
      <w:r w:rsidR="00940C4C">
        <w:fldChar w:fldCharType="separate"/>
      </w:r>
      <w:r w:rsidR="00BA65E6">
        <w:rPr>
          <w:noProof/>
        </w:rPr>
        <w:t>1</w:t>
      </w:r>
      <w:r w:rsidR="00940C4C">
        <w:rPr>
          <w:noProof/>
        </w:rPr>
        <w:fldChar w:fldCharType="end"/>
      </w:r>
      <w:r>
        <w:t xml:space="preserve"> - Record of Changes</w:t>
      </w:r>
      <w:bookmarkEnd w:id="151"/>
      <w:bookmarkEnd w:id="152"/>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805FEC" w:rsidRPr="000E5004" w14:paraId="00077B5B" w14:textId="77777777" w:rsidTr="00C236AE">
        <w:trPr>
          <w:cantSplit/>
          <w:tblHeader/>
        </w:trPr>
        <w:tc>
          <w:tcPr>
            <w:tcW w:w="0" w:type="auto"/>
            <w:shd w:val="clear" w:color="auto" w:fill="1F497D"/>
            <w:vAlign w:val="center"/>
          </w:tcPr>
          <w:p w14:paraId="7D0FF0A8" w14:textId="77777777" w:rsidR="00805FEC" w:rsidRPr="00956C5C" w:rsidRDefault="00805FEC" w:rsidP="00C236AE">
            <w:pPr>
              <w:pStyle w:val="TableText10HeaderCenter"/>
            </w:pPr>
            <w:r w:rsidRPr="00956C5C">
              <w:t>Version</w:t>
            </w:r>
            <w:r>
              <w:t xml:space="preserve"> </w:t>
            </w:r>
            <w:r w:rsidRPr="00956C5C">
              <w:t>Number</w:t>
            </w:r>
          </w:p>
        </w:tc>
        <w:tc>
          <w:tcPr>
            <w:tcW w:w="0" w:type="auto"/>
            <w:shd w:val="clear" w:color="auto" w:fill="1F497D"/>
            <w:vAlign w:val="center"/>
          </w:tcPr>
          <w:p w14:paraId="67906A6B" w14:textId="77777777" w:rsidR="00805FEC" w:rsidRPr="00956C5C" w:rsidRDefault="00805FEC" w:rsidP="00C236AE">
            <w:pPr>
              <w:pStyle w:val="TableText10HeaderCenter"/>
            </w:pPr>
            <w:r w:rsidRPr="00956C5C">
              <w:t>Date</w:t>
            </w:r>
          </w:p>
        </w:tc>
        <w:tc>
          <w:tcPr>
            <w:tcW w:w="0" w:type="auto"/>
            <w:shd w:val="clear" w:color="auto" w:fill="1F497D"/>
            <w:vAlign w:val="center"/>
          </w:tcPr>
          <w:p w14:paraId="2A4F81C9" w14:textId="77777777" w:rsidR="00805FEC" w:rsidRPr="00A3688F" w:rsidRDefault="00805FEC" w:rsidP="00C236AE">
            <w:pPr>
              <w:pStyle w:val="TableText10HeaderCenter"/>
            </w:pPr>
            <w:r>
              <w:t>Author</w:t>
            </w:r>
            <w:r w:rsidRPr="00956C5C">
              <w:t>/</w:t>
            </w:r>
            <w:r w:rsidRPr="00A3688F">
              <w:t>Owner</w:t>
            </w:r>
          </w:p>
        </w:tc>
        <w:tc>
          <w:tcPr>
            <w:tcW w:w="0" w:type="auto"/>
            <w:shd w:val="clear" w:color="auto" w:fill="1F497D"/>
            <w:vAlign w:val="center"/>
          </w:tcPr>
          <w:p w14:paraId="4732B99C" w14:textId="77777777" w:rsidR="00805FEC" w:rsidRPr="00956C5C" w:rsidRDefault="00805FEC" w:rsidP="00C236AE">
            <w:pPr>
              <w:pStyle w:val="TableText10HeaderCenter"/>
            </w:pPr>
            <w:r w:rsidRPr="00956C5C">
              <w:t>Description of Change</w:t>
            </w:r>
          </w:p>
        </w:tc>
      </w:tr>
      <w:tr w:rsidR="00805FEC" w14:paraId="7D58F899" w14:textId="77777777" w:rsidTr="00C236AE">
        <w:trPr>
          <w:cantSplit/>
        </w:trPr>
        <w:tc>
          <w:tcPr>
            <w:tcW w:w="0" w:type="auto"/>
          </w:tcPr>
          <w:p w14:paraId="3A13F1D4" w14:textId="77777777" w:rsidR="00805FEC" w:rsidRPr="000E5004" w:rsidRDefault="00805FEC" w:rsidP="00C236AE">
            <w:pPr>
              <w:pStyle w:val="InstructionalTextTableText10"/>
            </w:pPr>
            <w:r>
              <w:t>&lt;X.X&gt;</w:t>
            </w:r>
          </w:p>
        </w:tc>
        <w:tc>
          <w:tcPr>
            <w:tcW w:w="0" w:type="auto"/>
          </w:tcPr>
          <w:p w14:paraId="2A312C75" w14:textId="77777777" w:rsidR="00805FEC" w:rsidRPr="000E5004" w:rsidRDefault="00805FEC" w:rsidP="00C236AE">
            <w:pPr>
              <w:pStyle w:val="InstructionalTextTableText10"/>
            </w:pPr>
            <w:r>
              <w:t>&lt;MM/DD/YYYY&gt;</w:t>
            </w:r>
          </w:p>
        </w:tc>
        <w:tc>
          <w:tcPr>
            <w:tcW w:w="0" w:type="auto"/>
          </w:tcPr>
          <w:p w14:paraId="3B834ED5" w14:textId="77777777" w:rsidR="00805FEC" w:rsidRPr="000E5004" w:rsidRDefault="00805FEC" w:rsidP="00C236AE">
            <w:pPr>
              <w:pStyle w:val="InstructionalTextTableText10"/>
            </w:pPr>
            <w:r>
              <w:t>CMS</w:t>
            </w:r>
          </w:p>
        </w:tc>
        <w:tc>
          <w:tcPr>
            <w:tcW w:w="0" w:type="auto"/>
          </w:tcPr>
          <w:p w14:paraId="37742269" w14:textId="77777777" w:rsidR="00805FEC" w:rsidRPr="000E5004" w:rsidRDefault="00805FEC" w:rsidP="00C236AE">
            <w:pPr>
              <w:pStyle w:val="InstructionalTextTableText10"/>
            </w:pPr>
            <w:r>
              <w:t>&lt;Description of Change&gt;</w:t>
            </w:r>
          </w:p>
        </w:tc>
      </w:tr>
      <w:tr w:rsidR="00805FEC" w14:paraId="5B738FBE" w14:textId="77777777" w:rsidTr="00C236AE">
        <w:trPr>
          <w:cantSplit/>
        </w:trPr>
        <w:tc>
          <w:tcPr>
            <w:tcW w:w="0" w:type="auto"/>
          </w:tcPr>
          <w:p w14:paraId="5945F958" w14:textId="77777777" w:rsidR="00805FEC" w:rsidRPr="000E5004" w:rsidRDefault="00805FEC" w:rsidP="00C236AE">
            <w:pPr>
              <w:pStyle w:val="InstructionalTextTableText10"/>
            </w:pPr>
            <w:r>
              <w:t>&lt;X.X&gt;</w:t>
            </w:r>
          </w:p>
        </w:tc>
        <w:tc>
          <w:tcPr>
            <w:tcW w:w="0" w:type="auto"/>
          </w:tcPr>
          <w:p w14:paraId="6C7B973B" w14:textId="77777777" w:rsidR="00805FEC" w:rsidRPr="000E5004" w:rsidRDefault="00805FEC" w:rsidP="00C236AE">
            <w:pPr>
              <w:pStyle w:val="InstructionalTextTableText10"/>
            </w:pPr>
            <w:r>
              <w:t>&lt;MM/DD/YYYY&gt;</w:t>
            </w:r>
          </w:p>
        </w:tc>
        <w:tc>
          <w:tcPr>
            <w:tcW w:w="0" w:type="auto"/>
          </w:tcPr>
          <w:p w14:paraId="5C65B2B6" w14:textId="77777777" w:rsidR="00805FEC" w:rsidRPr="000E5004" w:rsidRDefault="00805FEC" w:rsidP="00C236AE">
            <w:pPr>
              <w:pStyle w:val="InstructionalTextTableText10"/>
            </w:pPr>
            <w:r>
              <w:t>CMS</w:t>
            </w:r>
          </w:p>
        </w:tc>
        <w:tc>
          <w:tcPr>
            <w:tcW w:w="0" w:type="auto"/>
          </w:tcPr>
          <w:p w14:paraId="4485C8C2" w14:textId="77777777" w:rsidR="00805FEC" w:rsidRPr="000E5004" w:rsidRDefault="00805FEC" w:rsidP="00C236AE">
            <w:pPr>
              <w:pStyle w:val="InstructionalTextTableText10"/>
            </w:pPr>
            <w:r>
              <w:t>&lt;Description of Change&gt;</w:t>
            </w:r>
          </w:p>
        </w:tc>
      </w:tr>
      <w:tr w:rsidR="00805FEC" w14:paraId="07FAAE93" w14:textId="77777777" w:rsidTr="00C236AE">
        <w:trPr>
          <w:cantSplit/>
        </w:trPr>
        <w:tc>
          <w:tcPr>
            <w:tcW w:w="0" w:type="auto"/>
          </w:tcPr>
          <w:p w14:paraId="7B5E60FC" w14:textId="77777777" w:rsidR="00805FEC" w:rsidRPr="000E5004" w:rsidRDefault="00805FEC" w:rsidP="00C236AE">
            <w:pPr>
              <w:pStyle w:val="InstructionalTextTableText10"/>
            </w:pPr>
            <w:r>
              <w:t>&lt;X.X&gt;</w:t>
            </w:r>
          </w:p>
        </w:tc>
        <w:tc>
          <w:tcPr>
            <w:tcW w:w="0" w:type="auto"/>
          </w:tcPr>
          <w:p w14:paraId="6EBB9223" w14:textId="77777777" w:rsidR="00805FEC" w:rsidRPr="000E5004" w:rsidRDefault="00805FEC" w:rsidP="00C236AE">
            <w:pPr>
              <w:pStyle w:val="InstructionalTextTableText10"/>
            </w:pPr>
            <w:r>
              <w:t>&lt;MM/DD/YYYY&gt;</w:t>
            </w:r>
          </w:p>
        </w:tc>
        <w:tc>
          <w:tcPr>
            <w:tcW w:w="0" w:type="auto"/>
          </w:tcPr>
          <w:p w14:paraId="2CE24CD1" w14:textId="77777777" w:rsidR="00805FEC" w:rsidRPr="000E5004" w:rsidRDefault="00805FEC" w:rsidP="00C236AE">
            <w:pPr>
              <w:pStyle w:val="InstructionalTextTableText10"/>
            </w:pPr>
            <w:r>
              <w:t>CMS</w:t>
            </w:r>
          </w:p>
        </w:tc>
        <w:tc>
          <w:tcPr>
            <w:tcW w:w="0" w:type="auto"/>
          </w:tcPr>
          <w:p w14:paraId="00A9AA66" w14:textId="77777777" w:rsidR="00805FEC" w:rsidRPr="000E5004" w:rsidRDefault="00805FEC" w:rsidP="00C236AE">
            <w:pPr>
              <w:pStyle w:val="InstructionalTextTableText10"/>
            </w:pPr>
            <w:r>
              <w:t>&lt;Description of Change&gt;</w:t>
            </w:r>
          </w:p>
        </w:tc>
      </w:tr>
    </w:tbl>
    <w:p w14:paraId="3707F4A0" w14:textId="77777777" w:rsidR="00805FEC" w:rsidRDefault="00805FEC" w:rsidP="00805FEC">
      <w:pPr>
        <w:pStyle w:val="BodyText"/>
      </w:pPr>
    </w:p>
    <w:p w14:paraId="47407E72" w14:textId="77777777" w:rsidR="00805FEC" w:rsidRPr="00BF5F65" w:rsidRDefault="00805FEC" w:rsidP="00805FEC">
      <w:pPr>
        <w:pStyle w:val="BackMatterHeading"/>
      </w:pPr>
      <w:bookmarkStart w:id="153" w:name="_Toc396111628"/>
      <w:bookmarkStart w:id="154" w:name="AppB"/>
      <w:bookmarkStart w:id="155" w:name="_Toc443996752"/>
      <w:bookmarkStart w:id="156" w:name="_Toc444160455"/>
      <w:bookmarkStart w:id="157" w:name="_Toc7163795"/>
      <w:r>
        <w:lastRenderedPageBreak/>
        <w:t xml:space="preserve">Appendix B: </w:t>
      </w:r>
      <w:r w:rsidRPr="00BF5F65">
        <w:t>Acronyms</w:t>
      </w:r>
      <w:bookmarkEnd w:id="153"/>
      <w:bookmarkEnd w:id="154"/>
      <w:bookmarkEnd w:id="155"/>
      <w:bookmarkEnd w:id="156"/>
      <w:bookmarkEnd w:id="157"/>
    </w:p>
    <w:p w14:paraId="103FB542" w14:textId="77777777" w:rsidR="00805FEC" w:rsidRDefault="00805FEC" w:rsidP="00805FEC">
      <w:pPr>
        <w:pStyle w:val="InstructionalText"/>
      </w:pPr>
      <w:r w:rsidRPr="009357E1">
        <w:t>Instructions: Provide a list of acronyms and associated literal translations used within the document. List the acronyms in alphabetical order using a tabular format as depicted below.</w:t>
      </w:r>
    </w:p>
    <w:p w14:paraId="77195048" w14:textId="77777777" w:rsidR="00805FEC" w:rsidRDefault="00805FEC" w:rsidP="00805FEC">
      <w:pPr>
        <w:pStyle w:val="Caption"/>
      </w:pPr>
      <w:bookmarkStart w:id="158" w:name="_Toc444160466"/>
      <w:bookmarkStart w:id="159" w:name="_Toc7163740"/>
      <w:r>
        <w:t xml:space="preserve">Table </w:t>
      </w:r>
      <w:r w:rsidR="00940C4C">
        <w:fldChar w:fldCharType="begin"/>
      </w:r>
      <w:r w:rsidR="00940C4C">
        <w:instrText xml:space="preserve"> SEQ Table \* ARABIC </w:instrText>
      </w:r>
      <w:r w:rsidR="00940C4C">
        <w:fldChar w:fldCharType="separate"/>
      </w:r>
      <w:r w:rsidR="00BA65E6">
        <w:rPr>
          <w:noProof/>
        </w:rPr>
        <w:t>2</w:t>
      </w:r>
      <w:r w:rsidR="00940C4C">
        <w:rPr>
          <w:noProof/>
        </w:rPr>
        <w:fldChar w:fldCharType="end"/>
      </w:r>
      <w:r>
        <w:t xml:space="preserve"> - Acronyms</w:t>
      </w:r>
      <w:bookmarkEnd w:id="158"/>
      <w:bookmarkEnd w:id="159"/>
    </w:p>
    <w:tbl>
      <w:tblPr>
        <w:tblStyle w:val="TableGrid"/>
        <w:tblW w:w="0" w:type="auto"/>
        <w:tblLook w:val="0000" w:firstRow="0" w:lastRow="0" w:firstColumn="0" w:lastColumn="0" w:noHBand="0" w:noVBand="0"/>
        <w:tblCaption w:val="Acronyms"/>
        <w:tblDescription w:val="This table presents acronyms and literal translations in two columns."/>
      </w:tblPr>
      <w:tblGrid>
        <w:gridCol w:w="1239"/>
        <w:gridCol w:w="2040"/>
      </w:tblGrid>
      <w:tr w:rsidR="00805FEC" w:rsidRPr="00FC1443" w14:paraId="66E74FA2" w14:textId="77777777" w:rsidTr="00C236AE">
        <w:trPr>
          <w:cantSplit/>
          <w:tblHeader/>
        </w:trPr>
        <w:tc>
          <w:tcPr>
            <w:tcW w:w="0" w:type="auto"/>
            <w:shd w:val="clear" w:color="auto" w:fill="1F497D"/>
            <w:vAlign w:val="center"/>
          </w:tcPr>
          <w:p w14:paraId="2129D9E9" w14:textId="77777777" w:rsidR="00805FEC" w:rsidRPr="00FC1443" w:rsidRDefault="00805FEC" w:rsidP="00C236AE">
            <w:pPr>
              <w:pStyle w:val="TableText10HeaderCenter"/>
            </w:pPr>
            <w:r w:rsidRPr="00FC1443">
              <w:t>Acronym</w:t>
            </w:r>
          </w:p>
        </w:tc>
        <w:tc>
          <w:tcPr>
            <w:tcW w:w="0" w:type="auto"/>
            <w:shd w:val="clear" w:color="auto" w:fill="1F497D"/>
            <w:vAlign w:val="center"/>
          </w:tcPr>
          <w:p w14:paraId="5D998DF1" w14:textId="77777777" w:rsidR="00805FEC" w:rsidRPr="00FC1443" w:rsidRDefault="00805FEC" w:rsidP="00C236AE">
            <w:pPr>
              <w:pStyle w:val="TableText10HeaderCenter"/>
            </w:pPr>
            <w:r w:rsidRPr="00FC1443">
              <w:t>Literal Translation</w:t>
            </w:r>
          </w:p>
        </w:tc>
      </w:tr>
      <w:tr w:rsidR="00805FEC" w:rsidRPr="00FC1443" w14:paraId="6839F21B" w14:textId="77777777" w:rsidTr="00C236AE">
        <w:trPr>
          <w:cantSplit/>
        </w:trPr>
        <w:tc>
          <w:tcPr>
            <w:tcW w:w="0" w:type="auto"/>
          </w:tcPr>
          <w:p w14:paraId="52E6E812" w14:textId="77777777" w:rsidR="00805FEC" w:rsidRPr="00FC1443" w:rsidRDefault="00805FEC" w:rsidP="00C236AE">
            <w:pPr>
              <w:pStyle w:val="InstructionalTextTableText10"/>
            </w:pPr>
            <w:r>
              <w:t>&lt;Acronym&gt;</w:t>
            </w:r>
          </w:p>
        </w:tc>
        <w:tc>
          <w:tcPr>
            <w:tcW w:w="0" w:type="auto"/>
          </w:tcPr>
          <w:p w14:paraId="7F61DBCB" w14:textId="77777777" w:rsidR="00805FEC" w:rsidRPr="00FC1443" w:rsidRDefault="00805FEC" w:rsidP="00C236AE">
            <w:pPr>
              <w:pStyle w:val="InstructionalTextTableText10"/>
            </w:pPr>
            <w:r>
              <w:t>&lt;Literal Translation&gt;</w:t>
            </w:r>
          </w:p>
        </w:tc>
      </w:tr>
      <w:tr w:rsidR="00805FEC" w:rsidRPr="00FC1443" w14:paraId="4EBF6C4F" w14:textId="77777777" w:rsidTr="00C236AE">
        <w:trPr>
          <w:cantSplit/>
        </w:trPr>
        <w:tc>
          <w:tcPr>
            <w:tcW w:w="0" w:type="auto"/>
          </w:tcPr>
          <w:p w14:paraId="1209DD4A" w14:textId="77777777" w:rsidR="00805FEC" w:rsidRPr="00FC1443" w:rsidRDefault="00805FEC" w:rsidP="00C236AE">
            <w:pPr>
              <w:pStyle w:val="InstructionalTextTableText10"/>
            </w:pPr>
            <w:r>
              <w:t>&lt;Acronym&gt;</w:t>
            </w:r>
          </w:p>
        </w:tc>
        <w:tc>
          <w:tcPr>
            <w:tcW w:w="0" w:type="auto"/>
          </w:tcPr>
          <w:p w14:paraId="1F7B0D71" w14:textId="77777777" w:rsidR="00805FEC" w:rsidRPr="00FC1443" w:rsidRDefault="00805FEC" w:rsidP="00C236AE">
            <w:pPr>
              <w:pStyle w:val="InstructionalTextTableText10"/>
            </w:pPr>
            <w:r>
              <w:t>&lt;Literal Translation&gt;</w:t>
            </w:r>
          </w:p>
        </w:tc>
      </w:tr>
      <w:tr w:rsidR="00805FEC" w:rsidRPr="00FC1443" w14:paraId="0676AAA9" w14:textId="77777777" w:rsidTr="00C236AE">
        <w:trPr>
          <w:cantSplit/>
        </w:trPr>
        <w:tc>
          <w:tcPr>
            <w:tcW w:w="0" w:type="auto"/>
          </w:tcPr>
          <w:p w14:paraId="20AAFEC0" w14:textId="77777777" w:rsidR="00805FEC" w:rsidRPr="00FC1443" w:rsidRDefault="00805FEC" w:rsidP="00C236AE">
            <w:pPr>
              <w:pStyle w:val="InstructionalTextTableText10"/>
            </w:pPr>
            <w:r>
              <w:t>&lt;Acronym&gt;</w:t>
            </w:r>
          </w:p>
        </w:tc>
        <w:tc>
          <w:tcPr>
            <w:tcW w:w="0" w:type="auto"/>
          </w:tcPr>
          <w:p w14:paraId="5AFBBC61" w14:textId="77777777" w:rsidR="00805FEC" w:rsidRPr="00FC1443" w:rsidRDefault="00805FEC" w:rsidP="00C236AE">
            <w:pPr>
              <w:pStyle w:val="InstructionalTextTableText10"/>
            </w:pPr>
            <w:r>
              <w:t>&lt;Literal Translation&gt;</w:t>
            </w:r>
          </w:p>
        </w:tc>
      </w:tr>
    </w:tbl>
    <w:p w14:paraId="117DCB92" w14:textId="77777777" w:rsidR="00805FEC" w:rsidRDefault="00805FEC" w:rsidP="00805FEC">
      <w:pPr>
        <w:pStyle w:val="BodyText"/>
      </w:pPr>
    </w:p>
    <w:p w14:paraId="21F76008" w14:textId="77777777" w:rsidR="00805FEC" w:rsidRPr="00BF5F65" w:rsidRDefault="00805FEC" w:rsidP="00805FEC">
      <w:pPr>
        <w:pStyle w:val="BackMatterHeading"/>
      </w:pPr>
      <w:bookmarkStart w:id="160" w:name="_Toc396111629"/>
      <w:bookmarkStart w:id="161" w:name="AppC"/>
      <w:bookmarkStart w:id="162" w:name="_Toc443996753"/>
      <w:bookmarkStart w:id="163" w:name="_Toc444160456"/>
      <w:bookmarkStart w:id="164" w:name="_Toc7163796"/>
      <w:r>
        <w:lastRenderedPageBreak/>
        <w:t xml:space="preserve">Appendix C: </w:t>
      </w:r>
      <w:r w:rsidRPr="00BF5F65">
        <w:t>Glossary</w:t>
      </w:r>
      <w:bookmarkEnd w:id="160"/>
      <w:bookmarkEnd w:id="161"/>
      <w:bookmarkEnd w:id="162"/>
      <w:bookmarkEnd w:id="163"/>
      <w:bookmarkEnd w:id="164"/>
    </w:p>
    <w:p w14:paraId="2A2BCB07" w14:textId="77777777" w:rsidR="00805FEC" w:rsidRDefault="00805FEC" w:rsidP="00805FEC">
      <w:pPr>
        <w:pStyle w:val="InstructionalText"/>
      </w:pPr>
      <w:r w:rsidRPr="009357E1">
        <w:t>Instructions: Provide clear and concise definitions for terms used in this document that may be unfamiliar to readers of the document. Terms are to be listed in alphabetical order.</w:t>
      </w:r>
    </w:p>
    <w:p w14:paraId="6D18A741" w14:textId="77777777" w:rsidR="00805FEC" w:rsidRDefault="00805FEC" w:rsidP="00805FEC">
      <w:pPr>
        <w:pStyle w:val="Caption"/>
      </w:pPr>
      <w:bookmarkStart w:id="165" w:name="_Ref441754492"/>
      <w:bookmarkStart w:id="166" w:name="_Toc444160467"/>
      <w:bookmarkStart w:id="167" w:name="_Toc7163741"/>
      <w:r>
        <w:t xml:space="preserve">Table </w:t>
      </w:r>
      <w:r w:rsidR="00940C4C">
        <w:fldChar w:fldCharType="begin"/>
      </w:r>
      <w:r w:rsidR="00940C4C">
        <w:instrText xml:space="preserve"> SEQ Table \* ARABIC </w:instrText>
      </w:r>
      <w:r w:rsidR="00940C4C">
        <w:fldChar w:fldCharType="separate"/>
      </w:r>
      <w:r w:rsidR="00BA65E6">
        <w:rPr>
          <w:noProof/>
        </w:rPr>
        <w:t>3</w:t>
      </w:r>
      <w:r w:rsidR="00940C4C">
        <w:rPr>
          <w:noProof/>
        </w:rPr>
        <w:fldChar w:fldCharType="end"/>
      </w:r>
      <w:r>
        <w:t xml:space="preserve"> - Glossary</w:t>
      </w:r>
      <w:bookmarkEnd w:id="165"/>
      <w:bookmarkEnd w:id="166"/>
      <w:bookmarkEnd w:id="167"/>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805FEC" w14:paraId="3D3933D2" w14:textId="77777777" w:rsidTr="00C236AE">
        <w:trPr>
          <w:cantSplit/>
          <w:tblHeader/>
        </w:trPr>
        <w:tc>
          <w:tcPr>
            <w:tcW w:w="0" w:type="auto"/>
            <w:shd w:val="clear" w:color="auto" w:fill="1F497D"/>
            <w:vAlign w:val="center"/>
          </w:tcPr>
          <w:p w14:paraId="65D54F0A" w14:textId="77777777" w:rsidR="00805FEC" w:rsidRDefault="00805FEC" w:rsidP="00C236AE">
            <w:pPr>
              <w:pStyle w:val="TableText10HeaderCenter"/>
            </w:pPr>
            <w:r>
              <w:t>Term</w:t>
            </w:r>
          </w:p>
        </w:tc>
        <w:tc>
          <w:tcPr>
            <w:tcW w:w="0" w:type="auto"/>
            <w:shd w:val="clear" w:color="auto" w:fill="1F497D"/>
            <w:vAlign w:val="center"/>
          </w:tcPr>
          <w:p w14:paraId="43461829" w14:textId="77777777" w:rsidR="00805FEC" w:rsidRDefault="00805FEC" w:rsidP="00C236AE">
            <w:pPr>
              <w:pStyle w:val="TableText10HeaderCenter"/>
            </w:pPr>
            <w:r>
              <w:t>Acronym</w:t>
            </w:r>
          </w:p>
        </w:tc>
        <w:tc>
          <w:tcPr>
            <w:tcW w:w="0" w:type="auto"/>
            <w:shd w:val="clear" w:color="auto" w:fill="1F497D"/>
            <w:vAlign w:val="center"/>
          </w:tcPr>
          <w:p w14:paraId="7319BB74" w14:textId="77777777" w:rsidR="00805FEC" w:rsidRDefault="00805FEC" w:rsidP="00C236AE">
            <w:pPr>
              <w:pStyle w:val="TableText10HeaderCenter"/>
            </w:pPr>
            <w:r>
              <w:t>Definition</w:t>
            </w:r>
          </w:p>
        </w:tc>
      </w:tr>
      <w:tr w:rsidR="00805FEC" w14:paraId="129AF85D" w14:textId="77777777" w:rsidTr="00C236AE">
        <w:trPr>
          <w:cantSplit/>
        </w:trPr>
        <w:tc>
          <w:tcPr>
            <w:tcW w:w="0" w:type="auto"/>
          </w:tcPr>
          <w:p w14:paraId="5685E1AB" w14:textId="77777777" w:rsidR="00805FEC" w:rsidRPr="00EC4387" w:rsidRDefault="00805FEC" w:rsidP="00C236AE">
            <w:pPr>
              <w:pStyle w:val="InstructionalTextTableText10"/>
            </w:pPr>
            <w:r>
              <w:t>&lt;Term&gt;</w:t>
            </w:r>
          </w:p>
        </w:tc>
        <w:tc>
          <w:tcPr>
            <w:tcW w:w="0" w:type="auto"/>
          </w:tcPr>
          <w:p w14:paraId="692F49EA" w14:textId="77777777" w:rsidR="00805FEC" w:rsidRPr="00EC4387" w:rsidRDefault="00805FEC" w:rsidP="00C236AE">
            <w:pPr>
              <w:pStyle w:val="InstructionalTextTableText10"/>
            </w:pPr>
            <w:r>
              <w:t>&lt;Acronym&gt;</w:t>
            </w:r>
          </w:p>
        </w:tc>
        <w:tc>
          <w:tcPr>
            <w:tcW w:w="0" w:type="auto"/>
          </w:tcPr>
          <w:p w14:paraId="56338C52" w14:textId="77777777" w:rsidR="00805FEC" w:rsidRPr="00EC4387" w:rsidRDefault="00805FEC" w:rsidP="00C236AE">
            <w:pPr>
              <w:pStyle w:val="InstructionalTextTableText10"/>
            </w:pPr>
            <w:r>
              <w:t>&lt;Definition&gt;</w:t>
            </w:r>
          </w:p>
        </w:tc>
      </w:tr>
      <w:tr w:rsidR="00805FEC" w14:paraId="07672D6D" w14:textId="77777777" w:rsidTr="00C236AE">
        <w:trPr>
          <w:cantSplit/>
        </w:trPr>
        <w:tc>
          <w:tcPr>
            <w:tcW w:w="0" w:type="auto"/>
          </w:tcPr>
          <w:p w14:paraId="5E36C1B4" w14:textId="77777777" w:rsidR="00805FEC" w:rsidRPr="00EC4387" w:rsidRDefault="00805FEC" w:rsidP="00C236AE">
            <w:pPr>
              <w:pStyle w:val="InstructionalTextTableText10"/>
            </w:pPr>
            <w:r>
              <w:t>&lt;Term&gt;</w:t>
            </w:r>
          </w:p>
        </w:tc>
        <w:tc>
          <w:tcPr>
            <w:tcW w:w="0" w:type="auto"/>
          </w:tcPr>
          <w:p w14:paraId="75B1FFE3" w14:textId="77777777" w:rsidR="00805FEC" w:rsidRPr="00EC0B41" w:rsidRDefault="00805FEC" w:rsidP="00C236AE">
            <w:pPr>
              <w:pStyle w:val="InstructionalTextTableText10"/>
            </w:pPr>
            <w:r>
              <w:t>&lt;Acronym&gt;</w:t>
            </w:r>
          </w:p>
        </w:tc>
        <w:tc>
          <w:tcPr>
            <w:tcW w:w="0" w:type="auto"/>
          </w:tcPr>
          <w:p w14:paraId="48B29E13" w14:textId="77777777" w:rsidR="00805FEC" w:rsidRPr="00EC0B41" w:rsidRDefault="00805FEC" w:rsidP="00C236AE">
            <w:pPr>
              <w:pStyle w:val="InstructionalTextTableText10"/>
            </w:pPr>
            <w:r>
              <w:t>&lt;Definition&gt;</w:t>
            </w:r>
          </w:p>
        </w:tc>
      </w:tr>
      <w:tr w:rsidR="00805FEC" w14:paraId="129C25A9" w14:textId="77777777" w:rsidTr="00C236AE">
        <w:trPr>
          <w:cantSplit/>
        </w:trPr>
        <w:tc>
          <w:tcPr>
            <w:tcW w:w="0" w:type="auto"/>
          </w:tcPr>
          <w:p w14:paraId="1C465F01" w14:textId="77777777" w:rsidR="00805FEC" w:rsidRPr="00EC4387" w:rsidRDefault="00805FEC" w:rsidP="00C236AE">
            <w:pPr>
              <w:pStyle w:val="InstructionalTextTableText10"/>
            </w:pPr>
            <w:r>
              <w:t>&lt;Term&gt;</w:t>
            </w:r>
          </w:p>
        </w:tc>
        <w:tc>
          <w:tcPr>
            <w:tcW w:w="0" w:type="auto"/>
          </w:tcPr>
          <w:p w14:paraId="52B769E0" w14:textId="77777777" w:rsidR="00805FEC" w:rsidRPr="00EC4387" w:rsidRDefault="00805FEC" w:rsidP="00C236AE">
            <w:pPr>
              <w:pStyle w:val="InstructionalTextTableText10"/>
            </w:pPr>
            <w:r>
              <w:t>&lt;Acronym&gt;</w:t>
            </w:r>
          </w:p>
        </w:tc>
        <w:tc>
          <w:tcPr>
            <w:tcW w:w="0" w:type="auto"/>
          </w:tcPr>
          <w:p w14:paraId="61659F46" w14:textId="77777777" w:rsidR="00805FEC" w:rsidRPr="00EC4387" w:rsidRDefault="00805FEC" w:rsidP="00C236AE">
            <w:pPr>
              <w:pStyle w:val="InstructionalTextTableText10"/>
            </w:pPr>
            <w:r>
              <w:t>&lt;Definition&gt;</w:t>
            </w:r>
          </w:p>
        </w:tc>
      </w:tr>
    </w:tbl>
    <w:p w14:paraId="0B5D8716" w14:textId="77777777" w:rsidR="00805FEC" w:rsidRPr="00652A85" w:rsidRDefault="00805FEC" w:rsidP="00805FEC">
      <w:pPr>
        <w:pStyle w:val="BodyText"/>
      </w:pPr>
    </w:p>
    <w:p w14:paraId="1E13FD6F" w14:textId="77777777" w:rsidR="00805FEC" w:rsidRPr="00BF5F65" w:rsidRDefault="00805FEC" w:rsidP="00805FEC">
      <w:pPr>
        <w:pStyle w:val="BackMatterHeading"/>
      </w:pPr>
      <w:bookmarkStart w:id="168" w:name="_Toc396111630"/>
      <w:bookmarkStart w:id="169" w:name="AppD"/>
      <w:bookmarkStart w:id="170" w:name="_Toc443996754"/>
      <w:bookmarkStart w:id="171" w:name="_Toc444160457"/>
      <w:bookmarkStart w:id="172" w:name="_Toc7163797"/>
      <w:r>
        <w:lastRenderedPageBreak/>
        <w:t xml:space="preserve">Appendix D: </w:t>
      </w:r>
      <w:r w:rsidRPr="00BF5F65">
        <w:t>Referenced Documents</w:t>
      </w:r>
      <w:bookmarkEnd w:id="168"/>
      <w:bookmarkEnd w:id="169"/>
      <w:bookmarkEnd w:id="170"/>
      <w:bookmarkEnd w:id="171"/>
      <w:bookmarkEnd w:id="172"/>
    </w:p>
    <w:p w14:paraId="7FEE45C4" w14:textId="77777777" w:rsidR="00805FEC" w:rsidRDefault="00805FEC" w:rsidP="00805FEC">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72F7641D" w14:textId="77777777" w:rsidR="00805FEC" w:rsidRDefault="00805FEC" w:rsidP="00805FEC">
      <w:pPr>
        <w:pStyle w:val="Caption"/>
      </w:pPr>
      <w:bookmarkStart w:id="173" w:name="_Toc444160468"/>
      <w:bookmarkStart w:id="174" w:name="_Toc7163742"/>
      <w:r>
        <w:t xml:space="preserve">Table </w:t>
      </w:r>
      <w:r w:rsidR="00940C4C">
        <w:fldChar w:fldCharType="begin"/>
      </w:r>
      <w:r w:rsidR="00940C4C">
        <w:instrText xml:space="preserve"> SEQ Table \* ARABIC </w:instrText>
      </w:r>
      <w:r w:rsidR="00940C4C">
        <w:fldChar w:fldCharType="separate"/>
      </w:r>
      <w:r w:rsidR="00BA65E6">
        <w:rPr>
          <w:noProof/>
        </w:rPr>
        <w:t>4</w:t>
      </w:r>
      <w:r w:rsidR="00940C4C">
        <w:rPr>
          <w:noProof/>
        </w:rPr>
        <w:fldChar w:fldCharType="end"/>
      </w:r>
      <w:r>
        <w:t xml:space="preserve"> - Referenced Documents</w:t>
      </w:r>
      <w:bookmarkEnd w:id="173"/>
      <w:bookmarkEnd w:id="174"/>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805FEC" w:rsidRPr="00B76035" w14:paraId="3E19AD2F" w14:textId="77777777" w:rsidTr="00C236AE">
        <w:trPr>
          <w:cantSplit/>
          <w:tblHeader/>
        </w:trPr>
        <w:tc>
          <w:tcPr>
            <w:tcW w:w="0" w:type="auto"/>
            <w:shd w:val="clear" w:color="auto" w:fill="1F497D"/>
            <w:vAlign w:val="center"/>
          </w:tcPr>
          <w:p w14:paraId="17C8ACBE" w14:textId="77777777" w:rsidR="00805FEC" w:rsidRPr="00EC0B41" w:rsidRDefault="00805FEC" w:rsidP="00C236AE">
            <w:pPr>
              <w:pStyle w:val="TableText10HeaderCenter"/>
            </w:pPr>
            <w:r w:rsidRPr="00EC0B41">
              <w:t>Document Name</w:t>
            </w:r>
          </w:p>
        </w:tc>
        <w:tc>
          <w:tcPr>
            <w:tcW w:w="0" w:type="auto"/>
            <w:shd w:val="clear" w:color="auto" w:fill="1F497D"/>
            <w:vAlign w:val="center"/>
          </w:tcPr>
          <w:p w14:paraId="0897A069" w14:textId="77777777" w:rsidR="00805FEC" w:rsidRPr="00EC0B41" w:rsidRDefault="00805FEC" w:rsidP="00C236AE">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3BF19624" w14:textId="77777777" w:rsidR="00805FEC" w:rsidRPr="00EC0B41" w:rsidRDefault="00805FEC" w:rsidP="00C236AE">
            <w:pPr>
              <w:pStyle w:val="TableText10HeaderCenter"/>
            </w:pPr>
            <w:r w:rsidRPr="00EC0B41">
              <w:t>Issuance Date</w:t>
            </w:r>
          </w:p>
        </w:tc>
      </w:tr>
      <w:tr w:rsidR="00805FEC" w:rsidRPr="00B76035" w14:paraId="594C4BEF" w14:textId="77777777" w:rsidTr="00C236AE">
        <w:trPr>
          <w:cantSplit/>
        </w:trPr>
        <w:tc>
          <w:tcPr>
            <w:tcW w:w="0" w:type="auto"/>
          </w:tcPr>
          <w:p w14:paraId="7A15B033" w14:textId="77777777" w:rsidR="00805FEC" w:rsidRPr="00EC0B41" w:rsidRDefault="00805FEC" w:rsidP="00C236AE">
            <w:pPr>
              <w:pStyle w:val="InstructionalTextTableText10"/>
            </w:pPr>
            <w:r>
              <w:t>&lt;Document Name&gt;</w:t>
            </w:r>
          </w:p>
        </w:tc>
        <w:tc>
          <w:tcPr>
            <w:tcW w:w="0" w:type="auto"/>
          </w:tcPr>
          <w:p w14:paraId="2D158359" w14:textId="77777777" w:rsidR="00805FEC" w:rsidRPr="00EC0B41" w:rsidRDefault="00805FEC" w:rsidP="00C236AE">
            <w:pPr>
              <w:pStyle w:val="InstructionalTextTableText10"/>
            </w:pPr>
            <w:r>
              <w:t>&lt;Document Location and/or URL&gt;</w:t>
            </w:r>
          </w:p>
        </w:tc>
        <w:tc>
          <w:tcPr>
            <w:tcW w:w="0" w:type="auto"/>
          </w:tcPr>
          <w:p w14:paraId="2D5CB9AF" w14:textId="77777777" w:rsidR="00805FEC" w:rsidRPr="00EC0B41" w:rsidRDefault="00805FEC" w:rsidP="00C236AE">
            <w:pPr>
              <w:pStyle w:val="InstructionalTextTableText10"/>
            </w:pPr>
            <w:r>
              <w:t>&lt;MM/DD/YYYY&gt;</w:t>
            </w:r>
          </w:p>
        </w:tc>
      </w:tr>
      <w:tr w:rsidR="00805FEC" w:rsidRPr="00B76035" w14:paraId="22859D95" w14:textId="77777777" w:rsidTr="00C236AE">
        <w:trPr>
          <w:cantSplit/>
        </w:trPr>
        <w:tc>
          <w:tcPr>
            <w:tcW w:w="0" w:type="auto"/>
          </w:tcPr>
          <w:p w14:paraId="5F09F61A" w14:textId="77777777" w:rsidR="00805FEC" w:rsidRPr="00EC0B41" w:rsidRDefault="00805FEC" w:rsidP="00C236AE">
            <w:pPr>
              <w:pStyle w:val="InstructionalTextTableText10"/>
            </w:pPr>
            <w:r>
              <w:t>&lt;Document Name&gt;</w:t>
            </w:r>
          </w:p>
        </w:tc>
        <w:tc>
          <w:tcPr>
            <w:tcW w:w="0" w:type="auto"/>
          </w:tcPr>
          <w:p w14:paraId="1C331AF7" w14:textId="77777777" w:rsidR="00805FEC" w:rsidRDefault="00805FEC" w:rsidP="00C236AE">
            <w:pPr>
              <w:pStyle w:val="InstructionalTextTableText10"/>
            </w:pPr>
            <w:r>
              <w:t>&lt;Document Location and/or URL&gt;</w:t>
            </w:r>
          </w:p>
        </w:tc>
        <w:tc>
          <w:tcPr>
            <w:tcW w:w="0" w:type="auto"/>
          </w:tcPr>
          <w:p w14:paraId="6F9E2F33" w14:textId="77777777" w:rsidR="00805FEC" w:rsidRPr="00EC0B41" w:rsidRDefault="00805FEC" w:rsidP="00C236AE">
            <w:pPr>
              <w:pStyle w:val="InstructionalTextTableText10"/>
            </w:pPr>
            <w:r>
              <w:t>&lt;MM/DD/YYYY&gt;</w:t>
            </w:r>
          </w:p>
        </w:tc>
      </w:tr>
      <w:tr w:rsidR="00805FEC" w:rsidRPr="00B76035" w14:paraId="7005EF95" w14:textId="77777777" w:rsidTr="00C236AE">
        <w:trPr>
          <w:cantSplit/>
        </w:trPr>
        <w:tc>
          <w:tcPr>
            <w:tcW w:w="0" w:type="auto"/>
          </w:tcPr>
          <w:p w14:paraId="7AFB1FBD" w14:textId="77777777" w:rsidR="00805FEC" w:rsidRPr="00EC0B41" w:rsidRDefault="00805FEC" w:rsidP="00C236AE">
            <w:pPr>
              <w:pStyle w:val="InstructionalTextTableText10"/>
            </w:pPr>
            <w:r>
              <w:t>&lt;Document Name&gt;</w:t>
            </w:r>
          </w:p>
        </w:tc>
        <w:tc>
          <w:tcPr>
            <w:tcW w:w="0" w:type="auto"/>
          </w:tcPr>
          <w:p w14:paraId="0EFD81DC" w14:textId="77777777" w:rsidR="00805FEC" w:rsidRDefault="00805FEC" w:rsidP="00C236AE">
            <w:pPr>
              <w:pStyle w:val="InstructionalTextTableText10"/>
            </w:pPr>
            <w:r>
              <w:t>&lt;Document Location and/or URL&gt;</w:t>
            </w:r>
          </w:p>
        </w:tc>
        <w:tc>
          <w:tcPr>
            <w:tcW w:w="0" w:type="auto"/>
          </w:tcPr>
          <w:p w14:paraId="2E6B937D" w14:textId="77777777" w:rsidR="00805FEC" w:rsidRPr="00B76035" w:rsidRDefault="00805FEC" w:rsidP="00C236AE">
            <w:pPr>
              <w:pStyle w:val="InstructionalTextTableText10"/>
            </w:pPr>
            <w:r>
              <w:t>&lt;MM/DD/YYYY&gt;</w:t>
            </w:r>
          </w:p>
        </w:tc>
      </w:tr>
    </w:tbl>
    <w:p w14:paraId="2EC52AC7" w14:textId="77777777" w:rsidR="00805FEC" w:rsidRPr="00FF6734" w:rsidRDefault="00805FEC" w:rsidP="00805FEC">
      <w:pPr>
        <w:pStyle w:val="BodyText"/>
      </w:pPr>
    </w:p>
    <w:p w14:paraId="5D06F3AD" w14:textId="77777777" w:rsidR="00805FEC" w:rsidRPr="00BF5F65" w:rsidRDefault="00805FEC" w:rsidP="00805FEC">
      <w:pPr>
        <w:pStyle w:val="BackMatterHeading"/>
      </w:pPr>
      <w:bookmarkStart w:id="175" w:name="_Toc396111631"/>
      <w:bookmarkStart w:id="176" w:name="_Ref441825902"/>
      <w:bookmarkStart w:id="177" w:name="_Ref441827502"/>
      <w:bookmarkStart w:id="178" w:name="AppE"/>
      <w:bookmarkStart w:id="179" w:name="_Toc443996755"/>
      <w:bookmarkStart w:id="180" w:name="_Toc444160458"/>
      <w:bookmarkStart w:id="181" w:name="_Toc7163798"/>
      <w:r>
        <w:lastRenderedPageBreak/>
        <w:t xml:space="preserve">Appendix E: </w:t>
      </w:r>
      <w:r w:rsidRPr="00BF5F65">
        <w:t>Approvals</w:t>
      </w:r>
      <w:bookmarkEnd w:id="175"/>
      <w:bookmarkEnd w:id="176"/>
      <w:bookmarkEnd w:id="177"/>
      <w:bookmarkEnd w:id="178"/>
      <w:bookmarkEnd w:id="179"/>
      <w:bookmarkEnd w:id="180"/>
      <w:bookmarkEnd w:id="181"/>
    </w:p>
    <w:p w14:paraId="6EBF1673" w14:textId="50617886" w:rsidR="00805FEC" w:rsidRPr="006B68A0" w:rsidRDefault="00805FEC" w:rsidP="00805FEC">
      <w:pPr>
        <w:pStyle w:val="BodyText"/>
      </w:pPr>
      <w:r w:rsidRPr="006B68A0">
        <w:t xml:space="preserve">The undersigned acknowledge that they have reviewed the </w:t>
      </w:r>
      <w:r w:rsidR="00216290">
        <w:t>SDD</w:t>
      </w:r>
      <w:r w:rsidRPr="006B68A0">
        <w:t xml:space="preserve"> and agree with the information presented within this document. Changes to this </w:t>
      </w:r>
      <w:r w:rsidR="00216290">
        <w:t>SDD</w:t>
      </w:r>
      <w:r w:rsidRPr="006B68A0">
        <w:t xml:space="preserve"> will be coordinated with, and approved by, the undersigned, or their designated representatives.</w:t>
      </w:r>
    </w:p>
    <w:p w14:paraId="33CD3B7B" w14:textId="77777777" w:rsidR="00805FEC" w:rsidRPr="00AF22E7" w:rsidRDefault="00805FEC" w:rsidP="00805FEC">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636FA158" w14:textId="77777777" w:rsidR="00805FEC" w:rsidRPr="006113B1" w:rsidRDefault="00805FEC" w:rsidP="00805FEC">
      <w:pPr>
        <w:pStyle w:val="Caption"/>
      </w:pPr>
      <w:bookmarkStart w:id="182" w:name="_Toc398804287"/>
      <w:bookmarkStart w:id="183" w:name="_Ref430942566"/>
      <w:bookmarkStart w:id="184" w:name="_Toc434300526"/>
      <w:bookmarkStart w:id="185" w:name="_Toc441656843"/>
      <w:bookmarkStart w:id="186" w:name="_Ref441754500"/>
      <w:bookmarkStart w:id="187" w:name="_Toc444160469"/>
      <w:bookmarkStart w:id="188" w:name="_Toc7163743"/>
      <w:r>
        <w:t xml:space="preserve">Table </w:t>
      </w:r>
      <w:r w:rsidR="00940C4C">
        <w:fldChar w:fldCharType="begin"/>
      </w:r>
      <w:r w:rsidR="00940C4C">
        <w:instrText xml:space="preserve"> SEQ Table \* ARABIC </w:instrText>
      </w:r>
      <w:r w:rsidR="00940C4C">
        <w:fldChar w:fldCharType="separate"/>
      </w:r>
      <w:r w:rsidR="00BA65E6">
        <w:rPr>
          <w:noProof/>
        </w:rPr>
        <w:t>5</w:t>
      </w:r>
      <w:r w:rsidR="00940C4C">
        <w:rPr>
          <w:noProof/>
        </w:rPr>
        <w:fldChar w:fldCharType="end"/>
      </w:r>
      <w:r>
        <w:t xml:space="preserve"> - Approvals</w:t>
      </w:r>
      <w:bookmarkEnd w:id="182"/>
      <w:bookmarkEnd w:id="183"/>
      <w:bookmarkEnd w:id="184"/>
      <w:bookmarkEnd w:id="185"/>
      <w:bookmarkEnd w:id="186"/>
      <w:bookmarkEnd w:id="187"/>
      <w:bookmarkEnd w:id="188"/>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805FEC" w:rsidRPr="00AC4B75" w14:paraId="49F1C533" w14:textId="77777777" w:rsidTr="00C236AE">
        <w:trPr>
          <w:cantSplit/>
          <w:tblHeader/>
        </w:trPr>
        <w:tc>
          <w:tcPr>
            <w:tcW w:w="4098" w:type="pct"/>
            <w:shd w:val="clear" w:color="auto" w:fill="1F497D"/>
            <w:vAlign w:val="center"/>
          </w:tcPr>
          <w:p w14:paraId="4C8D87A2" w14:textId="77777777" w:rsidR="00805FEC" w:rsidRPr="00AC4B75" w:rsidRDefault="00805FEC" w:rsidP="00C236AE">
            <w:pPr>
              <w:pStyle w:val="TableText10HeaderCenter"/>
            </w:pPr>
            <w:r w:rsidRPr="00AC4B75">
              <w:t>Document Approved By</w:t>
            </w:r>
          </w:p>
        </w:tc>
        <w:tc>
          <w:tcPr>
            <w:tcW w:w="902" w:type="pct"/>
            <w:shd w:val="clear" w:color="auto" w:fill="1F497D"/>
            <w:vAlign w:val="center"/>
          </w:tcPr>
          <w:p w14:paraId="6C992372" w14:textId="77777777" w:rsidR="00805FEC" w:rsidRPr="00AC4B75" w:rsidRDefault="00805FEC" w:rsidP="00C236AE">
            <w:pPr>
              <w:pStyle w:val="TableText10HeaderCenter"/>
            </w:pPr>
            <w:r w:rsidRPr="00AC4B75">
              <w:t>Date Approved</w:t>
            </w:r>
          </w:p>
        </w:tc>
      </w:tr>
      <w:tr w:rsidR="00805FEC" w:rsidRPr="006823C2" w14:paraId="7778A69C" w14:textId="77777777" w:rsidTr="00C236AE">
        <w:trPr>
          <w:cantSplit/>
        </w:trPr>
        <w:tc>
          <w:tcPr>
            <w:tcW w:w="4098" w:type="pct"/>
          </w:tcPr>
          <w:p w14:paraId="5B2707DF" w14:textId="77777777" w:rsidR="00805FEC" w:rsidRPr="006823C2" w:rsidRDefault="00805FEC" w:rsidP="00C236AE">
            <w:pPr>
              <w:pStyle w:val="SignatureText"/>
            </w:pPr>
            <w:r w:rsidRPr="006823C2">
              <w:t>Name: &lt;Name&gt;, &lt;Job Title&gt; - &lt;Company&gt;</w:t>
            </w:r>
          </w:p>
        </w:tc>
        <w:tc>
          <w:tcPr>
            <w:tcW w:w="902" w:type="pct"/>
          </w:tcPr>
          <w:p w14:paraId="0365E7C2" w14:textId="77777777" w:rsidR="00805FEC" w:rsidRPr="006823C2" w:rsidRDefault="00805FEC" w:rsidP="00C236AE">
            <w:pPr>
              <w:pStyle w:val="SignatureText"/>
            </w:pPr>
            <w:r w:rsidRPr="006823C2">
              <w:t>Date</w:t>
            </w:r>
          </w:p>
        </w:tc>
      </w:tr>
      <w:tr w:rsidR="00805FEC" w:rsidRPr="006823C2" w14:paraId="77C01462" w14:textId="77777777" w:rsidTr="00C236AE">
        <w:trPr>
          <w:cantSplit/>
        </w:trPr>
        <w:tc>
          <w:tcPr>
            <w:tcW w:w="4098" w:type="pct"/>
          </w:tcPr>
          <w:p w14:paraId="6A9CA428" w14:textId="77777777" w:rsidR="00805FEC" w:rsidRPr="006823C2" w:rsidRDefault="00805FEC" w:rsidP="00C236AE">
            <w:pPr>
              <w:pStyle w:val="SignatureText"/>
            </w:pPr>
            <w:r w:rsidRPr="006823C2">
              <w:t>Name: &lt;Name&gt;, &lt;Job Title&gt; - &lt;Company&gt;</w:t>
            </w:r>
          </w:p>
        </w:tc>
        <w:tc>
          <w:tcPr>
            <w:tcW w:w="902" w:type="pct"/>
          </w:tcPr>
          <w:p w14:paraId="16528B8B" w14:textId="77777777" w:rsidR="00805FEC" w:rsidRPr="006823C2" w:rsidRDefault="00805FEC" w:rsidP="00C236AE">
            <w:pPr>
              <w:pStyle w:val="SignatureText"/>
            </w:pPr>
            <w:r w:rsidRPr="006823C2">
              <w:t>Date</w:t>
            </w:r>
          </w:p>
        </w:tc>
      </w:tr>
      <w:tr w:rsidR="00805FEC" w:rsidRPr="006823C2" w14:paraId="6BF9DAA0" w14:textId="77777777" w:rsidTr="00C236AE">
        <w:trPr>
          <w:cantSplit/>
        </w:trPr>
        <w:tc>
          <w:tcPr>
            <w:tcW w:w="4098" w:type="pct"/>
          </w:tcPr>
          <w:p w14:paraId="1EDAD8FB" w14:textId="77777777" w:rsidR="00805FEC" w:rsidRPr="006823C2" w:rsidRDefault="00805FEC" w:rsidP="00C236AE">
            <w:pPr>
              <w:pStyle w:val="SignatureText"/>
            </w:pPr>
            <w:r w:rsidRPr="006823C2">
              <w:t>Name: &lt;Name&gt;, &lt;Job Title&gt; - &lt;Company&gt;</w:t>
            </w:r>
          </w:p>
        </w:tc>
        <w:tc>
          <w:tcPr>
            <w:tcW w:w="902" w:type="pct"/>
          </w:tcPr>
          <w:p w14:paraId="4CC2E5E2" w14:textId="77777777" w:rsidR="00805FEC" w:rsidRPr="006823C2" w:rsidRDefault="00805FEC" w:rsidP="00C236AE">
            <w:pPr>
              <w:pStyle w:val="SignatureText"/>
            </w:pPr>
            <w:r w:rsidRPr="006823C2">
              <w:t>Date</w:t>
            </w:r>
          </w:p>
        </w:tc>
      </w:tr>
      <w:tr w:rsidR="00805FEC" w:rsidRPr="006823C2" w14:paraId="04C11987" w14:textId="77777777" w:rsidTr="00C236AE">
        <w:trPr>
          <w:cantSplit/>
        </w:trPr>
        <w:tc>
          <w:tcPr>
            <w:tcW w:w="4098" w:type="pct"/>
          </w:tcPr>
          <w:p w14:paraId="6B452FEC" w14:textId="77777777" w:rsidR="00805FEC" w:rsidRPr="006823C2" w:rsidRDefault="00805FEC" w:rsidP="00C236AE">
            <w:pPr>
              <w:pStyle w:val="SignatureText"/>
            </w:pPr>
            <w:r w:rsidRPr="006823C2">
              <w:t>Name: &lt;Name&gt;, &lt;Job Title&gt; - &lt;Company&gt;</w:t>
            </w:r>
          </w:p>
        </w:tc>
        <w:tc>
          <w:tcPr>
            <w:tcW w:w="902" w:type="pct"/>
          </w:tcPr>
          <w:p w14:paraId="584C5E0E" w14:textId="77777777" w:rsidR="00805FEC" w:rsidRPr="006823C2" w:rsidRDefault="00805FEC" w:rsidP="00C236AE">
            <w:pPr>
              <w:pStyle w:val="SignatureText"/>
            </w:pPr>
            <w:r w:rsidRPr="006823C2">
              <w:t>Date</w:t>
            </w:r>
          </w:p>
        </w:tc>
      </w:tr>
    </w:tbl>
    <w:p w14:paraId="7EFD0CBB" w14:textId="77777777" w:rsidR="00805FEC" w:rsidRDefault="00805FEC" w:rsidP="00805FEC">
      <w:pPr>
        <w:pStyle w:val="BodyText"/>
      </w:pPr>
    </w:p>
    <w:p w14:paraId="4CDE6715" w14:textId="77777777" w:rsidR="00805FEC" w:rsidRDefault="00805FEC" w:rsidP="00805FEC">
      <w:pPr>
        <w:pStyle w:val="BackMatterHeading"/>
      </w:pPr>
      <w:bookmarkStart w:id="189" w:name="AppF"/>
      <w:bookmarkStart w:id="190" w:name="_Toc444160459"/>
      <w:bookmarkStart w:id="191" w:name="_Toc7163799"/>
      <w:r>
        <w:lastRenderedPageBreak/>
        <w:t>Appendix F: Additional Appendices</w:t>
      </w:r>
      <w:bookmarkEnd w:id="189"/>
      <w:bookmarkEnd w:id="190"/>
      <w:bookmarkEnd w:id="191"/>
    </w:p>
    <w:p w14:paraId="1C9B196F" w14:textId="77777777" w:rsidR="00A44BA4" w:rsidRPr="00213D9A" w:rsidRDefault="00A44BA4" w:rsidP="00A44BA4">
      <w:pPr>
        <w:pStyle w:val="InstructionalText"/>
      </w:pPr>
      <w:bookmarkStart w:id="192" w:name="_Toc396111632"/>
      <w:bookmarkStart w:id="193" w:name="_Toc443996756"/>
      <w:bookmarkStart w:id="194" w:name="AppG"/>
      <w:bookmarkStart w:id="195" w:name="_Toc444160460"/>
      <w:r w:rsidRPr="009E3CC2">
        <w:t>Instructions: Utilize additional appendices to facilitate ease of use and maintenance of the document. Suggested appendices include (but are not limited to):</w:t>
      </w:r>
    </w:p>
    <w:p w14:paraId="052B772B" w14:textId="51D5DE06" w:rsidR="00A44BA4" w:rsidRPr="00A44BA4" w:rsidRDefault="00A44BA4" w:rsidP="00A44BA4">
      <w:pPr>
        <w:pStyle w:val="InstructionalTextBullet"/>
      </w:pPr>
      <w:r w:rsidRPr="00A44BA4">
        <w:t xml:space="preserve">Software Architecture Diagrams </w:t>
      </w:r>
      <w:r w:rsidR="004264F8">
        <w:t>-</w:t>
      </w:r>
      <w:r w:rsidRPr="00A44BA4">
        <w:t xml:space="preserve"> provide the functional hierarchy diagrams, structured organization diagrams, or object-oriented diagrams that show the various segmentation levels of the software architecture down to the lowest level.</w:t>
      </w:r>
    </w:p>
    <w:p w14:paraId="6F8756CE" w14:textId="44FB35D8" w:rsidR="00A44BA4" w:rsidRPr="00A44BA4" w:rsidRDefault="00A44BA4" w:rsidP="00A44BA4">
      <w:pPr>
        <w:pStyle w:val="InstructionalTextBullet"/>
      </w:pPr>
      <w:r w:rsidRPr="00A44BA4">
        <w:t xml:space="preserve">Data Dictionary </w:t>
      </w:r>
      <w:r w:rsidR="004264F8">
        <w:t>-</w:t>
      </w:r>
      <w:r w:rsidRPr="00A44BA4">
        <w:t xml:space="preserve"> provide definitions of all processes, data flows, data elements, and data stores.</w:t>
      </w:r>
    </w:p>
    <w:p w14:paraId="361A00CB" w14:textId="5D7E02FD" w:rsidR="00A44BA4" w:rsidRPr="00A44BA4" w:rsidRDefault="00A44BA4" w:rsidP="00A44BA4">
      <w:pPr>
        <w:pStyle w:val="InstructionalTextBullet"/>
      </w:pPr>
      <w:r w:rsidRPr="00A44BA4">
        <w:t xml:space="preserve">Requirements Traceability Matrix </w:t>
      </w:r>
      <w:r w:rsidR="004264F8">
        <w:t>-</w:t>
      </w:r>
      <w:r w:rsidRPr="00A44BA4">
        <w:t xml:space="preserve"> demonstrate backward traceability of the system and software architectural designs to the functional and nonfunctional requirements documented in the Requirements Document.</w:t>
      </w:r>
    </w:p>
    <w:p w14:paraId="1E9D2B10" w14:textId="2A1DB4D4" w:rsidR="00A44BA4" w:rsidRPr="00063BE8" w:rsidRDefault="00A44BA4" w:rsidP="00A44BA4">
      <w:pPr>
        <w:pStyle w:val="InstructionalTextBullet"/>
        <w:rPr>
          <w:rStyle w:val="Hyperlink"/>
        </w:rPr>
      </w:pPr>
      <w:r w:rsidRPr="00A44BA4">
        <w:t xml:space="preserve">CMS Section 508 Product Assessment </w:t>
      </w:r>
      <w:r w:rsidR="004264F8">
        <w:t>-</w:t>
      </w:r>
      <w:r w:rsidRPr="00A44BA4">
        <w:t xml:space="preserve"> demonstrate compliance or non-compliance with accessibility standards provided in Section 508 of the Rehabilitation Act of 1973, as amended effective June 20, 2001</w:t>
      </w:r>
      <w:r w:rsidR="00447B84">
        <w:t>.</w:t>
      </w:r>
      <w:bookmarkStart w:id="196" w:name="_GoBack"/>
      <w:bookmarkEnd w:id="196"/>
    </w:p>
    <w:p w14:paraId="342A9E03" w14:textId="77777777" w:rsidR="00805FEC" w:rsidRPr="00C33198" w:rsidRDefault="00805FEC" w:rsidP="00805FEC">
      <w:pPr>
        <w:pStyle w:val="BackMatterHeading"/>
      </w:pPr>
      <w:bookmarkStart w:id="197" w:name="_Toc7163800"/>
      <w:r>
        <w:lastRenderedPageBreak/>
        <w:t>Appendix G: Notes to the Author/</w:t>
      </w:r>
      <w:r w:rsidRPr="00C33198">
        <w:t>Template Instructions</w:t>
      </w:r>
      <w:bookmarkEnd w:id="192"/>
      <w:bookmarkEnd w:id="193"/>
      <w:bookmarkEnd w:id="194"/>
      <w:bookmarkEnd w:id="195"/>
      <w:bookmarkEnd w:id="197"/>
    </w:p>
    <w:p w14:paraId="61FC958E" w14:textId="5D0F70EA" w:rsidR="00805FEC" w:rsidRPr="002B2FF0" w:rsidRDefault="00805FEC" w:rsidP="00805FEC">
      <w:pPr>
        <w:pStyle w:val="InstructionalText"/>
      </w:pPr>
      <w:r w:rsidRPr="002B2FF0">
        <w:t>This document is a templa</w:t>
      </w:r>
      <w:r>
        <w:t>te for creating an</w:t>
      </w:r>
      <w:r w:rsidRPr="002B2FF0">
        <w:t xml:space="preserve"> </w:t>
      </w:r>
      <w:r w:rsidR="00216290">
        <w:t>SDD</w:t>
      </w:r>
      <w:r>
        <w:t xml:space="preserve"> </w:t>
      </w:r>
      <w:r w:rsidRPr="002B2FF0">
        <w:t>for a given investment</w:t>
      </w:r>
      <w:r>
        <w:t xml:space="preserve"> or project</w:t>
      </w:r>
      <w:r w:rsidRPr="002B2FF0">
        <w:t>. The final document should be delivered in an el</w:t>
      </w:r>
      <w:r>
        <w:t>ectronically searchable format.</w:t>
      </w:r>
      <w:r w:rsidRPr="002B2FF0">
        <w:t xml:space="preserve"> The </w:t>
      </w:r>
      <w:r w:rsidR="00216290">
        <w:t>SDD</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320258D4" w14:textId="77777777" w:rsidR="00805FEC" w:rsidRPr="002B2FF0" w:rsidRDefault="00805FEC" w:rsidP="00805FEC">
      <w:pPr>
        <w:pStyle w:val="InstructionalText"/>
      </w:pPr>
      <w:r w:rsidRPr="002B2FF0">
        <w:t>This template includes instructions, boilerplate text, and fields. The developer should note that:</w:t>
      </w:r>
    </w:p>
    <w:p w14:paraId="1F169A9A" w14:textId="77777777" w:rsidR="00805FEC" w:rsidRPr="0060038A" w:rsidRDefault="00805FEC" w:rsidP="0060038A">
      <w:pPr>
        <w:pStyle w:val="InstructionalTextBullet"/>
      </w:pPr>
      <w:r w:rsidRPr="0060038A">
        <w:t>Each section provides instructions or describes the intent, assumptions, and context for content included in that section. Instructional text appears in blue italicized font throughout this template.</w:t>
      </w:r>
    </w:p>
    <w:p w14:paraId="4135DAC4" w14:textId="77777777" w:rsidR="00805FEC" w:rsidRPr="0060038A" w:rsidRDefault="00805FEC" w:rsidP="0060038A">
      <w:pPr>
        <w:pStyle w:val="InstructionalTextBullet"/>
      </w:pPr>
      <w:r w:rsidRPr="0060038A">
        <w:t>Instructional text in each section should be replaced with information specific to the particular investment.</w:t>
      </w:r>
    </w:p>
    <w:p w14:paraId="4A165C5B" w14:textId="77777777" w:rsidR="00805FEC" w:rsidRPr="0060038A" w:rsidRDefault="00805FEC" w:rsidP="0060038A">
      <w:pPr>
        <w:pStyle w:val="InstructionalTextBullet"/>
      </w:pPr>
      <w:r w:rsidRPr="0060038A">
        <w:t>Some text and tables are provided as boilerplate examples of wording and formats that may be used or modified as appropriate.</w:t>
      </w:r>
    </w:p>
    <w:p w14:paraId="56E1F004" w14:textId="77777777" w:rsidR="00805FEC" w:rsidRPr="002B2FF0" w:rsidRDefault="00805FEC" w:rsidP="00805FEC">
      <w:pPr>
        <w:pStyle w:val="InstructionalText"/>
      </w:pPr>
      <w:r w:rsidRPr="002B2FF0">
        <w:t>When using this template, follow these steps:</w:t>
      </w:r>
    </w:p>
    <w:p w14:paraId="34C1A4F1" w14:textId="77777777" w:rsidR="00805FEC" w:rsidRPr="002B2FF0" w:rsidRDefault="00805FEC" w:rsidP="00BE26BF">
      <w:pPr>
        <w:pStyle w:val="InstructionalTextNumber"/>
        <w:numPr>
          <w:ilvl w:val="0"/>
          <w:numId w:val="1"/>
        </w:numPr>
      </w:pPr>
      <w:r w:rsidRPr="002B2FF0">
        <w:t xml:space="preserve">Table captions and descriptions are to be placed </w:t>
      </w:r>
      <w:r>
        <w:t>left-aligned</w:t>
      </w:r>
      <w:r w:rsidRPr="002B2FF0">
        <w:t>, above the table.</w:t>
      </w:r>
    </w:p>
    <w:p w14:paraId="03E18314" w14:textId="77777777" w:rsidR="00805FEC" w:rsidRPr="002B2FF0" w:rsidRDefault="00805FEC" w:rsidP="00BE26BF">
      <w:pPr>
        <w:pStyle w:val="InstructionalTextNumber"/>
        <w:numPr>
          <w:ilvl w:val="0"/>
          <w:numId w:val="1"/>
        </w:numPr>
      </w:pPr>
      <w:r w:rsidRPr="002B2FF0">
        <w:t>Modify any boilerplate text, as appropriate, to your specific investment.</w:t>
      </w:r>
    </w:p>
    <w:p w14:paraId="7D6E3B5A" w14:textId="77777777" w:rsidR="00805FEC" w:rsidRPr="002B2FF0" w:rsidRDefault="00805FEC" w:rsidP="00BE26BF">
      <w:pPr>
        <w:pStyle w:val="InstructionalTextNumber"/>
        <w:numPr>
          <w:ilvl w:val="0"/>
          <w:numId w:val="1"/>
        </w:numPr>
      </w:pPr>
      <w:r w:rsidRPr="002B2FF0">
        <w:t>Do not delete any headings. If the heading is not applicable to the investment, enter “Not Applicable” under the heading.</w:t>
      </w:r>
    </w:p>
    <w:p w14:paraId="08E7E888" w14:textId="77777777" w:rsidR="00805FEC" w:rsidRPr="002B2FF0" w:rsidRDefault="00805FEC" w:rsidP="00BE26BF">
      <w:pPr>
        <w:pStyle w:val="InstructionalTextNumber"/>
        <w:numPr>
          <w:ilvl w:val="0"/>
          <w:numId w:val="1"/>
        </w:numPr>
      </w:pPr>
      <w:r w:rsidRPr="002B2FF0">
        <w:t>All documents must be compliant with Section 508 requirements.</w:t>
      </w:r>
    </w:p>
    <w:p w14:paraId="43D04E0C" w14:textId="77777777" w:rsidR="00805FEC" w:rsidRPr="002B2FF0" w:rsidRDefault="00805FEC" w:rsidP="00BE26BF">
      <w:pPr>
        <w:pStyle w:val="InstructionalTextNumber"/>
        <w:numPr>
          <w:ilvl w:val="0"/>
          <w:numId w:val="1"/>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294EF562" w14:textId="25B38800" w:rsidR="00805FEC" w:rsidRDefault="00805FEC" w:rsidP="00BE26BF">
      <w:pPr>
        <w:pStyle w:val="InstructionalTextNumber"/>
        <w:numPr>
          <w:ilvl w:val="0"/>
          <w:numId w:val="1"/>
        </w:numPr>
      </w:pPr>
      <w:r w:rsidRPr="002B2FF0">
        <w:t>Del</w:t>
      </w:r>
      <w:r>
        <w:t>ete this “Notes to the Author/</w:t>
      </w:r>
      <w:r w:rsidRPr="002B2FF0">
        <w:t>Template Instructions” page and all instructions to the author before finalizing the initial draft of the document.</w:t>
      </w:r>
      <w:bookmarkEnd w:id="12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73753A6B" w14:textId="08738823" w:rsidR="001909AF" w:rsidRDefault="001909AF" w:rsidP="001909AF">
      <w:pPr>
        <w:pStyle w:val="InstructionalTextNumber"/>
        <w:numPr>
          <w:ilvl w:val="0"/>
          <w:numId w:val="0"/>
        </w:numPr>
        <w:ind w:left="1080" w:hanging="360"/>
      </w:pPr>
    </w:p>
    <w:p w14:paraId="533A5C4A" w14:textId="6FD3FDE5" w:rsidR="001909AF" w:rsidRDefault="001909AF" w:rsidP="001909AF">
      <w:pPr>
        <w:pStyle w:val="InstructionalTextNumber"/>
        <w:numPr>
          <w:ilvl w:val="0"/>
          <w:numId w:val="0"/>
        </w:numPr>
        <w:ind w:left="1080" w:hanging="360"/>
      </w:pPr>
    </w:p>
    <w:p w14:paraId="32C02989" w14:textId="453B114C" w:rsidR="001909AF" w:rsidRDefault="001909AF" w:rsidP="001909AF">
      <w:pPr>
        <w:pStyle w:val="InstructionalTextNumber"/>
        <w:numPr>
          <w:ilvl w:val="0"/>
          <w:numId w:val="0"/>
        </w:numPr>
        <w:ind w:left="1080" w:hanging="360"/>
      </w:pPr>
    </w:p>
    <w:p w14:paraId="06136F2C" w14:textId="32BDD857" w:rsidR="001909AF" w:rsidRDefault="001909AF" w:rsidP="001909AF">
      <w:pPr>
        <w:pStyle w:val="InstructionalTextNumber"/>
        <w:numPr>
          <w:ilvl w:val="0"/>
          <w:numId w:val="0"/>
        </w:numPr>
        <w:ind w:left="1080" w:hanging="360"/>
      </w:pPr>
    </w:p>
    <w:p w14:paraId="38215DFE" w14:textId="09AC90B5" w:rsidR="001909AF" w:rsidRDefault="001909AF" w:rsidP="001909AF">
      <w:pPr>
        <w:pStyle w:val="InstructionalTextNumber"/>
        <w:numPr>
          <w:ilvl w:val="0"/>
          <w:numId w:val="0"/>
        </w:numPr>
        <w:ind w:left="1080" w:hanging="360"/>
      </w:pPr>
    </w:p>
    <w:p w14:paraId="3C3822DB" w14:textId="43E2CAE8" w:rsidR="001909AF" w:rsidRDefault="001909AF" w:rsidP="001909AF">
      <w:pPr>
        <w:pStyle w:val="InstructionalTextNumber"/>
        <w:numPr>
          <w:ilvl w:val="0"/>
          <w:numId w:val="0"/>
        </w:numPr>
        <w:ind w:left="1080" w:hanging="360"/>
      </w:pPr>
    </w:p>
    <w:p w14:paraId="2BB2A615" w14:textId="751167B6" w:rsidR="001909AF" w:rsidRDefault="001909AF" w:rsidP="001909AF">
      <w:pPr>
        <w:pStyle w:val="BackMatterHeading"/>
        <w:ind w:left="360"/>
      </w:pPr>
      <w:bookmarkStart w:id="198" w:name="_Toc395081368"/>
      <w:bookmarkStart w:id="199" w:name="_Toc396111279"/>
      <w:r>
        <w:lastRenderedPageBreak/>
        <w:t>Appendix H: Template Revision History</w:t>
      </w:r>
      <w:bookmarkEnd w:id="198"/>
      <w:bookmarkEnd w:id="199"/>
    </w:p>
    <w:p w14:paraId="7F9A40A7" w14:textId="60F52066" w:rsidR="001909AF" w:rsidRPr="0026122C" w:rsidRDefault="001909AF" w:rsidP="001909AF">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System Design Document artifact, please refer to page 19 (Record of Changes). </w:t>
      </w:r>
    </w:p>
    <w:p w14:paraId="5BAF3C61" w14:textId="351FBF1E" w:rsidR="001909AF" w:rsidRDefault="001909AF" w:rsidP="001909AF">
      <w:pPr>
        <w:pStyle w:val="Caption"/>
      </w:pPr>
      <w:bookmarkStart w:id="200" w:name="_Toc391640586"/>
      <w:bookmarkStart w:id="201" w:name="_Toc396111295"/>
      <w:r>
        <w:t>Table 6</w:t>
      </w:r>
      <w:r>
        <w:fldChar w:fldCharType="begin"/>
      </w:r>
      <w:r>
        <w:instrText xml:space="preserve"> SEQ Table \* ARABIC </w:instrText>
      </w:r>
      <w:r>
        <w:fldChar w:fldCharType="end"/>
      </w:r>
      <w:r>
        <w:t>: Template Revision History</w:t>
      </w:r>
      <w:bookmarkEnd w:id="200"/>
      <w:bookmarkEnd w:id="201"/>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1909AF" w:rsidRPr="000E5004" w14:paraId="0F06F1B7"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6CAC3CDD" w14:textId="77777777" w:rsidR="001909AF" w:rsidRPr="00956C5C" w:rsidRDefault="001909AF" w:rsidP="00EC1EEB">
            <w:pPr>
              <w:pStyle w:val="TableColumnHeading"/>
            </w:pPr>
            <w:r w:rsidRPr="00956C5C">
              <w:t>Version</w:t>
            </w:r>
          </w:p>
          <w:p w14:paraId="26A7CC25" w14:textId="77777777" w:rsidR="001909AF" w:rsidRPr="00956C5C" w:rsidRDefault="001909AF"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E4F639D" w14:textId="77777777" w:rsidR="001909AF" w:rsidRPr="00956C5C" w:rsidRDefault="001909AF"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6AD2C0B" w14:textId="77777777" w:rsidR="001909AF" w:rsidRPr="00A3688F" w:rsidRDefault="001909AF"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0C7F69B5" w14:textId="77777777" w:rsidR="001909AF" w:rsidRPr="00956C5C" w:rsidRDefault="001909AF" w:rsidP="00EC1EEB">
            <w:pPr>
              <w:pStyle w:val="TableColumnHeading"/>
            </w:pPr>
            <w:r w:rsidRPr="00956C5C">
              <w:t>Description of Change</w:t>
            </w:r>
          </w:p>
        </w:tc>
      </w:tr>
      <w:tr w:rsidR="001909AF" w14:paraId="7D745AC3"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1873AC5C" w14:textId="77777777" w:rsidR="001909AF" w:rsidRDefault="001909AF"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28A805B6" w14:textId="77777777" w:rsidR="001909AF" w:rsidRDefault="001909AF"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50EFEB1C" w14:textId="77777777" w:rsidR="001909AF" w:rsidRDefault="001909AF"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1F1B82C4" w14:textId="77777777" w:rsidR="001909AF" w:rsidRDefault="001909AF" w:rsidP="00EC1EEB">
            <w:pPr>
              <w:pStyle w:val="TableText"/>
            </w:pPr>
            <w:r>
              <w:t>Baseline document</w:t>
            </w:r>
          </w:p>
        </w:tc>
      </w:tr>
      <w:tr w:rsidR="001909AF" w14:paraId="5692E6F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3CAE891" w14:textId="77777777" w:rsidR="001909AF" w:rsidRPr="000E5004"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A48FB16" w14:textId="77777777" w:rsidR="001909AF" w:rsidRPr="000E5004"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CD550EF" w14:textId="77777777" w:rsidR="001909AF" w:rsidRPr="000E5004"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E8EC7C6" w14:textId="77777777" w:rsidR="001909AF" w:rsidRPr="000E5004" w:rsidRDefault="001909AF" w:rsidP="00EC1EEB">
            <w:pPr>
              <w:pStyle w:val="TableText"/>
            </w:pPr>
          </w:p>
        </w:tc>
      </w:tr>
      <w:tr w:rsidR="001909AF" w14:paraId="75BB43B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CB2C0F5" w14:textId="77777777" w:rsidR="001909AF" w:rsidRPr="000E5004"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0A1582F" w14:textId="77777777" w:rsidR="001909AF" w:rsidRPr="000E5004"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8C0F377" w14:textId="77777777" w:rsidR="001909AF" w:rsidRPr="000E5004"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D4907C0" w14:textId="77777777" w:rsidR="001909AF" w:rsidRPr="000E5004" w:rsidRDefault="001909AF" w:rsidP="00EC1EEB">
            <w:pPr>
              <w:pStyle w:val="TableText"/>
            </w:pPr>
          </w:p>
        </w:tc>
      </w:tr>
      <w:tr w:rsidR="001909AF" w14:paraId="66F0932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C20A95B" w14:textId="77777777" w:rsidR="001909AF" w:rsidRPr="000E5004"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C0DC99E" w14:textId="77777777" w:rsidR="001909AF" w:rsidRPr="000E5004"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7FCB021" w14:textId="77777777" w:rsidR="001909AF" w:rsidRPr="000E5004"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3FDB408" w14:textId="77777777" w:rsidR="001909AF" w:rsidRPr="000E5004" w:rsidRDefault="001909AF" w:rsidP="00EC1EEB">
            <w:pPr>
              <w:pStyle w:val="TableText"/>
            </w:pPr>
          </w:p>
        </w:tc>
      </w:tr>
      <w:tr w:rsidR="001909AF" w14:paraId="3A2E3EA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64985D9" w14:textId="77777777" w:rsidR="001909AF" w:rsidRPr="000E5004"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DA0B165" w14:textId="77777777" w:rsidR="001909AF" w:rsidRPr="000E5004"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8C2482E" w14:textId="77777777" w:rsidR="001909AF" w:rsidRPr="000E5004"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057FA68" w14:textId="77777777" w:rsidR="001909AF" w:rsidRPr="000E5004" w:rsidRDefault="001909AF" w:rsidP="00EC1EEB">
            <w:pPr>
              <w:pStyle w:val="TableText"/>
            </w:pPr>
          </w:p>
        </w:tc>
      </w:tr>
      <w:tr w:rsidR="001909AF" w14:paraId="5B77135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B25479C"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038EA17"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2793399"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EBD33C0" w14:textId="77777777" w:rsidR="001909AF" w:rsidRPr="004B5BBD" w:rsidRDefault="001909AF" w:rsidP="00EC1EEB">
            <w:pPr>
              <w:pStyle w:val="TableText"/>
            </w:pPr>
          </w:p>
        </w:tc>
      </w:tr>
      <w:tr w:rsidR="001909AF" w14:paraId="716CE02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22D81C5"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6D80689"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87F7071"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C097225" w14:textId="77777777" w:rsidR="001909AF" w:rsidRPr="004B5BBD" w:rsidRDefault="001909AF" w:rsidP="00EC1EEB">
            <w:pPr>
              <w:pStyle w:val="TableText"/>
            </w:pPr>
          </w:p>
        </w:tc>
      </w:tr>
      <w:tr w:rsidR="001909AF" w14:paraId="05B442B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8DF91BA"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3E685E1"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DAAE593"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0361445" w14:textId="77777777" w:rsidR="001909AF" w:rsidRPr="004B5BBD" w:rsidRDefault="001909AF" w:rsidP="00EC1EEB">
            <w:pPr>
              <w:pStyle w:val="TableText"/>
            </w:pPr>
          </w:p>
        </w:tc>
      </w:tr>
      <w:tr w:rsidR="001909AF" w14:paraId="7B99DE5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F6FD099"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FA27C49"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786DC5B"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BC04EBF" w14:textId="77777777" w:rsidR="001909AF" w:rsidRPr="004B5BBD" w:rsidRDefault="001909AF" w:rsidP="00EC1EEB">
            <w:pPr>
              <w:pStyle w:val="TableText"/>
            </w:pPr>
          </w:p>
        </w:tc>
      </w:tr>
      <w:tr w:rsidR="001909AF" w14:paraId="730C30C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8F45B9E"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16BA154"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918E0B2"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A70C397" w14:textId="77777777" w:rsidR="001909AF" w:rsidRPr="004B5BBD" w:rsidRDefault="001909AF" w:rsidP="00EC1EEB">
            <w:pPr>
              <w:pStyle w:val="TableText"/>
            </w:pPr>
          </w:p>
        </w:tc>
      </w:tr>
      <w:tr w:rsidR="001909AF" w14:paraId="00ADE31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5B9041C"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5DF85B5"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B193AEF"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1F6B5EB" w14:textId="77777777" w:rsidR="001909AF" w:rsidRPr="004B5BBD" w:rsidRDefault="001909AF" w:rsidP="00EC1EEB">
            <w:pPr>
              <w:pStyle w:val="TableText"/>
            </w:pPr>
          </w:p>
        </w:tc>
      </w:tr>
      <w:tr w:rsidR="001909AF" w14:paraId="7C749C2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9ECF631"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2AD88AD"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6610FC7"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4A72CF5" w14:textId="77777777" w:rsidR="001909AF" w:rsidRPr="004B5BBD" w:rsidRDefault="001909AF" w:rsidP="00EC1EEB">
            <w:pPr>
              <w:pStyle w:val="TableText"/>
            </w:pPr>
          </w:p>
        </w:tc>
      </w:tr>
      <w:tr w:rsidR="001909AF" w14:paraId="7796EA4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09671C3" w14:textId="77777777" w:rsidR="001909AF" w:rsidRPr="004B5BBD" w:rsidRDefault="001909AF"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696FC50" w14:textId="77777777" w:rsidR="001909AF" w:rsidRPr="004B5BBD" w:rsidRDefault="001909AF"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95A64ED" w14:textId="77777777" w:rsidR="001909AF" w:rsidRPr="004B5BBD" w:rsidRDefault="001909AF"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BDEA61A" w14:textId="77777777" w:rsidR="001909AF" w:rsidRPr="004B5BBD" w:rsidRDefault="001909AF" w:rsidP="00EC1EEB">
            <w:pPr>
              <w:pStyle w:val="TableText"/>
            </w:pPr>
          </w:p>
        </w:tc>
      </w:tr>
    </w:tbl>
    <w:p w14:paraId="6E8F05F6" w14:textId="77777777" w:rsidR="001909AF" w:rsidRPr="00BF5F65" w:rsidRDefault="001909AF" w:rsidP="001909AF">
      <w:pPr>
        <w:pStyle w:val="InstructionalTextNumber"/>
        <w:numPr>
          <w:ilvl w:val="0"/>
          <w:numId w:val="0"/>
        </w:numPr>
        <w:ind w:left="1080" w:hanging="360"/>
      </w:pPr>
    </w:p>
    <w:sectPr w:rsidR="001909AF" w:rsidRPr="00BF5F65" w:rsidSect="00F36E8F">
      <w:headerReference w:type="default" r:id="rId17"/>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5041A" w14:textId="77777777" w:rsidR="00940C4C" w:rsidRDefault="00940C4C">
      <w:r>
        <w:separator/>
      </w:r>
    </w:p>
    <w:p w14:paraId="3B0B2C51" w14:textId="77777777" w:rsidR="00940C4C" w:rsidRDefault="00940C4C"/>
    <w:p w14:paraId="36AFF538" w14:textId="77777777" w:rsidR="00940C4C" w:rsidRDefault="00940C4C"/>
  </w:endnote>
  <w:endnote w:type="continuationSeparator" w:id="0">
    <w:p w14:paraId="3BE8212B" w14:textId="77777777" w:rsidR="00940C4C" w:rsidRDefault="00940C4C">
      <w:r>
        <w:continuationSeparator/>
      </w:r>
    </w:p>
    <w:p w14:paraId="534D4EFA" w14:textId="77777777" w:rsidR="00940C4C" w:rsidRDefault="00940C4C"/>
    <w:p w14:paraId="57DBBD49" w14:textId="77777777" w:rsidR="00940C4C" w:rsidRDefault="00940C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4A941" w14:textId="5081132E" w:rsidR="008315B9" w:rsidRDefault="008315B9" w:rsidP="008315B9">
    <w:pPr>
      <w:pStyle w:val="Footer"/>
      <w:tabs>
        <w:tab w:val="left" w:pos="7395"/>
      </w:tabs>
      <w:spacing w:before="120"/>
    </w:pPr>
    <w:r>
      <w:t>SDD Version X.X</w:t>
    </w:r>
    <w:r>
      <w:tab/>
    </w:r>
    <w:r>
      <w:fldChar w:fldCharType="begin"/>
    </w:r>
    <w:r>
      <w:instrText xml:space="preserve"> PAGE   \* MERGEFORMAT </w:instrText>
    </w:r>
    <w:r>
      <w:fldChar w:fldCharType="separate"/>
    </w:r>
    <w:r w:rsidR="00447B84">
      <w:rPr>
        <w:noProof/>
      </w:rPr>
      <w:t>17</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70817" w14:textId="77777777" w:rsidR="00940C4C" w:rsidRDefault="00940C4C">
      <w:r>
        <w:separator/>
      </w:r>
    </w:p>
    <w:p w14:paraId="13CE4EA6" w14:textId="77777777" w:rsidR="00940C4C" w:rsidRDefault="00940C4C"/>
    <w:p w14:paraId="6CABE62E" w14:textId="77777777" w:rsidR="00940C4C" w:rsidRDefault="00940C4C"/>
  </w:footnote>
  <w:footnote w:type="continuationSeparator" w:id="0">
    <w:p w14:paraId="3B6BE84E" w14:textId="77777777" w:rsidR="00940C4C" w:rsidRDefault="00940C4C">
      <w:r>
        <w:continuationSeparator/>
      </w:r>
    </w:p>
    <w:p w14:paraId="35BBC284" w14:textId="77777777" w:rsidR="00940C4C" w:rsidRDefault="00940C4C"/>
    <w:p w14:paraId="7F22150C" w14:textId="77777777" w:rsidR="00940C4C" w:rsidRDefault="00940C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4E4E" w14:textId="058DAE94" w:rsidR="008D0B6D" w:rsidRDefault="008D0B6D" w:rsidP="00267C5C">
    <w:pPr>
      <w:pStyle w:val="Header"/>
    </w:pPr>
    <w:r>
      <w:t>CMS</w:t>
    </w:r>
    <w:r>
      <w:tab/>
    </w:r>
    <w:fldSimple w:instr=" STYLEREF  &quot;Front Matter Header&quot;  \* MERGEFORMAT ">
      <w:r w:rsidR="00447B84">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46159" w14:textId="7C2BDD35" w:rsidR="00FF7CAA" w:rsidRDefault="00FF7CAA" w:rsidP="00267C5C">
    <w:pPr>
      <w:pStyle w:val="Header"/>
    </w:pPr>
    <w:r>
      <w:t>CMS</w:t>
    </w:r>
    <w:r>
      <w:tab/>
    </w:r>
    <w:fldSimple w:instr=" STYLEREF  &quot;Heading 2&quot;  \* MERGEFORMAT ">
      <w:r w:rsidR="00447B84">
        <w:rPr>
          <w:noProof/>
        </w:rPr>
        <w:t>System Integrity Controls</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7A6A" w14:textId="3069BEFB" w:rsidR="00267C5C" w:rsidRDefault="00267C5C" w:rsidP="00267C5C">
    <w:pPr>
      <w:pStyle w:val="Header"/>
    </w:pPr>
    <w:r>
      <w:t>CMS</w:t>
    </w:r>
    <w:r>
      <w:tab/>
    </w:r>
    <w:fldSimple w:instr=" STYLEREF  &quot;Back Matter Heading&quot;  \* MERGEFORMAT ">
      <w:r w:rsidR="00447B84">
        <w:rPr>
          <w:noProof/>
        </w:rPr>
        <w:t>Appendix A: Record of Changes</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5"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18"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9" w15:restartNumberingAfterBreak="0">
    <w:nsid w:val="628F5423"/>
    <w:multiLevelType w:val="multilevel"/>
    <w:tmpl w:val="E8268DCA"/>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4"/>
        <w:szCs w:val="24"/>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val="0"/>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0"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11"/>
  </w:num>
  <w:num w:numId="4">
    <w:abstractNumId w:val="12"/>
  </w:num>
  <w:num w:numId="5">
    <w:abstractNumId w:val="13"/>
  </w:num>
  <w:num w:numId="6">
    <w:abstractNumId w:val="16"/>
  </w:num>
  <w:num w:numId="7">
    <w:abstractNumId w:val="15"/>
  </w:num>
  <w:num w:numId="8">
    <w:abstractNumId w:val="20"/>
  </w:num>
  <w:num w:numId="9">
    <w:abstractNumId w:val="5"/>
  </w:num>
  <w:num w:numId="10">
    <w:abstractNumId w:val="24"/>
  </w:num>
  <w:num w:numId="11">
    <w:abstractNumId w:val="21"/>
  </w:num>
  <w:num w:numId="12">
    <w:abstractNumId w:val="7"/>
  </w:num>
  <w:num w:numId="13">
    <w:abstractNumId w:val="9"/>
  </w:num>
  <w:num w:numId="14">
    <w:abstractNumId w:val="22"/>
  </w:num>
  <w:num w:numId="15">
    <w:abstractNumId w:val="18"/>
  </w:num>
  <w:num w:numId="16">
    <w:abstractNumId w:val="17"/>
  </w:num>
  <w:num w:numId="17">
    <w:abstractNumId w:val="8"/>
  </w:num>
  <w:num w:numId="18">
    <w:abstractNumId w:val="19"/>
  </w:num>
  <w:num w:numId="19">
    <w:abstractNumId w:val="19"/>
  </w:num>
  <w:num w:numId="20">
    <w:abstractNumId w:val="10"/>
  </w:num>
  <w:num w:numId="21">
    <w:abstractNumId w:val="1"/>
  </w:num>
  <w:num w:numId="22">
    <w:abstractNumId w:val="2"/>
  </w:num>
  <w:num w:numId="23">
    <w:abstractNumId w:val="14"/>
  </w:num>
  <w:num w:numId="24">
    <w:abstractNumId w:val="3"/>
  </w:num>
  <w:num w:numId="25">
    <w:abstractNumId w:val="0"/>
  </w:num>
  <w:num w:numId="26">
    <w:abstractNumId w:val="23"/>
  </w:num>
  <w:num w:numId="27">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hideGrammaticalErrors/>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25D3"/>
    <w:rsid w:val="000052F4"/>
    <w:rsid w:val="0000738C"/>
    <w:rsid w:val="00011460"/>
    <w:rsid w:val="00015544"/>
    <w:rsid w:val="00017B91"/>
    <w:rsid w:val="00020CC0"/>
    <w:rsid w:val="00031A38"/>
    <w:rsid w:val="00032768"/>
    <w:rsid w:val="000357E5"/>
    <w:rsid w:val="0003640C"/>
    <w:rsid w:val="00037ACC"/>
    <w:rsid w:val="00037BB3"/>
    <w:rsid w:val="00040ADE"/>
    <w:rsid w:val="00040B6F"/>
    <w:rsid w:val="00041C72"/>
    <w:rsid w:val="00041F9E"/>
    <w:rsid w:val="00050650"/>
    <w:rsid w:val="00051049"/>
    <w:rsid w:val="000523A3"/>
    <w:rsid w:val="00052649"/>
    <w:rsid w:val="000529B6"/>
    <w:rsid w:val="0005398D"/>
    <w:rsid w:val="0005468E"/>
    <w:rsid w:val="00061FA4"/>
    <w:rsid w:val="00063BE8"/>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A565B"/>
    <w:rsid w:val="000B3960"/>
    <w:rsid w:val="000B53AF"/>
    <w:rsid w:val="000C1D35"/>
    <w:rsid w:val="000C2654"/>
    <w:rsid w:val="000C4306"/>
    <w:rsid w:val="000C54E9"/>
    <w:rsid w:val="000C6A4A"/>
    <w:rsid w:val="000D0C0A"/>
    <w:rsid w:val="000D1F60"/>
    <w:rsid w:val="000D64CC"/>
    <w:rsid w:val="000E277F"/>
    <w:rsid w:val="000E5004"/>
    <w:rsid w:val="000E6681"/>
    <w:rsid w:val="000F4DF8"/>
    <w:rsid w:val="000F5182"/>
    <w:rsid w:val="000F5CE7"/>
    <w:rsid w:val="00105A38"/>
    <w:rsid w:val="00107116"/>
    <w:rsid w:val="00107492"/>
    <w:rsid w:val="001111D3"/>
    <w:rsid w:val="00111DF7"/>
    <w:rsid w:val="001141FB"/>
    <w:rsid w:val="001158A6"/>
    <w:rsid w:val="0011783C"/>
    <w:rsid w:val="001261C6"/>
    <w:rsid w:val="00126232"/>
    <w:rsid w:val="00131144"/>
    <w:rsid w:val="00131D24"/>
    <w:rsid w:val="00133A5D"/>
    <w:rsid w:val="00133B55"/>
    <w:rsid w:val="00133B7F"/>
    <w:rsid w:val="00134A9E"/>
    <w:rsid w:val="001355BB"/>
    <w:rsid w:val="00141018"/>
    <w:rsid w:val="00150991"/>
    <w:rsid w:val="001545F2"/>
    <w:rsid w:val="001548E2"/>
    <w:rsid w:val="00156E94"/>
    <w:rsid w:val="00160768"/>
    <w:rsid w:val="00160AAD"/>
    <w:rsid w:val="00161DD5"/>
    <w:rsid w:val="00162FD5"/>
    <w:rsid w:val="00163A98"/>
    <w:rsid w:val="001700E1"/>
    <w:rsid w:val="00170BB2"/>
    <w:rsid w:val="00170F31"/>
    <w:rsid w:val="001714ED"/>
    <w:rsid w:val="001737AC"/>
    <w:rsid w:val="001844E8"/>
    <w:rsid w:val="001855E7"/>
    <w:rsid w:val="00185BBB"/>
    <w:rsid w:val="00190254"/>
    <w:rsid w:val="001909AF"/>
    <w:rsid w:val="00191670"/>
    <w:rsid w:val="00195516"/>
    <w:rsid w:val="001965FF"/>
    <w:rsid w:val="001A0009"/>
    <w:rsid w:val="001A0D53"/>
    <w:rsid w:val="001A16D5"/>
    <w:rsid w:val="001A1995"/>
    <w:rsid w:val="001A1C60"/>
    <w:rsid w:val="001A3538"/>
    <w:rsid w:val="001A431B"/>
    <w:rsid w:val="001A65AF"/>
    <w:rsid w:val="001A75C5"/>
    <w:rsid w:val="001B3EDA"/>
    <w:rsid w:val="001B5413"/>
    <w:rsid w:val="001B7F6D"/>
    <w:rsid w:val="001C1769"/>
    <w:rsid w:val="001C3956"/>
    <w:rsid w:val="001D14EF"/>
    <w:rsid w:val="001D5C02"/>
    <w:rsid w:val="001E010B"/>
    <w:rsid w:val="001E7645"/>
    <w:rsid w:val="001E7FA2"/>
    <w:rsid w:val="001F16EA"/>
    <w:rsid w:val="001F2560"/>
    <w:rsid w:val="001F607A"/>
    <w:rsid w:val="00205F68"/>
    <w:rsid w:val="00207F0A"/>
    <w:rsid w:val="00210F13"/>
    <w:rsid w:val="00211ABA"/>
    <w:rsid w:val="00213826"/>
    <w:rsid w:val="00213D9A"/>
    <w:rsid w:val="00216290"/>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67C5C"/>
    <w:rsid w:val="00274462"/>
    <w:rsid w:val="0027569E"/>
    <w:rsid w:val="0027662F"/>
    <w:rsid w:val="00277CB1"/>
    <w:rsid w:val="00284BD3"/>
    <w:rsid w:val="00290882"/>
    <w:rsid w:val="002924B1"/>
    <w:rsid w:val="00293312"/>
    <w:rsid w:val="00296064"/>
    <w:rsid w:val="00296C37"/>
    <w:rsid w:val="002A37A8"/>
    <w:rsid w:val="002A3BFD"/>
    <w:rsid w:val="002A544D"/>
    <w:rsid w:val="002B03F4"/>
    <w:rsid w:val="002B08F3"/>
    <w:rsid w:val="002C0458"/>
    <w:rsid w:val="002D4437"/>
    <w:rsid w:val="002D5F48"/>
    <w:rsid w:val="002D76F4"/>
    <w:rsid w:val="002E1622"/>
    <w:rsid w:val="002E19C7"/>
    <w:rsid w:val="002E53F1"/>
    <w:rsid w:val="002F625C"/>
    <w:rsid w:val="003017A4"/>
    <w:rsid w:val="003062E1"/>
    <w:rsid w:val="00306DA6"/>
    <w:rsid w:val="00312BED"/>
    <w:rsid w:val="00315C8A"/>
    <w:rsid w:val="003216CF"/>
    <w:rsid w:val="00321956"/>
    <w:rsid w:val="0033064E"/>
    <w:rsid w:val="003363A8"/>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67B"/>
    <w:rsid w:val="003B0A55"/>
    <w:rsid w:val="003B1269"/>
    <w:rsid w:val="003B3D6A"/>
    <w:rsid w:val="003B49BA"/>
    <w:rsid w:val="003B4A0E"/>
    <w:rsid w:val="003B53AF"/>
    <w:rsid w:val="003B62F2"/>
    <w:rsid w:val="003C40A4"/>
    <w:rsid w:val="003C5AAB"/>
    <w:rsid w:val="003C72BE"/>
    <w:rsid w:val="003C778F"/>
    <w:rsid w:val="003C78FE"/>
    <w:rsid w:val="003D58EF"/>
    <w:rsid w:val="003D593F"/>
    <w:rsid w:val="003E44C5"/>
    <w:rsid w:val="003E4887"/>
    <w:rsid w:val="003F02BC"/>
    <w:rsid w:val="003F46A0"/>
    <w:rsid w:val="0040685F"/>
    <w:rsid w:val="00407D00"/>
    <w:rsid w:val="004112FD"/>
    <w:rsid w:val="00414717"/>
    <w:rsid w:val="00421882"/>
    <w:rsid w:val="00424583"/>
    <w:rsid w:val="004264F8"/>
    <w:rsid w:val="0042708B"/>
    <w:rsid w:val="004344A8"/>
    <w:rsid w:val="00436FD2"/>
    <w:rsid w:val="00437841"/>
    <w:rsid w:val="004407EB"/>
    <w:rsid w:val="00443DBB"/>
    <w:rsid w:val="00447B84"/>
    <w:rsid w:val="00454272"/>
    <w:rsid w:val="00455D22"/>
    <w:rsid w:val="00457D55"/>
    <w:rsid w:val="0046392F"/>
    <w:rsid w:val="004641E6"/>
    <w:rsid w:val="00466EF2"/>
    <w:rsid w:val="00475D38"/>
    <w:rsid w:val="00484094"/>
    <w:rsid w:val="0049141A"/>
    <w:rsid w:val="0049440D"/>
    <w:rsid w:val="004A1148"/>
    <w:rsid w:val="004A62A9"/>
    <w:rsid w:val="004A764C"/>
    <w:rsid w:val="004A79BD"/>
    <w:rsid w:val="004A7AF4"/>
    <w:rsid w:val="004B058A"/>
    <w:rsid w:val="004B0EDA"/>
    <w:rsid w:val="004B3FEB"/>
    <w:rsid w:val="004B5BBD"/>
    <w:rsid w:val="004B616D"/>
    <w:rsid w:val="004B68E6"/>
    <w:rsid w:val="004C73A6"/>
    <w:rsid w:val="004D385E"/>
    <w:rsid w:val="004D49F2"/>
    <w:rsid w:val="004D590B"/>
    <w:rsid w:val="004D5D3D"/>
    <w:rsid w:val="004D7601"/>
    <w:rsid w:val="004D788C"/>
    <w:rsid w:val="004E0D82"/>
    <w:rsid w:val="004E223B"/>
    <w:rsid w:val="004E2858"/>
    <w:rsid w:val="004E3802"/>
    <w:rsid w:val="004E7003"/>
    <w:rsid w:val="004E7835"/>
    <w:rsid w:val="004F2529"/>
    <w:rsid w:val="004F47E3"/>
    <w:rsid w:val="004F5769"/>
    <w:rsid w:val="004F7A12"/>
    <w:rsid w:val="005063D3"/>
    <w:rsid w:val="005065F0"/>
    <w:rsid w:val="005112C8"/>
    <w:rsid w:val="00512249"/>
    <w:rsid w:val="00521555"/>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4210"/>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0B8"/>
    <w:rsid w:val="005C56C1"/>
    <w:rsid w:val="005C6342"/>
    <w:rsid w:val="005C6A8B"/>
    <w:rsid w:val="005C7032"/>
    <w:rsid w:val="005C7C33"/>
    <w:rsid w:val="005D3941"/>
    <w:rsid w:val="005E0CD6"/>
    <w:rsid w:val="005E1CA5"/>
    <w:rsid w:val="005E29AE"/>
    <w:rsid w:val="005E3898"/>
    <w:rsid w:val="005F3815"/>
    <w:rsid w:val="0060038A"/>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3291"/>
    <w:rsid w:val="0069608A"/>
    <w:rsid w:val="006B0423"/>
    <w:rsid w:val="006B1938"/>
    <w:rsid w:val="006B34D0"/>
    <w:rsid w:val="006B7767"/>
    <w:rsid w:val="006B7DFB"/>
    <w:rsid w:val="006C1870"/>
    <w:rsid w:val="006D0271"/>
    <w:rsid w:val="006D0B63"/>
    <w:rsid w:val="006D3B35"/>
    <w:rsid w:val="006D4BEB"/>
    <w:rsid w:val="006D66FB"/>
    <w:rsid w:val="006E10D1"/>
    <w:rsid w:val="006E162D"/>
    <w:rsid w:val="006E2EA5"/>
    <w:rsid w:val="006E351B"/>
    <w:rsid w:val="006E4919"/>
    <w:rsid w:val="006E6273"/>
    <w:rsid w:val="006F1044"/>
    <w:rsid w:val="006F3AF3"/>
    <w:rsid w:val="006F68FC"/>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0395"/>
    <w:rsid w:val="00741589"/>
    <w:rsid w:val="0074349B"/>
    <w:rsid w:val="00746B96"/>
    <w:rsid w:val="00751096"/>
    <w:rsid w:val="00751601"/>
    <w:rsid w:val="00752BAE"/>
    <w:rsid w:val="00753563"/>
    <w:rsid w:val="007539DB"/>
    <w:rsid w:val="007572EA"/>
    <w:rsid w:val="00760870"/>
    <w:rsid w:val="00767650"/>
    <w:rsid w:val="00771DB9"/>
    <w:rsid w:val="00774737"/>
    <w:rsid w:val="00774FC2"/>
    <w:rsid w:val="00776FE9"/>
    <w:rsid w:val="00777240"/>
    <w:rsid w:val="00784DB9"/>
    <w:rsid w:val="0079777C"/>
    <w:rsid w:val="007A034F"/>
    <w:rsid w:val="007A2F4C"/>
    <w:rsid w:val="007B1C1F"/>
    <w:rsid w:val="007B5DAF"/>
    <w:rsid w:val="007C54DE"/>
    <w:rsid w:val="007D0122"/>
    <w:rsid w:val="007D2ACE"/>
    <w:rsid w:val="007D3444"/>
    <w:rsid w:val="007D3B75"/>
    <w:rsid w:val="007D5C01"/>
    <w:rsid w:val="007E2BC6"/>
    <w:rsid w:val="007E3F57"/>
    <w:rsid w:val="007E4D55"/>
    <w:rsid w:val="007F1014"/>
    <w:rsid w:val="007F11B4"/>
    <w:rsid w:val="007F1EE4"/>
    <w:rsid w:val="007F24E3"/>
    <w:rsid w:val="008007F4"/>
    <w:rsid w:val="00803E76"/>
    <w:rsid w:val="00805FEC"/>
    <w:rsid w:val="008067B4"/>
    <w:rsid w:val="00810BCF"/>
    <w:rsid w:val="00811F51"/>
    <w:rsid w:val="00812512"/>
    <w:rsid w:val="00812ADD"/>
    <w:rsid w:val="008174B7"/>
    <w:rsid w:val="0082049C"/>
    <w:rsid w:val="008223AD"/>
    <w:rsid w:val="00823076"/>
    <w:rsid w:val="00824415"/>
    <w:rsid w:val="00825AC1"/>
    <w:rsid w:val="00830EE3"/>
    <w:rsid w:val="0083156C"/>
    <w:rsid w:val="008315B9"/>
    <w:rsid w:val="008323F5"/>
    <w:rsid w:val="00834B4B"/>
    <w:rsid w:val="00835FEF"/>
    <w:rsid w:val="008420AF"/>
    <w:rsid w:val="0084294B"/>
    <w:rsid w:val="0084453E"/>
    <w:rsid w:val="00846BEB"/>
    <w:rsid w:val="00855062"/>
    <w:rsid w:val="00856F77"/>
    <w:rsid w:val="00866F1C"/>
    <w:rsid w:val="00870699"/>
    <w:rsid w:val="00887983"/>
    <w:rsid w:val="00890211"/>
    <w:rsid w:val="00892260"/>
    <w:rsid w:val="00893F91"/>
    <w:rsid w:val="008A1BEF"/>
    <w:rsid w:val="008A2D14"/>
    <w:rsid w:val="008A6323"/>
    <w:rsid w:val="008B0355"/>
    <w:rsid w:val="008B64F1"/>
    <w:rsid w:val="008B7608"/>
    <w:rsid w:val="008C45A4"/>
    <w:rsid w:val="008C788D"/>
    <w:rsid w:val="008D0B6D"/>
    <w:rsid w:val="008D3417"/>
    <w:rsid w:val="008D5FA1"/>
    <w:rsid w:val="008D6E5F"/>
    <w:rsid w:val="008E2582"/>
    <w:rsid w:val="008E40C6"/>
    <w:rsid w:val="008E5F11"/>
    <w:rsid w:val="008E64DE"/>
    <w:rsid w:val="008F03D1"/>
    <w:rsid w:val="008F1BC3"/>
    <w:rsid w:val="008F1C07"/>
    <w:rsid w:val="008F237E"/>
    <w:rsid w:val="008F3440"/>
    <w:rsid w:val="008F3B63"/>
    <w:rsid w:val="008F663A"/>
    <w:rsid w:val="008F7DF8"/>
    <w:rsid w:val="009011DD"/>
    <w:rsid w:val="009058D1"/>
    <w:rsid w:val="00907566"/>
    <w:rsid w:val="009079FC"/>
    <w:rsid w:val="00911216"/>
    <w:rsid w:val="00913E1E"/>
    <w:rsid w:val="00915EF3"/>
    <w:rsid w:val="00915F75"/>
    <w:rsid w:val="009166DF"/>
    <w:rsid w:val="00920087"/>
    <w:rsid w:val="00922D27"/>
    <w:rsid w:val="00930613"/>
    <w:rsid w:val="009357E1"/>
    <w:rsid w:val="009374AE"/>
    <w:rsid w:val="00940C4C"/>
    <w:rsid w:val="00940D78"/>
    <w:rsid w:val="00942049"/>
    <w:rsid w:val="009453B5"/>
    <w:rsid w:val="0094545E"/>
    <w:rsid w:val="00945DF2"/>
    <w:rsid w:val="0094790D"/>
    <w:rsid w:val="009565EC"/>
    <w:rsid w:val="00956C5C"/>
    <w:rsid w:val="009604EC"/>
    <w:rsid w:val="009628A3"/>
    <w:rsid w:val="0096310E"/>
    <w:rsid w:val="009643AD"/>
    <w:rsid w:val="009656EC"/>
    <w:rsid w:val="009677E4"/>
    <w:rsid w:val="009710A6"/>
    <w:rsid w:val="00971EE7"/>
    <w:rsid w:val="00973F6D"/>
    <w:rsid w:val="009742B0"/>
    <w:rsid w:val="00981085"/>
    <w:rsid w:val="009830AF"/>
    <w:rsid w:val="009918B2"/>
    <w:rsid w:val="0099191C"/>
    <w:rsid w:val="00992FFF"/>
    <w:rsid w:val="00995968"/>
    <w:rsid w:val="00995CBB"/>
    <w:rsid w:val="009A1D21"/>
    <w:rsid w:val="009A4113"/>
    <w:rsid w:val="009A4A8E"/>
    <w:rsid w:val="009B2FEF"/>
    <w:rsid w:val="009B4A45"/>
    <w:rsid w:val="009B5C33"/>
    <w:rsid w:val="009B641E"/>
    <w:rsid w:val="009C128C"/>
    <w:rsid w:val="009C1BA8"/>
    <w:rsid w:val="009C1FEA"/>
    <w:rsid w:val="009C43F1"/>
    <w:rsid w:val="009C53BC"/>
    <w:rsid w:val="009C5F03"/>
    <w:rsid w:val="009C707C"/>
    <w:rsid w:val="009D23D7"/>
    <w:rsid w:val="009D3E0F"/>
    <w:rsid w:val="009D46A4"/>
    <w:rsid w:val="009D4DB4"/>
    <w:rsid w:val="009D55D6"/>
    <w:rsid w:val="009E323C"/>
    <w:rsid w:val="009E3CC2"/>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58A3"/>
    <w:rsid w:val="00A35A76"/>
    <w:rsid w:val="00A3688F"/>
    <w:rsid w:val="00A405C5"/>
    <w:rsid w:val="00A44BA4"/>
    <w:rsid w:val="00A47CD7"/>
    <w:rsid w:val="00A51BF1"/>
    <w:rsid w:val="00A5486C"/>
    <w:rsid w:val="00A54A73"/>
    <w:rsid w:val="00A57FDC"/>
    <w:rsid w:val="00A601D1"/>
    <w:rsid w:val="00A60798"/>
    <w:rsid w:val="00A60936"/>
    <w:rsid w:val="00A702E8"/>
    <w:rsid w:val="00A73C8B"/>
    <w:rsid w:val="00A760D8"/>
    <w:rsid w:val="00A9289C"/>
    <w:rsid w:val="00AA04C3"/>
    <w:rsid w:val="00AA0A2B"/>
    <w:rsid w:val="00AA1BD7"/>
    <w:rsid w:val="00AB06DF"/>
    <w:rsid w:val="00AB22D9"/>
    <w:rsid w:val="00AB3CE2"/>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747"/>
    <w:rsid w:val="00B53BDF"/>
    <w:rsid w:val="00B54AE7"/>
    <w:rsid w:val="00B63DCF"/>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5E6"/>
    <w:rsid w:val="00BA6A2C"/>
    <w:rsid w:val="00BB0E4C"/>
    <w:rsid w:val="00BB4300"/>
    <w:rsid w:val="00BB6432"/>
    <w:rsid w:val="00BC25A6"/>
    <w:rsid w:val="00BC2759"/>
    <w:rsid w:val="00BC4AC9"/>
    <w:rsid w:val="00BC6F4A"/>
    <w:rsid w:val="00BD1868"/>
    <w:rsid w:val="00BE04A6"/>
    <w:rsid w:val="00BE05FD"/>
    <w:rsid w:val="00BE26BF"/>
    <w:rsid w:val="00BE3184"/>
    <w:rsid w:val="00BE4068"/>
    <w:rsid w:val="00BE7521"/>
    <w:rsid w:val="00BF26F4"/>
    <w:rsid w:val="00BF3A68"/>
    <w:rsid w:val="00BF42F3"/>
    <w:rsid w:val="00BF65F6"/>
    <w:rsid w:val="00BF6D53"/>
    <w:rsid w:val="00BF7CF3"/>
    <w:rsid w:val="00C105F0"/>
    <w:rsid w:val="00C1413A"/>
    <w:rsid w:val="00C22852"/>
    <w:rsid w:val="00C23184"/>
    <w:rsid w:val="00C305A9"/>
    <w:rsid w:val="00C33198"/>
    <w:rsid w:val="00C34CA6"/>
    <w:rsid w:val="00C35BC1"/>
    <w:rsid w:val="00C40050"/>
    <w:rsid w:val="00C420F1"/>
    <w:rsid w:val="00C45835"/>
    <w:rsid w:val="00C51799"/>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6A35"/>
    <w:rsid w:val="00C97472"/>
    <w:rsid w:val="00CA1E7D"/>
    <w:rsid w:val="00CA2A13"/>
    <w:rsid w:val="00CB0143"/>
    <w:rsid w:val="00CB1E6B"/>
    <w:rsid w:val="00CB2952"/>
    <w:rsid w:val="00CB5808"/>
    <w:rsid w:val="00CC07F2"/>
    <w:rsid w:val="00CC0D0E"/>
    <w:rsid w:val="00CC1BE9"/>
    <w:rsid w:val="00CC4AFB"/>
    <w:rsid w:val="00CD3740"/>
    <w:rsid w:val="00CD44DF"/>
    <w:rsid w:val="00CD52AB"/>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395E"/>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2DAC"/>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5A09"/>
    <w:rsid w:val="00DD6C09"/>
    <w:rsid w:val="00DD7D00"/>
    <w:rsid w:val="00DF01EE"/>
    <w:rsid w:val="00DF03A6"/>
    <w:rsid w:val="00DF635D"/>
    <w:rsid w:val="00DF7472"/>
    <w:rsid w:val="00DF7730"/>
    <w:rsid w:val="00E0197E"/>
    <w:rsid w:val="00E104E7"/>
    <w:rsid w:val="00E10834"/>
    <w:rsid w:val="00E118A3"/>
    <w:rsid w:val="00E13A0D"/>
    <w:rsid w:val="00E16386"/>
    <w:rsid w:val="00E17E5B"/>
    <w:rsid w:val="00E20CB6"/>
    <w:rsid w:val="00E2118A"/>
    <w:rsid w:val="00E2479F"/>
    <w:rsid w:val="00E25A8D"/>
    <w:rsid w:val="00E26837"/>
    <w:rsid w:val="00E27BA8"/>
    <w:rsid w:val="00E36EF0"/>
    <w:rsid w:val="00E374B3"/>
    <w:rsid w:val="00E40E27"/>
    <w:rsid w:val="00E41C1B"/>
    <w:rsid w:val="00E450B8"/>
    <w:rsid w:val="00E45114"/>
    <w:rsid w:val="00E468CE"/>
    <w:rsid w:val="00E47CBA"/>
    <w:rsid w:val="00E5142A"/>
    <w:rsid w:val="00E52894"/>
    <w:rsid w:val="00E54DB7"/>
    <w:rsid w:val="00E57F87"/>
    <w:rsid w:val="00E633BB"/>
    <w:rsid w:val="00E67F90"/>
    <w:rsid w:val="00E67FB3"/>
    <w:rsid w:val="00E736A5"/>
    <w:rsid w:val="00E7401E"/>
    <w:rsid w:val="00E80237"/>
    <w:rsid w:val="00E8565C"/>
    <w:rsid w:val="00E906C6"/>
    <w:rsid w:val="00E934C6"/>
    <w:rsid w:val="00E95C80"/>
    <w:rsid w:val="00E97781"/>
    <w:rsid w:val="00EA344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2C86"/>
    <w:rsid w:val="00F04EA6"/>
    <w:rsid w:val="00F0560C"/>
    <w:rsid w:val="00F058C6"/>
    <w:rsid w:val="00F06AE2"/>
    <w:rsid w:val="00F11895"/>
    <w:rsid w:val="00F13A12"/>
    <w:rsid w:val="00F149A2"/>
    <w:rsid w:val="00F15407"/>
    <w:rsid w:val="00F15786"/>
    <w:rsid w:val="00F15871"/>
    <w:rsid w:val="00F160D8"/>
    <w:rsid w:val="00F16308"/>
    <w:rsid w:val="00F201D1"/>
    <w:rsid w:val="00F2760F"/>
    <w:rsid w:val="00F33423"/>
    <w:rsid w:val="00F3403B"/>
    <w:rsid w:val="00F3689F"/>
    <w:rsid w:val="00F36E8F"/>
    <w:rsid w:val="00F423AF"/>
    <w:rsid w:val="00F426E3"/>
    <w:rsid w:val="00F427E1"/>
    <w:rsid w:val="00F43466"/>
    <w:rsid w:val="00F434A3"/>
    <w:rsid w:val="00F45051"/>
    <w:rsid w:val="00F458D1"/>
    <w:rsid w:val="00F5000E"/>
    <w:rsid w:val="00F52D6A"/>
    <w:rsid w:val="00F543EA"/>
    <w:rsid w:val="00F548A5"/>
    <w:rsid w:val="00F54E9F"/>
    <w:rsid w:val="00F61F37"/>
    <w:rsid w:val="00F6688B"/>
    <w:rsid w:val="00F6728D"/>
    <w:rsid w:val="00F80EBF"/>
    <w:rsid w:val="00F81404"/>
    <w:rsid w:val="00F855E9"/>
    <w:rsid w:val="00F856DD"/>
    <w:rsid w:val="00F867F1"/>
    <w:rsid w:val="00F96891"/>
    <w:rsid w:val="00F96C74"/>
    <w:rsid w:val="00F978E5"/>
    <w:rsid w:val="00FA2ED2"/>
    <w:rsid w:val="00FC0544"/>
    <w:rsid w:val="00FC0F3C"/>
    <w:rsid w:val="00FC11FA"/>
    <w:rsid w:val="00FC1843"/>
    <w:rsid w:val="00FC7399"/>
    <w:rsid w:val="00FC7F62"/>
    <w:rsid w:val="00FD047A"/>
    <w:rsid w:val="00FD1EB9"/>
    <w:rsid w:val="00FD5E04"/>
    <w:rsid w:val="00FD7515"/>
    <w:rsid w:val="00FE3073"/>
    <w:rsid w:val="00FE3E34"/>
    <w:rsid w:val="00FE40DF"/>
    <w:rsid w:val="00FE489A"/>
    <w:rsid w:val="00FF57F5"/>
    <w:rsid w:val="00FF6734"/>
    <w:rsid w:val="00FF7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F4BD5"/>
  <w15:docId w15:val="{7E5F5AED-01DA-6841-82EC-3879A6C9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C8A"/>
    <w:pPr>
      <w:spacing w:before="120" w:after="120"/>
    </w:pPr>
    <w:rPr>
      <w:rFonts w:ascii="Arial" w:hAnsi="Arial"/>
      <w:sz w:val="22"/>
    </w:rPr>
  </w:style>
  <w:style w:type="paragraph" w:styleId="Heading1">
    <w:name w:val="heading 1"/>
    <w:next w:val="Normal"/>
    <w:link w:val="Heading1Char"/>
    <w:autoRedefine/>
    <w:qFormat/>
    <w:rsid w:val="00315C8A"/>
    <w:pPr>
      <w:keepNext/>
      <w:numPr>
        <w:numId w:val="19"/>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315C8A"/>
    <w:pPr>
      <w:keepNext/>
      <w:keepLines/>
      <w:pageBreakBefore/>
      <w:numPr>
        <w:ilvl w:val="1"/>
        <w:numId w:val="19"/>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315C8A"/>
    <w:pPr>
      <w:keepNext/>
      <w:widowControl w:val="0"/>
      <w:numPr>
        <w:ilvl w:val="2"/>
        <w:numId w:val="19"/>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315C8A"/>
    <w:pPr>
      <w:keepNext/>
      <w:numPr>
        <w:ilvl w:val="3"/>
        <w:numId w:val="19"/>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315C8A"/>
    <w:pPr>
      <w:keepNext/>
      <w:numPr>
        <w:ilvl w:val="4"/>
        <w:numId w:val="19"/>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315C8A"/>
    <w:pPr>
      <w:keepNext/>
      <w:numPr>
        <w:ilvl w:val="5"/>
        <w:numId w:val="19"/>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315C8A"/>
    <w:pPr>
      <w:numPr>
        <w:ilvl w:val="6"/>
        <w:numId w:val="19"/>
      </w:numPr>
      <w:spacing w:before="240" w:after="60"/>
      <w:outlineLvl w:val="6"/>
    </w:pPr>
    <w:rPr>
      <w:rFonts w:ascii="Arial Narrow" w:eastAsiaTheme="majorEastAsia" w:hAnsi="Arial Narrow" w:cstheme="majorBidi"/>
      <w:b/>
      <w:i/>
    </w:rPr>
  </w:style>
  <w:style w:type="paragraph" w:styleId="Heading8">
    <w:name w:val="heading 8"/>
    <w:basedOn w:val="Normal"/>
    <w:next w:val="Normal"/>
    <w:link w:val="Heading8Char"/>
    <w:qFormat/>
    <w:rsid w:val="00315C8A"/>
    <w:pPr>
      <w:keepNext/>
      <w:numPr>
        <w:ilvl w:val="7"/>
        <w:numId w:val="19"/>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315C8A"/>
    <w:pPr>
      <w:keepNext/>
      <w:numPr>
        <w:ilvl w:val="8"/>
        <w:numId w:val="19"/>
      </w:numPr>
      <w:outlineLvl w:val="8"/>
    </w:pPr>
    <w:rPr>
      <w:rFonts w:ascii="Arial Narrow" w:eastAsiaTheme="majorEastAsia" w:hAnsi="Arial Narrow"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semiHidden/>
    <w:unhideWhenUsed/>
    <w:rsid w:val="00A358A3"/>
    <w:rPr>
      <w:color w:val="800080" w:themeColor="followedHyperlink"/>
      <w:u w:val="single"/>
    </w:rPr>
  </w:style>
  <w:style w:type="paragraph" w:customStyle="1" w:styleId="BackMatterHeading">
    <w:name w:val="Back Matter Heading"/>
    <w:next w:val="Normal"/>
    <w:autoRedefine/>
    <w:rsid w:val="00F36E8F"/>
    <w:pPr>
      <w:keepNext/>
      <w:pageBreakBefore/>
      <w:spacing w:after="360"/>
      <w:jc w:val="center"/>
    </w:pPr>
    <w:rPr>
      <w:rFonts w:ascii="Arial Narrow" w:hAnsi="Arial Narrow"/>
      <w:b/>
      <w:color w:val="000000" w:themeColor="text1"/>
      <w:sz w:val="36"/>
    </w:rPr>
  </w:style>
  <w:style w:type="paragraph" w:customStyle="1" w:styleId="Figure">
    <w:name w:val="Figure"/>
    <w:next w:val="Normal"/>
    <w:rsid w:val="00315C8A"/>
    <w:pPr>
      <w:keepNext/>
      <w:keepLines/>
      <w:spacing w:before="120"/>
    </w:pPr>
    <w:rPr>
      <w:rFonts w:ascii="Arial" w:hAnsi="Arial"/>
      <w:sz w:val="24"/>
    </w:rPr>
  </w:style>
  <w:style w:type="paragraph" w:styleId="Footer">
    <w:name w:val="footer"/>
    <w:link w:val="FooterChar"/>
    <w:rsid w:val="00315C8A"/>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315C8A"/>
    <w:rPr>
      <w:vertAlign w:val="superscript"/>
    </w:rPr>
  </w:style>
  <w:style w:type="paragraph" w:styleId="FootnoteText">
    <w:name w:val="footnote text"/>
    <w:link w:val="FootnoteTextChar"/>
    <w:rsid w:val="00315C8A"/>
    <w:pPr>
      <w:spacing w:before="40" w:after="40"/>
      <w:ind w:left="360" w:hanging="360"/>
    </w:pPr>
    <w:rPr>
      <w:rFonts w:ascii="Arial" w:hAnsi="Arial"/>
      <w:sz w:val="18"/>
    </w:rPr>
  </w:style>
  <w:style w:type="paragraph" w:customStyle="1" w:styleId="FrontMatterHeader">
    <w:name w:val="Front Matter Header"/>
    <w:next w:val="Normal"/>
    <w:autoRedefine/>
    <w:rsid w:val="00315C8A"/>
    <w:pPr>
      <w:keepNext/>
      <w:spacing w:after="360"/>
      <w:jc w:val="center"/>
      <w:outlineLvl w:val="0"/>
    </w:pPr>
    <w:rPr>
      <w:rFonts w:ascii="Arial Narrow" w:hAnsi="Arial Narrow"/>
      <w:b/>
      <w:sz w:val="36"/>
    </w:rPr>
  </w:style>
  <w:style w:type="paragraph" w:styleId="Header">
    <w:name w:val="header"/>
    <w:basedOn w:val="Normal"/>
    <w:link w:val="HeaderChar"/>
    <w:unhideWhenUsed/>
    <w:rsid w:val="00315C8A"/>
    <w:pPr>
      <w:pBdr>
        <w:bottom w:val="single" w:sz="4" w:space="1" w:color="000000"/>
      </w:pBdr>
      <w:tabs>
        <w:tab w:val="right" w:pos="9360"/>
      </w:tabs>
      <w:spacing w:after="0"/>
    </w:pPr>
    <w:rPr>
      <w:rFonts w:ascii="Arial Narrow" w:hAnsi="Arial Narrow"/>
      <w:sz w:val="18"/>
    </w:rPr>
  </w:style>
  <w:style w:type="paragraph" w:styleId="TOC1">
    <w:name w:val="toc 1"/>
    <w:next w:val="Normal"/>
    <w:autoRedefine/>
    <w:uiPriority w:val="39"/>
    <w:rsid w:val="00315C8A"/>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315C8A"/>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DF635D"/>
    <w:pPr>
      <w:tabs>
        <w:tab w:val="right" w:pos="720"/>
        <w:tab w:val="right" w:leader="dot" w:pos="9360"/>
      </w:tabs>
      <w:ind w:left="1382" w:hanging="907"/>
    </w:pPr>
    <w:rPr>
      <w:rFonts w:ascii="Arial" w:hAnsi="Arial"/>
      <w:sz w:val="24"/>
    </w:rPr>
  </w:style>
  <w:style w:type="paragraph" w:styleId="TOC4">
    <w:name w:val="toc 4"/>
    <w:next w:val="Normal"/>
    <w:uiPriority w:val="39"/>
    <w:rsid w:val="00315C8A"/>
    <w:pPr>
      <w:ind w:left="778"/>
    </w:pPr>
    <w:rPr>
      <w:rFonts w:ascii="Arial" w:hAnsi="Arial"/>
      <w:sz w:val="24"/>
    </w:rPr>
  </w:style>
  <w:style w:type="paragraph" w:styleId="TOC5">
    <w:name w:val="toc 5"/>
    <w:next w:val="Normal"/>
    <w:uiPriority w:val="39"/>
    <w:rsid w:val="00315C8A"/>
    <w:pPr>
      <w:ind w:left="1080"/>
    </w:pPr>
    <w:rPr>
      <w:rFonts w:ascii="Arial" w:hAnsi="Arial"/>
      <w:sz w:val="24"/>
    </w:rPr>
  </w:style>
  <w:style w:type="paragraph" w:styleId="TOC6">
    <w:name w:val="toc 6"/>
    <w:next w:val="Normal"/>
    <w:rsid w:val="00315C8A"/>
    <w:pPr>
      <w:ind w:left="1200"/>
    </w:pPr>
    <w:rPr>
      <w:rFonts w:ascii="Arial" w:hAnsi="Arial"/>
      <w:sz w:val="24"/>
    </w:rPr>
  </w:style>
  <w:style w:type="paragraph" w:styleId="TOC7">
    <w:name w:val="toc 7"/>
    <w:next w:val="Normal"/>
    <w:rsid w:val="00315C8A"/>
    <w:pPr>
      <w:ind w:left="1440"/>
    </w:pPr>
    <w:rPr>
      <w:rFonts w:ascii="Arial" w:hAnsi="Arial"/>
      <w:sz w:val="24"/>
    </w:rPr>
  </w:style>
  <w:style w:type="paragraph" w:styleId="TOC8">
    <w:name w:val="toc 8"/>
    <w:next w:val="Normal"/>
    <w:rsid w:val="00315C8A"/>
    <w:pPr>
      <w:ind w:left="1680"/>
    </w:pPr>
    <w:rPr>
      <w:rFonts w:ascii="Arial" w:hAnsi="Arial"/>
      <w:sz w:val="24"/>
    </w:rPr>
  </w:style>
  <w:style w:type="paragraph" w:styleId="TOC9">
    <w:name w:val="toc 9"/>
    <w:next w:val="Normal"/>
    <w:rsid w:val="00315C8A"/>
    <w:pPr>
      <w:ind w:left="1920"/>
    </w:pPr>
    <w:rPr>
      <w:rFonts w:ascii="Arial" w:hAnsi="Arial"/>
      <w:sz w:val="24"/>
    </w:rPr>
  </w:style>
  <w:style w:type="paragraph" w:styleId="BalloonText">
    <w:name w:val="Balloon Text"/>
    <w:basedOn w:val="Normal"/>
    <w:link w:val="BalloonTextChar"/>
    <w:uiPriority w:val="99"/>
    <w:semiHidden/>
    <w:unhideWhenUsed/>
    <w:rsid w:val="00315C8A"/>
    <w:pPr>
      <w:spacing w:before="0" w:after="0"/>
    </w:pPr>
    <w:rPr>
      <w:rFonts w:ascii="Tahoma" w:hAnsi="Tahoma" w:cs="Tahoma"/>
      <w:sz w:val="16"/>
      <w:szCs w:val="16"/>
    </w:rPr>
  </w:style>
  <w:style w:type="paragraph" w:styleId="Caption">
    <w:name w:val="caption"/>
    <w:basedOn w:val="Normal"/>
    <w:next w:val="Normal"/>
    <w:link w:val="CaptionChar"/>
    <w:uiPriority w:val="35"/>
    <w:qFormat/>
    <w:rsid w:val="00315C8A"/>
    <w:pPr>
      <w:keepNext/>
      <w:spacing w:after="60"/>
    </w:pPr>
    <w:rPr>
      <w:rFonts w:ascii="Arial Narrow" w:hAnsi="Arial Narrow"/>
      <w:b/>
      <w:bCs/>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TableofFigures">
    <w:name w:val="table of figures"/>
    <w:basedOn w:val="TOC1"/>
    <w:next w:val="Normal"/>
    <w:autoRedefine/>
    <w:uiPriority w:val="99"/>
    <w:rsid w:val="00315C8A"/>
    <w:rPr>
      <w:b w:val="0"/>
    </w:rPr>
  </w:style>
  <w:style w:type="character" w:customStyle="1" w:styleId="Heading2Char">
    <w:name w:val="Heading 2 Char"/>
    <w:basedOn w:val="DefaultParagraphFont"/>
    <w:link w:val="Heading2"/>
    <w:rsid w:val="00315C8A"/>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315C8A"/>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315C8A"/>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315C8A"/>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315C8A"/>
    <w:rPr>
      <w:rFonts w:ascii="Arial Narrow" w:eastAsiaTheme="majorEastAsia" w:hAnsi="Arial Narrow" w:cstheme="majorBidi"/>
      <w:b/>
      <w:sz w:val="26"/>
    </w:rPr>
  </w:style>
  <w:style w:type="character" w:customStyle="1" w:styleId="Heading6Char">
    <w:name w:val="Heading 6 Char"/>
    <w:basedOn w:val="DefaultParagraphFont"/>
    <w:link w:val="Heading6"/>
    <w:rsid w:val="00315C8A"/>
    <w:rPr>
      <w:rFonts w:ascii="Arial Narrow" w:eastAsiaTheme="majorEastAsia" w:hAnsi="Arial Narrow" w:cstheme="majorBidi"/>
      <w:b/>
      <w:i/>
      <w:sz w:val="26"/>
    </w:rPr>
  </w:style>
  <w:style w:type="character" w:customStyle="1" w:styleId="Heading7Char">
    <w:name w:val="Heading 7 Char"/>
    <w:basedOn w:val="DefaultParagraphFont"/>
    <w:link w:val="Heading7"/>
    <w:rsid w:val="00315C8A"/>
    <w:rPr>
      <w:rFonts w:ascii="Arial Narrow" w:eastAsiaTheme="majorEastAsia" w:hAnsi="Arial Narrow" w:cstheme="majorBidi"/>
      <w:b/>
      <w:i/>
      <w:sz w:val="22"/>
    </w:rPr>
  </w:style>
  <w:style w:type="character" w:customStyle="1" w:styleId="Heading8Char">
    <w:name w:val="Heading 8 Char"/>
    <w:basedOn w:val="DefaultParagraphFont"/>
    <w:link w:val="Heading8"/>
    <w:rsid w:val="00315C8A"/>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315C8A"/>
    <w:rPr>
      <w:rFonts w:ascii="Arial Narrow" w:eastAsiaTheme="majorEastAsia" w:hAnsi="Arial Narrow" w:cstheme="majorBidi"/>
      <w:sz w:val="22"/>
    </w:rPr>
  </w:style>
  <w:style w:type="paragraph" w:styleId="TOCHeading">
    <w:name w:val="TOC Heading"/>
    <w:basedOn w:val="Heading1"/>
    <w:next w:val="Normal"/>
    <w:uiPriority w:val="39"/>
    <w:unhideWhenUsed/>
    <w:qFormat/>
    <w:rsid w:val="00315C8A"/>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315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5C8A"/>
    <w:rPr>
      <w:rFonts w:ascii="Arial" w:hAnsi="Arial"/>
      <w:color w:val="0000FF" w:themeColor="hyperlink"/>
      <w:sz w:val="24"/>
      <w:u w:val="single"/>
    </w:rPr>
  </w:style>
  <w:style w:type="paragraph" w:styleId="Revision">
    <w:name w:val="Revision"/>
    <w:hidden/>
    <w:uiPriority w:val="99"/>
    <w:semiHidden/>
    <w:rsid w:val="00995CBB"/>
    <w:rPr>
      <w:rFonts w:ascii="Arial" w:hAnsi="Arial"/>
      <w:sz w:val="22"/>
    </w:rPr>
  </w:style>
  <w:style w:type="paragraph" w:styleId="BodyText">
    <w:name w:val="Body Text"/>
    <w:basedOn w:val="Normal"/>
    <w:link w:val="BodyTextChar"/>
    <w:uiPriority w:val="99"/>
    <w:rsid w:val="00315C8A"/>
  </w:style>
  <w:style w:type="character" w:customStyle="1" w:styleId="BodyTextChar">
    <w:name w:val="Body Text Char"/>
    <w:basedOn w:val="DefaultParagraphFont"/>
    <w:link w:val="BodyText"/>
    <w:uiPriority w:val="99"/>
    <w:rsid w:val="00315C8A"/>
    <w:rPr>
      <w:rFonts w:ascii="Arial" w:hAnsi="Arial"/>
      <w:sz w:val="22"/>
    </w:rPr>
  </w:style>
  <w:style w:type="character" w:customStyle="1" w:styleId="HeaderChar">
    <w:name w:val="Header Char"/>
    <w:basedOn w:val="DefaultParagraphFont"/>
    <w:link w:val="Header"/>
    <w:rsid w:val="00315C8A"/>
    <w:rPr>
      <w:rFonts w:ascii="Arial Narrow" w:hAnsi="Arial Narrow"/>
      <w:sz w:val="18"/>
    </w:rPr>
  </w:style>
  <w:style w:type="paragraph" w:customStyle="1" w:styleId="Appendix">
    <w:name w:val="Appendix"/>
    <w:next w:val="BodyText"/>
    <w:uiPriority w:val="99"/>
    <w:rsid w:val="00315C8A"/>
    <w:pPr>
      <w:keepNext/>
      <w:pageBreakBefore/>
      <w:tabs>
        <w:tab w:val="num" w:pos="1800"/>
      </w:tabs>
      <w:spacing w:before="120" w:after="240"/>
      <w:outlineLvl w:val="0"/>
    </w:pPr>
    <w:rPr>
      <w:rFonts w:ascii="Arial Narrow" w:hAnsi="Arial Narrow"/>
      <w:b/>
      <w:color w:val="003366"/>
      <w:kern w:val="28"/>
      <w:sz w:val="32"/>
      <w:szCs w:val="24"/>
    </w:rPr>
  </w:style>
  <w:style w:type="paragraph" w:customStyle="1" w:styleId="AppendixA">
    <w:name w:val="Appendix A"/>
    <w:next w:val="BodyText"/>
    <w:uiPriority w:val="99"/>
    <w:rsid w:val="00315C8A"/>
    <w:pPr>
      <w:keepNext/>
      <w:numPr>
        <w:numId w:val="2"/>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315C8A"/>
    <w:pPr>
      <w:keepNext/>
      <w:numPr>
        <w:numId w:val="3"/>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315C8A"/>
    <w:pPr>
      <w:keepNext/>
      <w:numPr>
        <w:numId w:val="4"/>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315C8A"/>
    <w:pPr>
      <w:keepNext/>
      <w:numPr>
        <w:numId w:val="5"/>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315C8A"/>
    <w:pPr>
      <w:keepNext/>
      <w:numPr>
        <w:numId w:val="6"/>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315C8A"/>
    <w:pPr>
      <w:keepNext/>
      <w:numPr>
        <w:numId w:val="7"/>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315C8A"/>
    <w:pPr>
      <w:keepNext/>
      <w:numPr>
        <w:numId w:val="8"/>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315C8A"/>
    <w:pPr>
      <w:keepNext/>
      <w:numPr>
        <w:numId w:val="9"/>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315C8A"/>
    <w:pPr>
      <w:keepNext/>
      <w:numPr>
        <w:numId w:val="10"/>
      </w:numPr>
      <w:tabs>
        <w:tab w:val="left" w:pos="864"/>
      </w:tabs>
      <w:spacing w:before="240" w:after="120"/>
    </w:pPr>
    <w:rPr>
      <w:rFonts w:ascii="Arial Narrow" w:hAnsi="Arial Narrow"/>
      <w:b/>
      <w:bCs/>
      <w:iCs/>
      <w:color w:val="003366"/>
      <w:sz w:val="28"/>
      <w:szCs w:val="28"/>
      <w:lang w:eastAsia="ar-SA"/>
    </w:rPr>
  </w:style>
  <w:style w:type="character" w:customStyle="1" w:styleId="BalloonTextChar">
    <w:name w:val="Balloon Text Char"/>
    <w:basedOn w:val="DefaultParagraphFont"/>
    <w:link w:val="BalloonText"/>
    <w:uiPriority w:val="99"/>
    <w:semiHidden/>
    <w:rsid w:val="00315C8A"/>
    <w:rPr>
      <w:rFonts w:ascii="Tahoma" w:hAnsi="Tahoma" w:cs="Tahoma"/>
      <w:sz w:val="16"/>
      <w:szCs w:val="16"/>
    </w:rPr>
  </w:style>
  <w:style w:type="paragraph" w:customStyle="1" w:styleId="BodyText10">
    <w:name w:val="Body Text 10"/>
    <w:link w:val="BodyText10Char"/>
    <w:uiPriority w:val="99"/>
    <w:rsid w:val="00315C8A"/>
    <w:pPr>
      <w:spacing w:after="120"/>
    </w:pPr>
    <w:rPr>
      <w:rFonts w:ascii="Arial" w:hAnsi="Arial"/>
      <w:szCs w:val="24"/>
    </w:rPr>
  </w:style>
  <w:style w:type="character" w:customStyle="1" w:styleId="BodyText10Char">
    <w:name w:val="Body Text 10 Char"/>
    <w:basedOn w:val="DefaultParagraphFont"/>
    <w:link w:val="BodyText10"/>
    <w:uiPriority w:val="99"/>
    <w:locked/>
    <w:rsid w:val="00315C8A"/>
    <w:rPr>
      <w:rFonts w:ascii="Arial" w:hAnsi="Arial"/>
      <w:szCs w:val="24"/>
    </w:rPr>
  </w:style>
  <w:style w:type="paragraph" w:customStyle="1" w:styleId="BodyText10Bold">
    <w:name w:val="Body Text 10 Bold"/>
    <w:basedOn w:val="BodyText10"/>
    <w:next w:val="BodyText10"/>
    <w:link w:val="BodyText10BoldCharChar"/>
    <w:uiPriority w:val="99"/>
    <w:rsid w:val="00315C8A"/>
    <w:rPr>
      <w:b/>
      <w:bCs/>
    </w:rPr>
  </w:style>
  <w:style w:type="character" w:customStyle="1" w:styleId="BodyText10BoldCharChar">
    <w:name w:val="Body Text 10 Bold Char Char"/>
    <w:basedOn w:val="DefaultParagraphFont"/>
    <w:link w:val="BodyText10Bold"/>
    <w:uiPriority w:val="99"/>
    <w:locked/>
    <w:rsid w:val="00315C8A"/>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315C8A"/>
    <w:pPr>
      <w:jc w:val="center"/>
    </w:pPr>
    <w:rPr>
      <w:b/>
      <w:bCs/>
      <w:sz w:val="22"/>
    </w:rPr>
  </w:style>
  <w:style w:type="character" w:customStyle="1" w:styleId="BodyText10BoldCenterChar">
    <w:name w:val="Body Text 10 Bold Center Char"/>
    <w:basedOn w:val="BodyTextChar"/>
    <w:link w:val="BodyText10BoldCenter"/>
    <w:uiPriority w:val="99"/>
    <w:rsid w:val="00315C8A"/>
    <w:rPr>
      <w:rFonts w:ascii="Arial" w:hAnsi="Arial"/>
      <w:b/>
      <w:bCs/>
      <w:sz w:val="22"/>
      <w:szCs w:val="24"/>
    </w:rPr>
  </w:style>
  <w:style w:type="paragraph" w:customStyle="1" w:styleId="BodyText10Bullet">
    <w:name w:val="Body Text 10 Bullet"/>
    <w:basedOn w:val="BodyText10"/>
    <w:link w:val="BodyText10BulletChar"/>
    <w:uiPriority w:val="99"/>
    <w:rsid w:val="00315C8A"/>
    <w:pPr>
      <w:numPr>
        <w:numId w:val="11"/>
      </w:numPr>
    </w:pPr>
  </w:style>
  <w:style w:type="character" w:customStyle="1" w:styleId="BodyText10BulletChar">
    <w:name w:val="Body Text 10 Bullet Char"/>
    <w:basedOn w:val="DefaultParagraphFont"/>
    <w:link w:val="BodyText10Bullet"/>
    <w:uiPriority w:val="99"/>
    <w:locked/>
    <w:rsid w:val="00315C8A"/>
    <w:rPr>
      <w:rFonts w:ascii="Arial" w:hAnsi="Arial"/>
      <w:szCs w:val="24"/>
    </w:rPr>
  </w:style>
  <w:style w:type="paragraph" w:customStyle="1" w:styleId="BodyText10Caps">
    <w:name w:val="Body Text 10 Caps"/>
    <w:basedOn w:val="BodyText10"/>
    <w:link w:val="BodyText10CapsChar"/>
    <w:qFormat/>
    <w:rsid w:val="00315C8A"/>
    <w:rPr>
      <w:caps/>
    </w:rPr>
  </w:style>
  <w:style w:type="character" w:customStyle="1" w:styleId="BodyText10CapsChar">
    <w:name w:val="Body Text 10 Caps Char"/>
    <w:basedOn w:val="BodyText10Char"/>
    <w:link w:val="BodyText10Caps"/>
    <w:rsid w:val="00315C8A"/>
    <w:rPr>
      <w:rFonts w:ascii="Arial" w:hAnsi="Arial"/>
      <w:caps/>
      <w:szCs w:val="24"/>
    </w:rPr>
  </w:style>
  <w:style w:type="paragraph" w:customStyle="1" w:styleId="BodyText10Center">
    <w:name w:val="Body Text 10 Center"/>
    <w:basedOn w:val="BodyText10"/>
    <w:next w:val="BodyText10"/>
    <w:link w:val="BodyText10CenterChar"/>
    <w:uiPriority w:val="99"/>
    <w:rsid w:val="00315C8A"/>
    <w:pPr>
      <w:jc w:val="center"/>
    </w:pPr>
  </w:style>
  <w:style w:type="character" w:customStyle="1" w:styleId="BodyText10CenterChar">
    <w:name w:val="Body Text 10 Center Char"/>
    <w:basedOn w:val="DefaultParagraphFont"/>
    <w:link w:val="BodyText10Center"/>
    <w:uiPriority w:val="99"/>
    <w:locked/>
    <w:rsid w:val="00315C8A"/>
    <w:rPr>
      <w:rFonts w:ascii="Arial" w:hAnsi="Arial"/>
      <w:szCs w:val="24"/>
    </w:rPr>
  </w:style>
  <w:style w:type="paragraph" w:customStyle="1" w:styleId="BodyText10Glossary">
    <w:name w:val="Body Text 10 Glossary"/>
    <w:basedOn w:val="BodyText10"/>
    <w:next w:val="BodyText10"/>
    <w:link w:val="BodyText10GlossaryChar"/>
    <w:qFormat/>
    <w:rsid w:val="00315C8A"/>
  </w:style>
  <w:style w:type="character" w:customStyle="1" w:styleId="BodyText10GlossaryChar">
    <w:name w:val="Body Text 10 Glossary Char"/>
    <w:basedOn w:val="BodyText10Char"/>
    <w:link w:val="BodyText10Glossary"/>
    <w:rsid w:val="00315C8A"/>
    <w:rPr>
      <w:rFonts w:ascii="Arial" w:hAnsi="Arial"/>
      <w:szCs w:val="24"/>
    </w:rPr>
  </w:style>
  <w:style w:type="paragraph" w:customStyle="1" w:styleId="BodyText10Italic">
    <w:name w:val="Body Text 10 Italic"/>
    <w:basedOn w:val="BodyText10"/>
    <w:next w:val="BodyText10"/>
    <w:link w:val="BodyText10ItalicChar"/>
    <w:qFormat/>
    <w:rsid w:val="00315C8A"/>
    <w:rPr>
      <w:i/>
    </w:rPr>
  </w:style>
  <w:style w:type="character" w:customStyle="1" w:styleId="BodyText10ItalicChar">
    <w:name w:val="Body Text 10 Italic Char"/>
    <w:basedOn w:val="BodyText10Char"/>
    <w:link w:val="BodyText10Italic"/>
    <w:rsid w:val="00315C8A"/>
    <w:rPr>
      <w:rFonts w:ascii="Arial" w:hAnsi="Arial"/>
      <w:i/>
      <w:szCs w:val="24"/>
    </w:rPr>
  </w:style>
  <w:style w:type="character" w:customStyle="1" w:styleId="FooterChar">
    <w:name w:val="Footer Char"/>
    <w:basedOn w:val="DefaultParagraphFont"/>
    <w:link w:val="Footer"/>
    <w:rsid w:val="00315C8A"/>
    <w:rPr>
      <w:rFonts w:ascii="Arial Narrow" w:hAnsi="Arial Narrow"/>
      <w:sz w:val="18"/>
    </w:rPr>
  </w:style>
  <w:style w:type="paragraph" w:customStyle="1" w:styleId="BodyText10ItalicBorders">
    <w:name w:val="Body Text 10 Italic Borders"/>
    <w:basedOn w:val="Footer"/>
    <w:qFormat/>
    <w:rsid w:val="00315C8A"/>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315C8A"/>
    <w:pPr>
      <w:numPr>
        <w:numId w:val="12"/>
      </w:numPr>
    </w:pPr>
    <w:rPr>
      <w:sz w:val="22"/>
    </w:rPr>
  </w:style>
  <w:style w:type="character" w:customStyle="1" w:styleId="BodyText10NumberCharChar">
    <w:name w:val="Body Text 10 Number Char Char"/>
    <w:basedOn w:val="BodyTextChar"/>
    <w:link w:val="BodyText10Number"/>
    <w:uiPriority w:val="99"/>
    <w:locked/>
    <w:rsid w:val="00315C8A"/>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315C8A"/>
    <w:rPr>
      <w:u w:val="single"/>
    </w:rPr>
  </w:style>
  <w:style w:type="character" w:customStyle="1" w:styleId="BodyText10UnderlineChar">
    <w:name w:val="Body Text 10 Underline Char"/>
    <w:basedOn w:val="DefaultParagraphFont"/>
    <w:link w:val="BodyText10Underline"/>
    <w:uiPriority w:val="99"/>
    <w:locked/>
    <w:rsid w:val="00315C8A"/>
    <w:rPr>
      <w:rFonts w:ascii="Arial" w:hAnsi="Arial"/>
      <w:szCs w:val="24"/>
      <w:u w:val="single"/>
    </w:rPr>
  </w:style>
  <w:style w:type="paragraph" w:customStyle="1" w:styleId="BodyTextBold">
    <w:name w:val="Body Text Bold"/>
    <w:basedOn w:val="BodyText"/>
    <w:next w:val="BodyText"/>
    <w:link w:val="BodyTextBoldChar"/>
    <w:uiPriority w:val="99"/>
    <w:rsid w:val="00315C8A"/>
    <w:rPr>
      <w:b/>
      <w:bCs/>
    </w:rPr>
  </w:style>
  <w:style w:type="character" w:customStyle="1" w:styleId="BodyTextBoldChar">
    <w:name w:val="Body Text Bold Char"/>
    <w:basedOn w:val="BodyTextChar"/>
    <w:link w:val="BodyTextBold"/>
    <w:uiPriority w:val="99"/>
    <w:locked/>
    <w:rsid w:val="00315C8A"/>
    <w:rPr>
      <w:rFonts w:ascii="Arial" w:hAnsi="Arial"/>
      <w:b/>
      <w:bCs/>
      <w:sz w:val="22"/>
    </w:rPr>
  </w:style>
  <w:style w:type="paragraph" w:customStyle="1" w:styleId="BodyTextBullet">
    <w:name w:val="Body Text Bullet"/>
    <w:basedOn w:val="BodyText"/>
    <w:link w:val="BodyTextBulletChar"/>
    <w:uiPriority w:val="99"/>
    <w:rsid w:val="00315C8A"/>
    <w:pPr>
      <w:numPr>
        <w:numId w:val="13"/>
      </w:numPr>
      <w:spacing w:before="0" w:after="0"/>
    </w:pPr>
  </w:style>
  <w:style w:type="character" w:customStyle="1" w:styleId="BodyTextBulletChar">
    <w:name w:val="Body Text Bullet Char"/>
    <w:basedOn w:val="DefaultParagraphFont"/>
    <w:link w:val="BodyTextBullet"/>
    <w:uiPriority w:val="99"/>
    <w:locked/>
    <w:rsid w:val="00315C8A"/>
    <w:rPr>
      <w:rFonts w:ascii="Arial" w:hAnsi="Arial"/>
      <w:sz w:val="22"/>
    </w:rPr>
  </w:style>
  <w:style w:type="paragraph" w:customStyle="1" w:styleId="BodyTextBulletLevel2">
    <w:name w:val="Body Text Bullet Level 2"/>
    <w:basedOn w:val="BodyTextBullet"/>
    <w:link w:val="BodyTextBulletLevel2Char"/>
    <w:uiPriority w:val="99"/>
    <w:rsid w:val="00315C8A"/>
    <w:pPr>
      <w:numPr>
        <w:numId w:val="14"/>
      </w:numPr>
    </w:pPr>
    <w:rPr>
      <w:lang w:eastAsia="ar-SA"/>
    </w:rPr>
  </w:style>
  <w:style w:type="character" w:customStyle="1" w:styleId="BodyTextBulletLevel2Char">
    <w:name w:val="Body Text Bullet Level 2 Char"/>
    <w:basedOn w:val="BodyTextBulletChar"/>
    <w:link w:val="BodyTextBulletLevel2"/>
    <w:uiPriority w:val="99"/>
    <w:locked/>
    <w:rsid w:val="00315C8A"/>
    <w:rPr>
      <w:rFonts w:ascii="Arial" w:hAnsi="Arial"/>
      <w:sz w:val="22"/>
      <w:lang w:eastAsia="ar-SA"/>
    </w:rPr>
  </w:style>
  <w:style w:type="paragraph" w:customStyle="1" w:styleId="BODYTEXTCAPS">
    <w:name w:val="BODY TEXT CAPS"/>
    <w:basedOn w:val="BodyText"/>
    <w:link w:val="BODYTEXTCAPSChar"/>
    <w:uiPriority w:val="99"/>
    <w:rsid w:val="00315C8A"/>
    <w:rPr>
      <w:caps/>
    </w:rPr>
  </w:style>
  <w:style w:type="character" w:customStyle="1" w:styleId="BODYTEXTCAPSChar">
    <w:name w:val="BODY TEXT CAPS Char"/>
    <w:basedOn w:val="BodyTextChar"/>
    <w:link w:val="BODYTEXTCAPS"/>
    <w:uiPriority w:val="99"/>
    <w:locked/>
    <w:rsid w:val="00315C8A"/>
    <w:rPr>
      <w:rFonts w:ascii="Arial" w:hAnsi="Arial"/>
      <w:caps/>
      <w:sz w:val="22"/>
    </w:rPr>
  </w:style>
  <w:style w:type="paragraph" w:customStyle="1" w:styleId="BodyTextCenter">
    <w:name w:val="Body Text Center"/>
    <w:basedOn w:val="BodyText"/>
    <w:link w:val="BodyTextCenterChar"/>
    <w:uiPriority w:val="99"/>
    <w:rsid w:val="00315C8A"/>
    <w:pPr>
      <w:jc w:val="center"/>
    </w:pPr>
  </w:style>
  <w:style w:type="character" w:customStyle="1" w:styleId="BodyTextCenterChar">
    <w:name w:val="Body Text Center Char"/>
    <w:basedOn w:val="DefaultParagraphFont"/>
    <w:link w:val="BodyTextCenter"/>
    <w:uiPriority w:val="99"/>
    <w:locked/>
    <w:rsid w:val="00315C8A"/>
    <w:rPr>
      <w:rFonts w:ascii="Arial" w:hAnsi="Arial"/>
      <w:sz w:val="22"/>
    </w:rPr>
  </w:style>
  <w:style w:type="paragraph" w:customStyle="1" w:styleId="BodyTextCenterNoSpace">
    <w:name w:val="Body Text Center No Space"/>
    <w:basedOn w:val="BodyText"/>
    <w:link w:val="BodyTextCenterNoSpaceChar"/>
    <w:uiPriority w:val="99"/>
    <w:rsid w:val="00315C8A"/>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315C8A"/>
    <w:rPr>
      <w:rFonts w:ascii="Arial" w:hAnsi="Arial"/>
      <w:bCs/>
      <w:sz w:val="22"/>
    </w:rPr>
  </w:style>
  <w:style w:type="paragraph" w:customStyle="1" w:styleId="BodyTextGlossary">
    <w:name w:val="Body Text Glossary"/>
    <w:basedOn w:val="BodyText"/>
    <w:next w:val="BodyText"/>
    <w:link w:val="BodyTextGlossaryChar"/>
    <w:qFormat/>
    <w:rsid w:val="00315C8A"/>
  </w:style>
  <w:style w:type="character" w:customStyle="1" w:styleId="BodyTextGlossaryChar">
    <w:name w:val="Body Text Glossary Char"/>
    <w:basedOn w:val="BodyTextChar"/>
    <w:link w:val="BodyTextGlossary"/>
    <w:rsid w:val="00315C8A"/>
    <w:rPr>
      <w:rFonts w:ascii="Arial" w:hAnsi="Arial"/>
      <w:sz w:val="22"/>
    </w:rPr>
  </w:style>
  <w:style w:type="paragraph" w:styleId="BodyTextIndent">
    <w:name w:val="Body Text Indent"/>
    <w:basedOn w:val="Normal"/>
    <w:link w:val="BodyTextIndentChar"/>
    <w:unhideWhenUsed/>
    <w:rsid w:val="00315C8A"/>
    <w:pPr>
      <w:ind w:left="360"/>
    </w:pPr>
  </w:style>
  <w:style w:type="character" w:customStyle="1" w:styleId="BodyTextIndentChar">
    <w:name w:val="Body Text Indent Char"/>
    <w:basedOn w:val="DefaultParagraphFont"/>
    <w:link w:val="BodyTextIndent"/>
    <w:rsid w:val="00315C8A"/>
    <w:rPr>
      <w:rFonts w:ascii="Arial" w:hAnsi="Arial"/>
      <w:sz w:val="22"/>
    </w:rPr>
  </w:style>
  <w:style w:type="paragraph" w:customStyle="1" w:styleId="BodyTextItalic">
    <w:name w:val="Body Text Italic"/>
    <w:basedOn w:val="BodyText"/>
    <w:next w:val="BodyText"/>
    <w:link w:val="BodyTextItalicChar"/>
    <w:uiPriority w:val="99"/>
    <w:rsid w:val="00315C8A"/>
    <w:rPr>
      <w:i/>
    </w:rPr>
  </w:style>
  <w:style w:type="character" w:customStyle="1" w:styleId="BodyTextItalicChar">
    <w:name w:val="Body Text Italic Char"/>
    <w:basedOn w:val="DefaultParagraphFont"/>
    <w:link w:val="BodyTextItalic"/>
    <w:uiPriority w:val="99"/>
    <w:locked/>
    <w:rsid w:val="00315C8A"/>
    <w:rPr>
      <w:rFonts w:ascii="Arial" w:hAnsi="Arial"/>
      <w:i/>
      <w:sz w:val="22"/>
    </w:rPr>
  </w:style>
  <w:style w:type="paragraph" w:customStyle="1" w:styleId="BodyTextNoSpace">
    <w:name w:val="Body Text No Space"/>
    <w:basedOn w:val="BodyTextCenterNoSpace"/>
    <w:link w:val="BodyTextNoSpaceChar"/>
    <w:qFormat/>
    <w:rsid w:val="00315C8A"/>
    <w:pPr>
      <w:jc w:val="left"/>
    </w:pPr>
  </w:style>
  <w:style w:type="character" w:customStyle="1" w:styleId="BodyTextNoSpaceChar">
    <w:name w:val="Body Text No Space Char"/>
    <w:basedOn w:val="BodyTextCenterNoSpaceChar"/>
    <w:link w:val="BodyTextNoSpace"/>
    <w:rsid w:val="00315C8A"/>
    <w:rPr>
      <w:rFonts w:ascii="Arial" w:hAnsi="Arial"/>
      <w:bCs/>
      <w:sz w:val="22"/>
    </w:rPr>
  </w:style>
  <w:style w:type="paragraph" w:customStyle="1" w:styleId="BodyTextNumber">
    <w:name w:val="Body Text Number"/>
    <w:link w:val="BodyTextNumberChar"/>
    <w:uiPriority w:val="99"/>
    <w:rsid w:val="00315C8A"/>
    <w:pPr>
      <w:numPr>
        <w:numId w:val="15"/>
      </w:numPr>
    </w:pPr>
    <w:rPr>
      <w:rFonts w:ascii="Arial" w:hAnsi="Arial"/>
      <w:sz w:val="22"/>
      <w:szCs w:val="24"/>
    </w:rPr>
  </w:style>
  <w:style w:type="character" w:customStyle="1" w:styleId="BodyTextNumberChar">
    <w:name w:val="Body Text Number Char"/>
    <w:basedOn w:val="DefaultParagraphFont"/>
    <w:link w:val="BodyTextNumber"/>
    <w:uiPriority w:val="99"/>
    <w:locked/>
    <w:rsid w:val="00315C8A"/>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315C8A"/>
    <w:pPr>
      <w:numPr>
        <w:numId w:val="16"/>
      </w:numPr>
    </w:pPr>
  </w:style>
  <w:style w:type="character" w:customStyle="1" w:styleId="BodyTextNumberLetterLevel2Char">
    <w:name w:val="Body Text Number Letter Level 2 Char"/>
    <w:basedOn w:val="BodyTextNumberChar"/>
    <w:link w:val="BodyTextNumberLetterLevel2"/>
    <w:uiPriority w:val="99"/>
    <w:locked/>
    <w:rsid w:val="00315C8A"/>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315C8A"/>
    <w:pPr>
      <w:ind w:left="720"/>
    </w:pPr>
  </w:style>
  <w:style w:type="character" w:customStyle="1" w:styleId="BodyTextNumberStepResultsNotesChar">
    <w:name w:val="Body Text Number Step Results/Notes Char"/>
    <w:basedOn w:val="DefaultParagraphFont"/>
    <w:link w:val="BodyTextNumberStepResultsNotes"/>
    <w:uiPriority w:val="99"/>
    <w:locked/>
    <w:rsid w:val="00315C8A"/>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315C8A"/>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315C8A"/>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315C8A"/>
    <w:pPr>
      <w:numPr>
        <w:numId w:val="17"/>
      </w:numPr>
    </w:pPr>
  </w:style>
  <w:style w:type="character" w:customStyle="1" w:styleId="BodyTextNumberStepResultsNotesBulletChar">
    <w:name w:val="Body Text Number Step Results/Notes Bullet Char"/>
    <w:basedOn w:val="BodyTextNumberStepResultsNotesChar"/>
    <w:link w:val="BodyTextNumberStepResultsNotesBullet"/>
    <w:rsid w:val="00315C8A"/>
    <w:rPr>
      <w:rFonts w:ascii="Arial" w:hAnsi="Arial"/>
      <w:sz w:val="22"/>
    </w:rPr>
  </w:style>
  <w:style w:type="paragraph" w:customStyle="1" w:styleId="BodyTextRight">
    <w:name w:val="Body Text Right"/>
    <w:basedOn w:val="BodyText"/>
    <w:link w:val="BodyTextRightChar"/>
    <w:qFormat/>
    <w:rsid w:val="00315C8A"/>
    <w:pPr>
      <w:jc w:val="right"/>
    </w:pPr>
    <w:rPr>
      <w:szCs w:val="24"/>
    </w:rPr>
  </w:style>
  <w:style w:type="character" w:customStyle="1" w:styleId="BodyTextRightChar">
    <w:name w:val="Body Text Right Char"/>
    <w:basedOn w:val="BodyTextChar"/>
    <w:link w:val="BodyTextRight"/>
    <w:rsid w:val="00315C8A"/>
    <w:rPr>
      <w:rFonts w:ascii="Arial" w:hAnsi="Arial"/>
      <w:sz w:val="22"/>
      <w:szCs w:val="24"/>
    </w:rPr>
  </w:style>
  <w:style w:type="paragraph" w:customStyle="1" w:styleId="BodyTextUnderline">
    <w:name w:val="Body Text Underline"/>
    <w:basedOn w:val="BodyText"/>
    <w:next w:val="BodyText"/>
    <w:link w:val="BodyTextUnderlineChar"/>
    <w:uiPriority w:val="99"/>
    <w:rsid w:val="00315C8A"/>
    <w:rPr>
      <w:u w:val="single"/>
    </w:rPr>
  </w:style>
  <w:style w:type="character" w:customStyle="1" w:styleId="BodyTextUnderlineChar">
    <w:name w:val="Body Text Underline Char"/>
    <w:basedOn w:val="BodyTextChar"/>
    <w:link w:val="BodyTextUnderline"/>
    <w:uiPriority w:val="99"/>
    <w:locked/>
    <w:rsid w:val="00315C8A"/>
    <w:rPr>
      <w:rFonts w:ascii="Arial" w:hAnsi="Arial"/>
      <w:sz w:val="22"/>
      <w:u w:val="single"/>
    </w:rPr>
  </w:style>
  <w:style w:type="character" w:customStyle="1" w:styleId="CaptionChar">
    <w:name w:val="Caption Char"/>
    <w:link w:val="Caption"/>
    <w:uiPriority w:val="35"/>
    <w:locked/>
    <w:rsid w:val="00315C8A"/>
    <w:rPr>
      <w:rFonts w:ascii="Arial Narrow" w:hAnsi="Arial Narrow"/>
      <w:b/>
      <w:bCs/>
    </w:rPr>
  </w:style>
  <w:style w:type="paragraph" w:customStyle="1" w:styleId="CoverProgramName">
    <w:name w:val="Cover Program Name"/>
    <w:link w:val="CoverProgramNameChar"/>
    <w:rsid w:val="00315C8A"/>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315C8A"/>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315C8A"/>
    <w:pPr>
      <w:spacing w:before="0"/>
    </w:pPr>
    <w:rPr>
      <w:sz w:val="32"/>
    </w:rPr>
  </w:style>
  <w:style w:type="character" w:customStyle="1" w:styleId="CoverClassificationChar">
    <w:name w:val="Cover Classification Char"/>
    <w:basedOn w:val="CoverProgramNameChar"/>
    <w:link w:val="CoverClassification"/>
    <w:rsid w:val="00315C8A"/>
    <w:rPr>
      <w:rFonts w:ascii="Arial Narrow" w:hAnsi="Arial Narrow"/>
      <w:b/>
      <w:color w:val="000000" w:themeColor="text1"/>
      <w:sz w:val="32"/>
    </w:rPr>
  </w:style>
  <w:style w:type="paragraph" w:customStyle="1" w:styleId="CoverDocumentName">
    <w:name w:val="Cover Document Name"/>
    <w:basedOn w:val="Normal"/>
    <w:rsid w:val="00315C8A"/>
    <w:pPr>
      <w:pBdr>
        <w:bottom w:val="single" w:sz="4" w:space="1" w:color="auto"/>
      </w:pBdr>
      <w:spacing w:before="100" w:after="0"/>
      <w:jc w:val="right"/>
    </w:pPr>
    <w:rPr>
      <w:rFonts w:ascii="Arial Narrow" w:hAnsi="Arial Narrow"/>
      <w:b/>
      <w:bCs/>
      <w:sz w:val="48"/>
    </w:rPr>
  </w:style>
  <w:style w:type="paragraph" w:customStyle="1" w:styleId="CoverProjectName">
    <w:name w:val="Cover Project Name"/>
    <w:basedOn w:val="Normal"/>
    <w:rsid w:val="00315C8A"/>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315C8A"/>
    <w:pPr>
      <w:jc w:val="right"/>
    </w:pPr>
    <w:rPr>
      <w:rFonts w:ascii="Arial Narrow" w:hAnsi="Arial Narrow"/>
      <w:b/>
      <w:bCs/>
      <w:sz w:val="32"/>
    </w:rPr>
  </w:style>
  <w:style w:type="character" w:customStyle="1" w:styleId="CoverTextChar">
    <w:name w:val="Cover Text Char"/>
    <w:basedOn w:val="DefaultParagraphFont"/>
    <w:link w:val="CoverText"/>
    <w:rsid w:val="00315C8A"/>
    <w:rPr>
      <w:rFonts w:ascii="Arial Narrow" w:hAnsi="Arial Narrow"/>
      <w:b/>
      <w:bCs/>
      <w:sz w:val="32"/>
    </w:rPr>
  </w:style>
  <w:style w:type="paragraph" w:customStyle="1" w:styleId="CoverTextDate">
    <w:name w:val="Cover Text Date"/>
    <w:basedOn w:val="CoverText"/>
    <w:link w:val="CoverTextDateChar"/>
    <w:qFormat/>
    <w:rsid w:val="00315C8A"/>
    <w:pPr>
      <w:spacing w:after="4100"/>
    </w:pPr>
  </w:style>
  <w:style w:type="character" w:customStyle="1" w:styleId="CoverTextDateChar">
    <w:name w:val="Cover Text Date Char"/>
    <w:basedOn w:val="CoverTextChar"/>
    <w:link w:val="CoverTextDate"/>
    <w:rsid w:val="00315C8A"/>
    <w:rPr>
      <w:rFonts w:ascii="Arial Narrow" w:hAnsi="Arial Narrow"/>
      <w:b/>
      <w:bCs/>
      <w:sz w:val="32"/>
    </w:rPr>
  </w:style>
  <w:style w:type="paragraph" w:customStyle="1" w:styleId="FigureCaption">
    <w:name w:val="Figure Caption"/>
    <w:basedOn w:val="Caption"/>
    <w:next w:val="BodyText"/>
    <w:uiPriority w:val="99"/>
    <w:rsid w:val="00315C8A"/>
    <w:pPr>
      <w:keepNext w:val="0"/>
      <w:spacing w:before="0" w:after="300"/>
    </w:pPr>
    <w:rPr>
      <w:rFonts w:eastAsia="Batang"/>
      <w:szCs w:val="24"/>
    </w:rPr>
  </w:style>
  <w:style w:type="character" w:customStyle="1" w:styleId="FootnoteTextChar">
    <w:name w:val="Footnote Text Char"/>
    <w:basedOn w:val="DefaultParagraphFont"/>
    <w:link w:val="FootnoteText"/>
    <w:rsid w:val="00315C8A"/>
    <w:rPr>
      <w:rFonts w:ascii="Arial" w:hAnsi="Arial"/>
      <w:sz w:val="18"/>
    </w:rPr>
  </w:style>
  <w:style w:type="character" w:customStyle="1" w:styleId="Hyperlink10">
    <w:name w:val="Hyperlink 10"/>
    <w:basedOn w:val="Hyperlink"/>
    <w:uiPriority w:val="99"/>
    <w:rsid w:val="00315C8A"/>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315C8A"/>
    <w:rPr>
      <w:i/>
      <w:color w:val="0000FF"/>
      <w:sz w:val="24"/>
      <w:lang w:eastAsia="ar-SA"/>
    </w:rPr>
  </w:style>
  <w:style w:type="character" w:customStyle="1" w:styleId="InstructionalTextChar">
    <w:name w:val="Instructional Text Char"/>
    <w:basedOn w:val="BodyTextChar"/>
    <w:link w:val="InstructionalText"/>
    <w:rsid w:val="00315C8A"/>
    <w:rPr>
      <w:rFonts w:ascii="Arial" w:hAnsi="Arial"/>
      <w:i/>
      <w:color w:val="0000FF"/>
      <w:sz w:val="24"/>
      <w:lang w:eastAsia="ar-SA"/>
    </w:rPr>
  </w:style>
  <w:style w:type="paragraph" w:customStyle="1" w:styleId="InstructionalTextBullet">
    <w:name w:val="Instructional Text Bullet"/>
    <w:basedOn w:val="BodyTextBullet"/>
    <w:qFormat/>
    <w:rsid w:val="00DD5A09"/>
    <w:pPr>
      <w:numPr>
        <w:numId w:val="20"/>
      </w:numPr>
    </w:pPr>
    <w:rPr>
      <w:i/>
      <w:color w:val="0000FF"/>
      <w:sz w:val="24"/>
      <w:szCs w:val="24"/>
    </w:rPr>
  </w:style>
  <w:style w:type="paragraph" w:customStyle="1" w:styleId="InstructionalTextBulletLevel2">
    <w:name w:val="Instructional Text Bullet Level 2"/>
    <w:basedOn w:val="InstructionalTextBullet"/>
    <w:qFormat/>
    <w:rsid w:val="00315C8A"/>
    <w:pPr>
      <w:numPr>
        <w:numId w:val="21"/>
      </w:numPr>
    </w:pPr>
  </w:style>
  <w:style w:type="paragraph" w:customStyle="1" w:styleId="InstructionalTextNumber">
    <w:name w:val="Instructional Text Number"/>
    <w:basedOn w:val="Normal"/>
    <w:qFormat/>
    <w:rsid w:val="00315C8A"/>
    <w:pPr>
      <w:numPr>
        <w:numId w:val="22"/>
      </w:numPr>
      <w:spacing w:before="80" w:after="240"/>
    </w:pPr>
    <w:rPr>
      <w:rFonts w:cs="Arial"/>
      <w:i/>
      <w:color w:val="0000FF"/>
      <w:sz w:val="24"/>
      <w:szCs w:val="24"/>
    </w:rPr>
  </w:style>
  <w:style w:type="paragraph" w:customStyle="1" w:styleId="InstructionalTextTableText10">
    <w:name w:val="Instructional Text Table Text 10"/>
    <w:basedOn w:val="InstructionalText"/>
    <w:link w:val="InstructionalTextTableText10Char"/>
    <w:qFormat/>
    <w:rsid w:val="00805FEC"/>
    <w:pPr>
      <w:spacing w:before="20"/>
    </w:pPr>
    <w:rPr>
      <w:sz w:val="20"/>
    </w:rPr>
  </w:style>
  <w:style w:type="character" w:customStyle="1" w:styleId="InstructionalTextTableText10Char">
    <w:name w:val="Instructional Text Table Text 10 Char"/>
    <w:basedOn w:val="InstructionalTextChar"/>
    <w:link w:val="InstructionalTextTableText10"/>
    <w:rsid w:val="00805FEC"/>
    <w:rPr>
      <w:rFonts w:ascii="Arial" w:hAnsi="Arial"/>
      <w:i/>
      <w:color w:val="0000FF"/>
      <w:sz w:val="24"/>
      <w:lang w:eastAsia="ar-SA"/>
    </w:rPr>
  </w:style>
  <w:style w:type="paragraph" w:customStyle="1" w:styleId="InstructionalTextUnderline">
    <w:name w:val="Instructional Text Underline"/>
    <w:basedOn w:val="InstructionalText"/>
    <w:link w:val="InstructionalTextUnderlineChar"/>
    <w:rsid w:val="00315C8A"/>
    <w:rPr>
      <w:iCs/>
      <w:u w:val="single"/>
    </w:rPr>
  </w:style>
  <w:style w:type="character" w:customStyle="1" w:styleId="InstructionalTextUnderlineChar">
    <w:name w:val="Instructional Text Underline Char"/>
    <w:basedOn w:val="InstructionalTextChar"/>
    <w:link w:val="InstructionalTextUnderline"/>
    <w:rsid w:val="00315C8A"/>
    <w:rPr>
      <w:rFonts w:ascii="Arial" w:hAnsi="Arial"/>
      <w:i/>
      <w:iCs/>
      <w:color w:val="0000FF"/>
      <w:sz w:val="24"/>
      <w:u w:val="single"/>
      <w:lang w:eastAsia="ar-SA"/>
    </w:rPr>
  </w:style>
  <w:style w:type="paragraph" w:customStyle="1" w:styleId="ParagraphSpacer10">
    <w:name w:val="Paragraph Spacer 10"/>
    <w:next w:val="BodyText"/>
    <w:uiPriority w:val="99"/>
    <w:rsid w:val="00315C8A"/>
    <w:rPr>
      <w:rFonts w:ascii="Arial" w:hAnsi="Arial"/>
      <w:szCs w:val="24"/>
    </w:rPr>
  </w:style>
  <w:style w:type="paragraph" w:customStyle="1" w:styleId="ParagraphSpacer6">
    <w:name w:val="Paragraph Spacer 6"/>
    <w:uiPriority w:val="99"/>
    <w:rsid w:val="00315C8A"/>
    <w:rPr>
      <w:rFonts w:ascii="Arial" w:hAnsi="Arial"/>
      <w:sz w:val="12"/>
      <w:szCs w:val="24"/>
    </w:rPr>
  </w:style>
  <w:style w:type="paragraph" w:customStyle="1" w:styleId="SignatureText">
    <w:name w:val="Signature Text"/>
    <w:basedOn w:val="Normal"/>
    <w:link w:val="SignatureTextChar"/>
    <w:qFormat/>
    <w:rsid w:val="00315C8A"/>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315C8A"/>
    <w:rPr>
      <w:rFonts w:ascii="Arial" w:hAnsi="Arial"/>
    </w:rPr>
  </w:style>
  <w:style w:type="paragraph" w:customStyle="1" w:styleId="SystemTitleinsideLines">
    <w:name w:val="System Title inside Lines"/>
    <w:next w:val="BodyText10Center"/>
    <w:uiPriority w:val="99"/>
    <w:rsid w:val="00315C8A"/>
    <w:pPr>
      <w:pBdr>
        <w:top w:val="single" w:sz="18" w:space="1" w:color="auto"/>
        <w:bottom w:val="single" w:sz="18" w:space="1" w:color="auto"/>
      </w:pBdr>
      <w:spacing w:after="120"/>
      <w:jc w:val="center"/>
    </w:pPr>
    <w:rPr>
      <w:rFonts w:ascii="Arial" w:hAnsi="Arial"/>
      <w:b/>
      <w:bCs/>
      <w:sz w:val="40"/>
    </w:rPr>
  </w:style>
  <w:style w:type="paragraph" w:customStyle="1" w:styleId="TableText10">
    <w:name w:val="Table Text 10"/>
    <w:basedOn w:val="Normal"/>
    <w:link w:val="TableText10Char"/>
    <w:rsid w:val="00315C8A"/>
    <w:pPr>
      <w:spacing w:before="20"/>
    </w:pPr>
    <w:rPr>
      <w:sz w:val="20"/>
    </w:rPr>
  </w:style>
  <w:style w:type="character" w:customStyle="1" w:styleId="TableText10Char">
    <w:name w:val="Table Text 10 Char"/>
    <w:basedOn w:val="DefaultParagraphFont"/>
    <w:link w:val="TableText10"/>
    <w:locked/>
    <w:rsid w:val="00315C8A"/>
    <w:rPr>
      <w:rFonts w:ascii="Arial" w:hAnsi="Arial"/>
    </w:rPr>
  </w:style>
  <w:style w:type="paragraph" w:customStyle="1" w:styleId="TableText10Bold">
    <w:name w:val="Table Text 10 Bold"/>
    <w:basedOn w:val="TableText10"/>
    <w:next w:val="TableText10"/>
    <w:link w:val="TableText10BoldChar"/>
    <w:uiPriority w:val="99"/>
    <w:rsid w:val="00315C8A"/>
    <w:rPr>
      <w:b/>
    </w:rPr>
  </w:style>
  <w:style w:type="character" w:customStyle="1" w:styleId="TableText10BoldChar">
    <w:name w:val="Table Text 10 Bold Char"/>
    <w:basedOn w:val="TableText10Char"/>
    <w:link w:val="TableText10Bold"/>
    <w:uiPriority w:val="99"/>
    <w:locked/>
    <w:rsid w:val="00315C8A"/>
    <w:rPr>
      <w:rFonts w:ascii="Arial" w:hAnsi="Arial"/>
      <w:b/>
    </w:rPr>
  </w:style>
  <w:style w:type="paragraph" w:customStyle="1" w:styleId="TableText10Bullet">
    <w:name w:val="Table Text 10 Bullet"/>
    <w:basedOn w:val="TableText10"/>
    <w:link w:val="TableText10BulletChar"/>
    <w:uiPriority w:val="99"/>
    <w:rsid w:val="00315C8A"/>
    <w:pPr>
      <w:numPr>
        <w:numId w:val="23"/>
      </w:numPr>
    </w:pPr>
  </w:style>
  <w:style w:type="character" w:customStyle="1" w:styleId="TableText10BulletChar">
    <w:name w:val="Table Text 10 Bullet Char"/>
    <w:basedOn w:val="DefaultParagraphFont"/>
    <w:link w:val="TableText10Bullet"/>
    <w:uiPriority w:val="99"/>
    <w:locked/>
    <w:rsid w:val="00315C8A"/>
    <w:rPr>
      <w:rFonts w:ascii="Arial" w:hAnsi="Arial"/>
    </w:rPr>
  </w:style>
  <w:style w:type="paragraph" w:customStyle="1" w:styleId="TableText10Center">
    <w:name w:val="Table Text 10 Center"/>
    <w:basedOn w:val="TableText10"/>
    <w:link w:val="TableText10CenterChar"/>
    <w:uiPriority w:val="99"/>
    <w:rsid w:val="00315C8A"/>
    <w:pPr>
      <w:jc w:val="center"/>
    </w:pPr>
  </w:style>
  <w:style w:type="character" w:customStyle="1" w:styleId="TableText10CenterChar">
    <w:name w:val="Table Text 10 Center Char"/>
    <w:basedOn w:val="TableText10Char"/>
    <w:link w:val="TableText10Center"/>
    <w:uiPriority w:val="99"/>
    <w:locked/>
    <w:rsid w:val="00315C8A"/>
    <w:rPr>
      <w:rFonts w:ascii="Arial" w:hAnsi="Arial"/>
    </w:rPr>
  </w:style>
  <w:style w:type="paragraph" w:customStyle="1" w:styleId="TableText10Glossary">
    <w:name w:val="Table Text 10 Glossary"/>
    <w:basedOn w:val="TableText10"/>
    <w:next w:val="TableText10"/>
    <w:link w:val="TableText10GlossaryChar"/>
    <w:qFormat/>
    <w:rsid w:val="00315C8A"/>
  </w:style>
  <w:style w:type="character" w:customStyle="1" w:styleId="TableText10GlossaryChar">
    <w:name w:val="Table Text 10 Glossary Char"/>
    <w:basedOn w:val="TableText10Char"/>
    <w:link w:val="TableText10Glossary"/>
    <w:rsid w:val="00315C8A"/>
    <w:rPr>
      <w:rFonts w:ascii="Arial" w:hAnsi="Arial"/>
    </w:rPr>
  </w:style>
  <w:style w:type="paragraph" w:customStyle="1" w:styleId="TableText10HeaderCenter">
    <w:name w:val="Table Text 10 Header Center"/>
    <w:basedOn w:val="Normal"/>
    <w:link w:val="TableText10HeaderCenterChar"/>
    <w:uiPriority w:val="99"/>
    <w:rsid w:val="00315C8A"/>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315C8A"/>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315C8A"/>
    <w:pPr>
      <w:keepNext/>
    </w:pPr>
    <w:rPr>
      <w:b/>
      <w:sz w:val="20"/>
    </w:rPr>
  </w:style>
  <w:style w:type="character" w:customStyle="1" w:styleId="TableText10HeaderLeftChar">
    <w:name w:val="Table Text 10 Header Left Char"/>
    <w:basedOn w:val="DefaultParagraphFont"/>
    <w:link w:val="TableText10HeaderLeft"/>
    <w:uiPriority w:val="99"/>
    <w:rsid w:val="00315C8A"/>
    <w:rPr>
      <w:rFonts w:ascii="Arial" w:hAnsi="Arial"/>
      <w:b/>
    </w:rPr>
  </w:style>
  <w:style w:type="paragraph" w:customStyle="1" w:styleId="TableText10Indent">
    <w:name w:val="Table Text 10 Indent"/>
    <w:basedOn w:val="TableText10"/>
    <w:link w:val="TableText10IndentChar"/>
    <w:uiPriority w:val="99"/>
    <w:rsid w:val="00315C8A"/>
    <w:pPr>
      <w:ind w:left="144"/>
    </w:pPr>
  </w:style>
  <w:style w:type="character" w:customStyle="1" w:styleId="TableText10IndentChar">
    <w:name w:val="Table Text 10 Indent Char"/>
    <w:basedOn w:val="TableText10Char"/>
    <w:link w:val="TableText10Indent"/>
    <w:uiPriority w:val="99"/>
    <w:locked/>
    <w:rsid w:val="00315C8A"/>
    <w:rPr>
      <w:rFonts w:ascii="Arial" w:hAnsi="Arial"/>
    </w:rPr>
  </w:style>
  <w:style w:type="paragraph" w:customStyle="1" w:styleId="TableText10Italic">
    <w:name w:val="Table Text 10 Italic"/>
    <w:basedOn w:val="TableText10"/>
    <w:link w:val="TableText10ItalicChar"/>
    <w:uiPriority w:val="99"/>
    <w:rsid w:val="00315C8A"/>
    <w:rPr>
      <w:i/>
      <w:iCs/>
    </w:rPr>
  </w:style>
  <w:style w:type="character" w:customStyle="1" w:styleId="TableText10ItalicChar">
    <w:name w:val="Table Text 10 Italic Char"/>
    <w:basedOn w:val="TableText10Char"/>
    <w:link w:val="TableText10Italic"/>
    <w:uiPriority w:val="99"/>
    <w:locked/>
    <w:rsid w:val="00315C8A"/>
    <w:rPr>
      <w:rFonts w:ascii="Arial" w:hAnsi="Arial"/>
      <w:i/>
      <w:iCs/>
    </w:rPr>
  </w:style>
  <w:style w:type="paragraph" w:customStyle="1" w:styleId="TableText10NoSpace">
    <w:name w:val="Table Text 10 No Space"/>
    <w:link w:val="TableText10NoSpaceChar"/>
    <w:uiPriority w:val="99"/>
    <w:rsid w:val="00315C8A"/>
    <w:rPr>
      <w:rFonts w:ascii="Arial" w:hAnsi="Arial"/>
      <w:szCs w:val="24"/>
    </w:rPr>
  </w:style>
  <w:style w:type="character" w:customStyle="1" w:styleId="TableText10NoSpaceChar">
    <w:name w:val="Table Text 10 No Space Char"/>
    <w:basedOn w:val="DefaultParagraphFont"/>
    <w:link w:val="TableText10NoSpace"/>
    <w:uiPriority w:val="99"/>
    <w:locked/>
    <w:rsid w:val="00315C8A"/>
    <w:rPr>
      <w:rFonts w:ascii="Arial" w:hAnsi="Arial"/>
      <w:szCs w:val="24"/>
    </w:rPr>
  </w:style>
  <w:style w:type="paragraph" w:customStyle="1" w:styleId="TableText10Number">
    <w:name w:val="Table Text 10 Number"/>
    <w:basedOn w:val="TableText10"/>
    <w:link w:val="TableText10NumberChar"/>
    <w:uiPriority w:val="99"/>
    <w:rsid w:val="00315C8A"/>
    <w:pPr>
      <w:numPr>
        <w:numId w:val="24"/>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315C8A"/>
    <w:rPr>
      <w:rFonts w:ascii="Arial" w:hAnsi="Arial"/>
      <w:szCs w:val="24"/>
    </w:rPr>
  </w:style>
  <w:style w:type="paragraph" w:customStyle="1" w:styleId="TableText10NumberLetter">
    <w:name w:val="Table Text 10 Number Letter"/>
    <w:basedOn w:val="TableText10Number"/>
    <w:qFormat/>
    <w:rsid w:val="00315C8A"/>
    <w:pPr>
      <w:keepNext/>
      <w:numPr>
        <w:numId w:val="25"/>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315C8A"/>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315C8A"/>
    <w:rPr>
      <w:rFonts w:ascii="Arial" w:hAnsi="Arial"/>
    </w:rPr>
  </w:style>
  <w:style w:type="paragraph" w:customStyle="1" w:styleId="TableText10Right">
    <w:name w:val="Table Text 10 Right"/>
    <w:basedOn w:val="TableText10"/>
    <w:link w:val="TableText10RightChar"/>
    <w:uiPriority w:val="99"/>
    <w:rsid w:val="00315C8A"/>
    <w:pPr>
      <w:jc w:val="right"/>
    </w:pPr>
  </w:style>
  <w:style w:type="character" w:customStyle="1" w:styleId="TableText10RightChar">
    <w:name w:val="Table Text 10 Right Char"/>
    <w:basedOn w:val="TableText10Char"/>
    <w:link w:val="TableText10Right"/>
    <w:uiPriority w:val="99"/>
    <w:locked/>
    <w:rsid w:val="00315C8A"/>
    <w:rPr>
      <w:rFonts w:ascii="Arial" w:hAnsi="Arial"/>
    </w:rPr>
  </w:style>
  <w:style w:type="paragraph" w:customStyle="1" w:styleId="TableText8">
    <w:name w:val="Table Text 8"/>
    <w:link w:val="TableText8Char"/>
    <w:uiPriority w:val="99"/>
    <w:rsid w:val="00315C8A"/>
    <w:rPr>
      <w:rFonts w:ascii="Arial" w:hAnsi="Arial"/>
      <w:sz w:val="16"/>
      <w:szCs w:val="24"/>
    </w:rPr>
  </w:style>
  <w:style w:type="character" w:customStyle="1" w:styleId="TableText8Char">
    <w:name w:val="Table Text 8 Char"/>
    <w:basedOn w:val="DefaultParagraphFont"/>
    <w:link w:val="TableText8"/>
    <w:uiPriority w:val="99"/>
    <w:locked/>
    <w:rsid w:val="00315C8A"/>
    <w:rPr>
      <w:rFonts w:ascii="Arial" w:hAnsi="Arial"/>
      <w:sz w:val="16"/>
      <w:szCs w:val="24"/>
    </w:rPr>
  </w:style>
  <w:style w:type="paragraph" w:customStyle="1" w:styleId="TableText8Bold">
    <w:name w:val="Table Text 8 Bold"/>
    <w:basedOn w:val="TableText8"/>
    <w:next w:val="TableText8"/>
    <w:link w:val="TableText8BoldChar"/>
    <w:uiPriority w:val="99"/>
    <w:rsid w:val="00315C8A"/>
    <w:rPr>
      <w:b/>
    </w:rPr>
  </w:style>
  <w:style w:type="character" w:customStyle="1" w:styleId="TableText8BoldChar">
    <w:name w:val="Table Text 8 Bold Char"/>
    <w:basedOn w:val="DefaultParagraphFont"/>
    <w:link w:val="TableText8Bold"/>
    <w:uiPriority w:val="99"/>
    <w:locked/>
    <w:rsid w:val="00315C8A"/>
    <w:rPr>
      <w:rFonts w:ascii="Arial" w:hAnsi="Arial"/>
      <w:b/>
      <w:sz w:val="16"/>
      <w:szCs w:val="24"/>
    </w:rPr>
  </w:style>
  <w:style w:type="paragraph" w:customStyle="1" w:styleId="TableText8Bullet">
    <w:name w:val="Table Text 8 Bullet"/>
    <w:basedOn w:val="TableText8"/>
    <w:link w:val="TableText8BulletChar"/>
    <w:uiPriority w:val="99"/>
    <w:rsid w:val="00315C8A"/>
    <w:pPr>
      <w:numPr>
        <w:numId w:val="26"/>
      </w:numPr>
    </w:pPr>
  </w:style>
  <w:style w:type="character" w:customStyle="1" w:styleId="TableText8BulletChar">
    <w:name w:val="Table Text 8 Bullet Char"/>
    <w:basedOn w:val="DefaultParagraphFont"/>
    <w:link w:val="TableText8Bullet"/>
    <w:uiPriority w:val="99"/>
    <w:locked/>
    <w:rsid w:val="00315C8A"/>
    <w:rPr>
      <w:rFonts w:ascii="Arial" w:hAnsi="Arial"/>
      <w:sz w:val="16"/>
      <w:szCs w:val="24"/>
    </w:rPr>
  </w:style>
  <w:style w:type="paragraph" w:customStyle="1" w:styleId="TableText8Glossary">
    <w:name w:val="Table Text 8 Glossary"/>
    <w:basedOn w:val="TableText8"/>
    <w:next w:val="TableText8"/>
    <w:link w:val="TableText8GlossaryChar"/>
    <w:qFormat/>
    <w:rsid w:val="00315C8A"/>
  </w:style>
  <w:style w:type="character" w:customStyle="1" w:styleId="TableText8GlossaryChar">
    <w:name w:val="Table Text 8 Glossary Char"/>
    <w:basedOn w:val="TableText10Char"/>
    <w:link w:val="TableText8Glossary"/>
    <w:rsid w:val="00315C8A"/>
    <w:rPr>
      <w:rFonts w:ascii="Arial" w:hAnsi="Arial"/>
      <w:sz w:val="16"/>
      <w:szCs w:val="24"/>
    </w:rPr>
  </w:style>
  <w:style w:type="paragraph" w:customStyle="1" w:styleId="TableText8Italic">
    <w:name w:val="Table Text 8 Italic"/>
    <w:basedOn w:val="TableText8"/>
    <w:next w:val="TableText8"/>
    <w:link w:val="TableText8ItalicChar"/>
    <w:uiPriority w:val="99"/>
    <w:rsid w:val="00315C8A"/>
    <w:rPr>
      <w:i/>
    </w:rPr>
  </w:style>
  <w:style w:type="character" w:customStyle="1" w:styleId="TableText8ItalicChar">
    <w:name w:val="Table Text 8 Italic Char"/>
    <w:basedOn w:val="TableText8Char"/>
    <w:link w:val="TableText8Italic"/>
    <w:uiPriority w:val="99"/>
    <w:locked/>
    <w:rsid w:val="00315C8A"/>
    <w:rPr>
      <w:rFonts w:ascii="Arial" w:hAnsi="Arial"/>
      <w:i/>
      <w:sz w:val="16"/>
      <w:szCs w:val="24"/>
    </w:rPr>
  </w:style>
  <w:style w:type="paragraph" w:customStyle="1" w:styleId="TableText8Number">
    <w:name w:val="Table Text 8 Number"/>
    <w:basedOn w:val="TableText8"/>
    <w:link w:val="TableText8NumberChar"/>
    <w:uiPriority w:val="99"/>
    <w:rsid w:val="00315C8A"/>
    <w:pPr>
      <w:numPr>
        <w:numId w:val="27"/>
      </w:numPr>
    </w:pPr>
  </w:style>
  <w:style w:type="character" w:customStyle="1" w:styleId="TableText8NumberChar">
    <w:name w:val="Table Text 8 Number Char"/>
    <w:basedOn w:val="DefaultParagraphFont"/>
    <w:link w:val="TableText8Number"/>
    <w:uiPriority w:val="99"/>
    <w:locked/>
    <w:rsid w:val="00315C8A"/>
    <w:rPr>
      <w:rFonts w:ascii="Arial" w:hAnsi="Arial"/>
      <w:sz w:val="16"/>
      <w:szCs w:val="24"/>
    </w:rPr>
  </w:style>
  <w:style w:type="paragraph" w:customStyle="1" w:styleId="TitleMedium">
    <w:name w:val="Title Medium"/>
    <w:next w:val="BodyText"/>
    <w:uiPriority w:val="99"/>
    <w:rsid w:val="00315C8A"/>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315C8A"/>
    <w:pPr>
      <w:keepNext/>
      <w:spacing w:before="0" w:after="360"/>
      <w:jc w:val="center"/>
    </w:pPr>
    <w:rPr>
      <w:rFonts w:ascii="Arial Narrow" w:hAnsi="Arial Narrow" w:cs="Arial"/>
      <w:b/>
      <w:bCs/>
      <w:sz w:val="36"/>
    </w:rPr>
  </w:style>
  <w:style w:type="character" w:styleId="CommentReference">
    <w:name w:val="annotation reference"/>
    <w:basedOn w:val="DefaultParagraphFont"/>
    <w:semiHidden/>
    <w:unhideWhenUsed/>
    <w:rsid w:val="000D1F60"/>
    <w:rPr>
      <w:sz w:val="16"/>
      <w:szCs w:val="16"/>
    </w:rPr>
  </w:style>
  <w:style w:type="paragraph" w:styleId="CommentText">
    <w:name w:val="annotation text"/>
    <w:basedOn w:val="Normal"/>
    <w:link w:val="CommentTextChar"/>
    <w:semiHidden/>
    <w:unhideWhenUsed/>
    <w:rsid w:val="000D1F60"/>
    <w:rPr>
      <w:sz w:val="20"/>
    </w:rPr>
  </w:style>
  <w:style w:type="character" w:customStyle="1" w:styleId="CommentTextChar">
    <w:name w:val="Comment Text Char"/>
    <w:basedOn w:val="DefaultParagraphFont"/>
    <w:link w:val="CommentText"/>
    <w:semiHidden/>
    <w:rsid w:val="000D1F60"/>
    <w:rPr>
      <w:rFonts w:ascii="Arial" w:hAnsi="Arial"/>
    </w:rPr>
  </w:style>
  <w:style w:type="paragraph" w:styleId="CommentSubject">
    <w:name w:val="annotation subject"/>
    <w:basedOn w:val="CommentText"/>
    <w:next w:val="CommentText"/>
    <w:link w:val="CommentSubjectChar"/>
    <w:semiHidden/>
    <w:unhideWhenUsed/>
    <w:rsid w:val="000D1F60"/>
    <w:rPr>
      <w:b/>
      <w:bCs/>
    </w:rPr>
  </w:style>
  <w:style w:type="character" w:customStyle="1" w:styleId="CommentSubjectChar">
    <w:name w:val="Comment Subject Char"/>
    <w:basedOn w:val="CommentTextChar"/>
    <w:link w:val="CommentSubject"/>
    <w:semiHidden/>
    <w:rsid w:val="000D1F60"/>
    <w:rPr>
      <w:rFonts w:ascii="Arial" w:hAnsi="Arial"/>
      <w:b/>
      <w:bCs/>
    </w:rPr>
  </w:style>
  <w:style w:type="paragraph" w:customStyle="1" w:styleId="TableColumnHeading">
    <w:name w:val="TableColumnHeading"/>
    <w:next w:val="Normal"/>
    <w:autoRedefine/>
    <w:rsid w:val="001909AF"/>
    <w:pPr>
      <w:spacing w:before="60" w:after="60"/>
    </w:pPr>
    <w:rPr>
      <w:rFonts w:ascii="Arial" w:hAnsi="Arial"/>
      <w:b/>
      <w:color w:val="FFFFFF" w:themeColor="background1"/>
      <w:sz w:val="22"/>
    </w:rPr>
  </w:style>
  <w:style w:type="paragraph" w:customStyle="1" w:styleId="TableText">
    <w:name w:val="TableText"/>
    <w:aliases w:val="tt"/>
    <w:link w:val="TableTextChar"/>
    <w:qFormat/>
    <w:rsid w:val="001909AF"/>
    <w:pPr>
      <w:spacing w:before="40" w:after="40"/>
    </w:pPr>
    <w:rPr>
      <w:rFonts w:ascii="Arial" w:hAnsi="Arial"/>
    </w:rPr>
  </w:style>
  <w:style w:type="character" w:customStyle="1" w:styleId="TableTextChar">
    <w:name w:val="TableText Char"/>
    <w:aliases w:val="tt Char"/>
    <w:basedOn w:val="DefaultParagraphFont"/>
    <w:link w:val="TableText"/>
    <w:rsid w:val="001909AF"/>
    <w:rPr>
      <w:rFonts w:ascii="Arial" w:hAnsi="Arial"/>
    </w:rPr>
  </w:style>
  <w:style w:type="paragraph" w:customStyle="1" w:styleId="InfoBlue">
    <w:name w:val="InfoBlue"/>
    <w:basedOn w:val="Normal"/>
    <w:next w:val="BodyText"/>
    <w:rsid w:val="001909AF"/>
    <w:pPr>
      <w:widowControl w:val="0"/>
      <w:spacing w:before="0" w:line="240" w:lineRule="atLeast"/>
      <w:ind w:left="576"/>
      <w:jc w:val="both"/>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22407">
      <w:bodyDiv w:val="1"/>
      <w:marLeft w:val="0"/>
      <w:marRight w:val="0"/>
      <w:marTop w:val="0"/>
      <w:marBottom w:val="0"/>
      <w:divBdr>
        <w:top w:val="none" w:sz="0" w:space="0" w:color="auto"/>
        <w:left w:val="none" w:sz="0" w:space="0" w:color="auto"/>
        <w:bottom w:val="none" w:sz="0" w:space="0" w:color="auto"/>
        <w:right w:val="none" w:sz="0" w:space="0" w:color="auto"/>
      </w:divBdr>
    </w:div>
    <w:div w:id="671760815">
      <w:bodyDiv w:val="1"/>
      <w:marLeft w:val="0"/>
      <w:marRight w:val="0"/>
      <w:marTop w:val="0"/>
      <w:marBottom w:val="0"/>
      <w:divBdr>
        <w:top w:val="none" w:sz="0" w:space="0" w:color="auto"/>
        <w:left w:val="none" w:sz="0" w:space="0" w:color="auto"/>
        <w:bottom w:val="none" w:sz="0" w:space="0" w:color="auto"/>
        <w:right w:val="none" w:sz="0" w:space="0" w:color="auto"/>
      </w:divBdr>
    </w:div>
    <w:div w:id="1069882875">
      <w:bodyDiv w:val="1"/>
      <w:marLeft w:val="0"/>
      <w:marRight w:val="0"/>
      <w:marTop w:val="0"/>
      <w:marBottom w:val="0"/>
      <w:divBdr>
        <w:top w:val="none" w:sz="0" w:space="0" w:color="auto"/>
        <w:left w:val="none" w:sz="0" w:space="0" w:color="auto"/>
        <w:bottom w:val="none" w:sz="0" w:space="0" w:color="auto"/>
        <w:right w:val="none" w:sz="0" w:space="0" w:color="auto"/>
      </w:divBdr>
      <w:divsChild>
        <w:div w:id="2140683433">
          <w:marLeft w:val="547"/>
          <w:marRight w:val="0"/>
          <w:marTop w:val="67"/>
          <w:marBottom w:val="0"/>
          <w:divBdr>
            <w:top w:val="none" w:sz="0" w:space="0" w:color="auto"/>
            <w:left w:val="none" w:sz="0" w:space="0" w:color="auto"/>
            <w:bottom w:val="none" w:sz="0" w:space="0" w:color="auto"/>
            <w:right w:val="none" w:sz="0" w:space="0" w:color="auto"/>
          </w:divBdr>
        </w:div>
        <w:div w:id="1074205919">
          <w:marLeft w:val="547"/>
          <w:marRight w:val="0"/>
          <w:marTop w:val="67"/>
          <w:marBottom w:val="0"/>
          <w:divBdr>
            <w:top w:val="none" w:sz="0" w:space="0" w:color="auto"/>
            <w:left w:val="none" w:sz="0" w:space="0" w:color="auto"/>
            <w:bottom w:val="none" w:sz="0" w:space="0" w:color="auto"/>
            <w:right w:val="none" w:sz="0" w:space="0" w:color="auto"/>
          </w:divBdr>
        </w:div>
        <w:div w:id="1630284221">
          <w:marLeft w:val="547"/>
          <w:marRight w:val="0"/>
          <w:marTop w:val="67"/>
          <w:marBottom w:val="0"/>
          <w:divBdr>
            <w:top w:val="none" w:sz="0" w:space="0" w:color="auto"/>
            <w:left w:val="none" w:sz="0" w:space="0" w:color="auto"/>
            <w:bottom w:val="none" w:sz="0" w:space="0" w:color="auto"/>
            <w:right w:val="none" w:sz="0" w:space="0" w:color="auto"/>
          </w:divBdr>
        </w:div>
      </w:divsChild>
    </w:div>
    <w:div w:id="1164517238">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T_Governance@cms.hhs.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T_Governance@cms.hhs.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hase xmlns="feda8bd8-9066-4742-bce4-a311689c8eb9"/>
    <Doc_x0020_Name xmlns="feda8bd8-9066-4742-bce4-a311689c8eb9">54</Doc_x0020_Name>
    <Document_x0020_Type xmlns="feda8bd8-9066-4742-bce4-a311689c8eb9">Template - Artifact</Document_x0020_Type>
    <Doc_x0020_Date xmlns="feda8bd8-9066-4742-bce4-a311689c8eb9">2015-02-02T05:00:00+00:00</Doc_x0020_Date>
    <Swim_x0020_Lane xmlns="feda8bd8-9066-4742-bce4-a311689c8eb9"/>
    <Doc_x0020_Version xmlns="feda8bd8-9066-4742-bce4-a311689c8eb9">3.2</Doc_x0020_Version>
    <Doc_x0020_Status xmlns="feda8bd8-9066-4742-bce4-a311689c8eb9">Approved</Doc_x0020_Status>
    <Related_x0020_Documents xmlns="feda8bd8-9066-4742-bce4-a311689c8eb9"/>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234403392679489C4D999FBB5F11F5" ma:contentTypeVersion="13" ma:contentTypeDescription="Create a new document." ma:contentTypeScope="" ma:versionID="28ae5cd1df83318e0fc6c35383066ee4">
  <xsd:schema xmlns:xsd="http://www.w3.org/2001/XMLSchema" xmlns:xs="http://www.w3.org/2001/XMLSchema" xmlns:p="http://schemas.microsoft.com/office/2006/metadata/properties" xmlns:ns1="http://schemas.microsoft.com/sharepoint/v3" xmlns:ns2="feda8bd8-9066-4742-bce4-a311689c8eb9" targetNamespace="http://schemas.microsoft.com/office/2006/metadata/properties" ma:root="true" ma:fieldsID="75a5f38392b158cd81ce23b08f8bd66b" ns1:_="" ns2:_="">
    <xsd:import namespace="http://schemas.microsoft.com/sharepoint/v3"/>
    <xsd:import namespace="feda8bd8-9066-4742-bce4-a311689c8eb9"/>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6"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7"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da8bd8-9066-4742-bce4-a311689c8eb9" elementFormDefault="qualified">
    <xsd:import namespace="http://schemas.microsoft.com/office/2006/documentManagement/types"/>
    <xsd:import namespace="http://schemas.microsoft.com/office/infopath/2007/PartnerControls"/>
    <xsd:element name="Phase" ma:index="4"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5"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6"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7" nillable="true" ma:displayName="Doc Version" ma:internalName="Doc_x0020_Version" ma:readOnly="false">
      <xsd:simpleType>
        <xsd:restriction base="dms:Text">
          <xsd:maxLength value="10"/>
        </xsd:restriction>
      </xsd:simpleType>
    </xsd:element>
    <xsd:element name="Doc_x0020_Date" ma:index="8" nillable="true" ma:displayName="Doc Date" ma:format="DateOnly" ma:internalName="Doc_x0020_Date" ma:readOnly="false">
      <xsd:simpleType>
        <xsd:restriction base="dms:DateTime"/>
      </xsd:simpleType>
    </xsd:element>
    <xsd:element name="Doc_x0020_Name" ma:index="9" nillable="true" ma:displayName="Doc Name" ma:list="{43d04042-9665-442a-b3eb-1ded939351fa}" ma:internalName="Doc_x0020_Name" ma:readOnly="false" ma:showField="Title">
      <xsd:simpleType>
        <xsd:restriction base="dms:Lookup"/>
      </xsd:simpleType>
    </xsd:element>
    <xsd:element name="Related_x0020_Documents" ma:index="10" nillable="true" ma:displayName="Related Documents" ma:list="{43d04042-9665-442a-b3eb-1ded939351fa}"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1" nillable="true" ma:displayName="Doc Status" ma:format="RadioButtons" ma:internalName="Doc_x0020_Status" ma:readOnly="false">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schemas.microsoft.com/office/2006/metadata/properties"/>
    <ds:schemaRef ds:uri="feda8bd8-9066-4742-bce4-a311689c8eb9"/>
    <ds:schemaRef ds:uri="http://schemas.microsoft.com/sharepoint/v3"/>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9F81BAE5-7276-4700-A85B-F41031570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da8bd8-9066-4742-bce4-a311689c8e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0A2686-45C9-4004-BE5D-395B48507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11</TotalTime>
  <Pages>30</Pages>
  <Words>7248</Words>
  <Characters>41320</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System Design Document Template</vt:lpstr>
    </vt:vector>
  </TitlesOfParts>
  <Company>CMS</Company>
  <LinksUpToDate>false</LinksUpToDate>
  <CharactersWithSpaces>48472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Template</dc:title>
  <dc:subject>System Design Document Template</dc:subject>
  <dc:creator>CMS</dc:creator>
  <cp:keywords>System Design Document, SDD, CMS, XLC, Design Considerations, System Architecture, Software, Hardware, Security, Performance</cp:keywords>
  <cp:lastModifiedBy>Alex Smith</cp:lastModifiedBy>
  <cp:revision>5</cp:revision>
  <cp:lastPrinted>2002-11-19T18:54:00Z</cp:lastPrinted>
  <dcterms:created xsi:type="dcterms:W3CDTF">2020-08-07T17:20:00Z</dcterms:created>
  <dcterms:modified xsi:type="dcterms:W3CDTF">2021-03-11T16:02:00Z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0x01010015234403392679489C4D999FBB5F11F5</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12100</vt:r8>
  </property>
  <property fmtid="{D5CDD505-2E9C-101B-9397-08002B2CF9AE}" pid="11" name="Archive">
    <vt:bool>false</vt:bool>
  </property>
  <property fmtid="{D5CDD505-2E9C-101B-9397-08002B2CF9AE}" pid="12" name="_NewReviewCycle">
    <vt:lpwstr/>
  </property>
  <property fmtid="{D5CDD505-2E9C-101B-9397-08002B2CF9AE}" pid="13" name="Doc Name">
    <vt:lpwstr>54</vt:lpwstr>
  </property>
  <property fmtid="{D5CDD505-2E9C-101B-9397-08002B2CF9AE}" pid="14" name="Doc Date">
    <vt:filetime>2014-10-16T04:00:00Z</vt:filetime>
  </property>
  <property fmtid="{D5CDD505-2E9C-101B-9397-08002B2CF9AE}" pid="15" name="Doc Status">
    <vt:lpwstr>Draft</vt:lpwstr>
  </property>
  <property fmtid="{D5CDD505-2E9C-101B-9397-08002B2CF9AE}" pid="16" name="Doc Version">
    <vt:lpwstr>3.0</vt:lpwstr>
  </property>
  <property fmtid="{D5CDD505-2E9C-101B-9397-08002B2CF9AE}" pid="17" name="Editor">
    <vt:lpwstr>CMS</vt:lpwstr>
  </property>
  <property fmtid="{D5CDD505-2E9C-101B-9397-08002B2CF9AE}" pid="18" name="Language">
    <vt:lpwstr>English</vt:lpwstr>
  </property>
</Properties>
</file>